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2"/>
        <w:tblW w:w="0" w:type="auto"/>
        <w:tblLook w:val="01E0" w:firstRow="1" w:lastRow="1" w:firstColumn="1" w:lastColumn="1" w:noHBand="0" w:noVBand="0"/>
      </w:tblPr>
      <w:tblGrid>
        <w:gridCol w:w="1858"/>
        <w:gridCol w:w="2058"/>
        <w:gridCol w:w="3592"/>
        <w:gridCol w:w="2114"/>
      </w:tblGrid>
      <w:tr w:rsidR="00175268" w:rsidRPr="009D02CC" w14:paraId="1F3CFB7D" w14:textId="77777777" w:rsidTr="006A341F">
        <w:trPr>
          <w:trHeight w:val="687"/>
          <w:tblHeader/>
        </w:trPr>
        <w:tc>
          <w:tcPr>
            <w:tcW w:w="1858" w:type="dxa"/>
          </w:tcPr>
          <w:p w14:paraId="775BCEE6" w14:textId="77777777" w:rsidR="00175268" w:rsidRPr="009D02CC" w:rsidRDefault="00175268" w:rsidP="005F0FA8">
            <w:pPr>
              <w:pStyle w:val="Tablehead"/>
              <w:rPr>
                <w:szCs w:val="22"/>
              </w:rPr>
            </w:pPr>
            <w:bookmarkStart w:id="0" w:name="_GoBack"/>
            <w:bookmarkEnd w:id="0"/>
            <w:r w:rsidRPr="009D02CC">
              <w:rPr>
                <w:szCs w:val="22"/>
              </w:rPr>
              <w:t>Unit &amp; Learning objectives</w:t>
            </w:r>
          </w:p>
        </w:tc>
        <w:tc>
          <w:tcPr>
            <w:tcW w:w="2058" w:type="dxa"/>
          </w:tcPr>
          <w:p w14:paraId="5074DDC8" w14:textId="77777777" w:rsidR="00175268" w:rsidRPr="00175268" w:rsidRDefault="00175268" w:rsidP="00175268">
            <w:pPr>
              <w:pStyle w:val="Tablehead"/>
              <w:rPr>
                <w:szCs w:val="22"/>
              </w:rPr>
            </w:pPr>
            <w:r w:rsidRPr="00175268">
              <w:rPr>
                <w:szCs w:val="22"/>
              </w:rPr>
              <w:t>Programme of Study coverage (PoS)</w:t>
            </w:r>
          </w:p>
          <w:p w14:paraId="2E6D33B3" w14:textId="77777777" w:rsidR="00175268" w:rsidRPr="00175268" w:rsidRDefault="00175268" w:rsidP="00175268">
            <w:pPr>
              <w:pStyle w:val="Tablehead"/>
              <w:rPr>
                <w:szCs w:val="22"/>
              </w:rPr>
            </w:pPr>
          </w:p>
          <w:p w14:paraId="4EE31B47" w14:textId="2E651F0A" w:rsidR="00175268" w:rsidRPr="009D02CC" w:rsidRDefault="00175268" w:rsidP="00175268">
            <w:pPr>
              <w:pStyle w:val="Tablehead"/>
              <w:rPr>
                <w:szCs w:val="22"/>
              </w:rPr>
            </w:pPr>
            <w:r w:rsidRPr="00175268">
              <w:rPr>
                <w:szCs w:val="22"/>
              </w:rPr>
              <w:t>Pearson Progression Step Coverage (PPS)</w:t>
            </w:r>
          </w:p>
        </w:tc>
        <w:tc>
          <w:tcPr>
            <w:tcW w:w="3592" w:type="dxa"/>
          </w:tcPr>
          <w:p w14:paraId="181D522E" w14:textId="021731EE" w:rsidR="00175268" w:rsidRPr="009D02CC" w:rsidRDefault="00175268" w:rsidP="005F0FA8">
            <w:pPr>
              <w:pStyle w:val="Tablehead"/>
              <w:rPr>
                <w:szCs w:val="22"/>
              </w:rPr>
            </w:pPr>
            <w:r w:rsidRPr="009D02CC">
              <w:rPr>
                <w:szCs w:val="22"/>
              </w:rPr>
              <w:t>Key language</w:t>
            </w:r>
          </w:p>
        </w:tc>
        <w:tc>
          <w:tcPr>
            <w:tcW w:w="2114" w:type="dxa"/>
          </w:tcPr>
          <w:p w14:paraId="37E675AB" w14:textId="247F91CE" w:rsidR="00175268" w:rsidRPr="009D02CC" w:rsidRDefault="00175268" w:rsidP="00175268">
            <w:pPr>
              <w:pStyle w:val="Tablehead"/>
              <w:rPr>
                <w:szCs w:val="22"/>
              </w:rPr>
            </w:pPr>
            <w:r w:rsidRPr="009D02CC">
              <w:rPr>
                <w:szCs w:val="22"/>
              </w:rPr>
              <w:t xml:space="preserve">Grammar </w:t>
            </w:r>
            <w:r>
              <w:rPr>
                <w:szCs w:val="22"/>
              </w:rPr>
              <w:t xml:space="preserve">(G) </w:t>
            </w:r>
            <w:r w:rsidRPr="009D02CC">
              <w:rPr>
                <w:szCs w:val="22"/>
              </w:rPr>
              <w:t xml:space="preserve">and </w:t>
            </w:r>
            <w:r>
              <w:rPr>
                <w:szCs w:val="22"/>
              </w:rPr>
              <w:t>S</w:t>
            </w:r>
            <w:r w:rsidRPr="009D02CC">
              <w:rPr>
                <w:szCs w:val="22"/>
              </w:rPr>
              <w:t>kills coverage</w:t>
            </w:r>
          </w:p>
        </w:tc>
      </w:tr>
      <w:tr w:rsidR="00175268" w:rsidRPr="00932765" w14:paraId="3E96D7EA" w14:textId="77777777" w:rsidTr="006A341F">
        <w:trPr>
          <w:cantSplit/>
          <w:trHeight w:val="1214"/>
        </w:trPr>
        <w:tc>
          <w:tcPr>
            <w:tcW w:w="1858" w:type="dxa"/>
          </w:tcPr>
          <w:p w14:paraId="5E0EB721" w14:textId="516A524D" w:rsidR="00753418" w:rsidRDefault="00753418" w:rsidP="00753418">
            <w:pPr>
              <w:pStyle w:val="Tabletext"/>
              <w:rPr>
                <w:b/>
                <w:szCs w:val="20"/>
              </w:rPr>
            </w:pPr>
            <w:r w:rsidRPr="00753418">
              <w:rPr>
                <w:b/>
                <w:szCs w:val="20"/>
              </w:rPr>
              <w:t xml:space="preserve">Quiz about </w:t>
            </w:r>
            <w:r w:rsidR="00932765" w:rsidRPr="00932765">
              <w:rPr>
                <w:b/>
                <w:szCs w:val="20"/>
              </w:rPr>
              <w:t>festivals and celebrations in the French-speaking world</w:t>
            </w:r>
          </w:p>
          <w:p w14:paraId="423C1ABB" w14:textId="67228DDD" w:rsidR="00FF741B" w:rsidRPr="00753418" w:rsidRDefault="00753418" w:rsidP="00753418">
            <w:pPr>
              <w:pStyle w:val="Tabletextbullets"/>
              <w:numPr>
                <w:ilvl w:val="0"/>
                <w:numId w:val="0"/>
              </w:numPr>
              <w:ind w:left="340" w:hanging="340"/>
              <w:rPr>
                <w:szCs w:val="20"/>
              </w:rPr>
            </w:pPr>
            <w:r w:rsidRPr="00753418">
              <w:rPr>
                <w:szCs w:val="20"/>
              </w:rPr>
              <w:t xml:space="preserve">(pp. </w:t>
            </w:r>
            <w:r w:rsidR="00932765">
              <w:rPr>
                <w:szCs w:val="20"/>
              </w:rPr>
              <w:t>30</w:t>
            </w:r>
            <w:r w:rsidRPr="00753418">
              <w:rPr>
                <w:szCs w:val="20"/>
              </w:rPr>
              <w:t>–</w:t>
            </w:r>
            <w:r w:rsidR="00932765">
              <w:rPr>
                <w:szCs w:val="20"/>
              </w:rPr>
              <w:t>31</w:t>
            </w:r>
            <w:r w:rsidRPr="00753418">
              <w:rPr>
                <w:szCs w:val="20"/>
              </w:rPr>
              <w:t>)</w:t>
            </w:r>
          </w:p>
        </w:tc>
        <w:tc>
          <w:tcPr>
            <w:tcW w:w="2058" w:type="dxa"/>
          </w:tcPr>
          <w:p w14:paraId="2E78172B" w14:textId="537A0C25" w:rsidR="00175268" w:rsidRPr="009D02CC" w:rsidRDefault="00175268" w:rsidP="00FF741B">
            <w:pPr>
              <w:pStyle w:val="Tabletext"/>
              <w:rPr>
                <w:szCs w:val="20"/>
              </w:rPr>
            </w:pPr>
          </w:p>
        </w:tc>
        <w:tc>
          <w:tcPr>
            <w:tcW w:w="3592" w:type="dxa"/>
          </w:tcPr>
          <w:p w14:paraId="7A07CAFB" w14:textId="77777777" w:rsidR="00932765" w:rsidRPr="00932765" w:rsidRDefault="00932765" w:rsidP="00932765">
            <w:pPr>
              <w:pStyle w:val="Tabletext"/>
              <w:rPr>
                <w:i/>
                <w:szCs w:val="20"/>
                <w:lang w:val="fr-FR"/>
              </w:rPr>
            </w:pPr>
            <w:r w:rsidRPr="00932765">
              <w:rPr>
                <w:i/>
                <w:szCs w:val="20"/>
                <w:lang w:val="fr-FR"/>
              </w:rPr>
              <w:t>Pâques</w:t>
            </w:r>
          </w:p>
          <w:p w14:paraId="18030143" w14:textId="77777777" w:rsidR="00932765" w:rsidRPr="00932765" w:rsidRDefault="00932765" w:rsidP="00932765">
            <w:pPr>
              <w:pStyle w:val="Tabletext"/>
              <w:rPr>
                <w:i/>
                <w:szCs w:val="20"/>
                <w:lang w:val="fr-FR"/>
              </w:rPr>
            </w:pPr>
            <w:r w:rsidRPr="00932765">
              <w:rPr>
                <w:i/>
                <w:szCs w:val="20"/>
                <w:lang w:val="fr-FR"/>
              </w:rPr>
              <w:t>Noël</w:t>
            </w:r>
          </w:p>
          <w:p w14:paraId="46542767" w14:textId="45B7DFEA" w:rsidR="00932765" w:rsidRPr="00932765" w:rsidRDefault="00932765" w:rsidP="00932765">
            <w:pPr>
              <w:pStyle w:val="Tabletext"/>
              <w:rPr>
                <w:i/>
                <w:szCs w:val="20"/>
                <w:lang w:val="fr-FR"/>
              </w:rPr>
            </w:pPr>
            <w:r w:rsidRPr="00932765">
              <w:rPr>
                <w:i/>
                <w:szCs w:val="20"/>
                <w:lang w:val="fr-FR"/>
              </w:rPr>
              <w:t xml:space="preserve">la </w:t>
            </w:r>
            <w:r w:rsidR="00A973B5">
              <w:rPr>
                <w:i/>
                <w:szCs w:val="20"/>
                <w:lang w:val="fr-FR"/>
              </w:rPr>
              <w:t>C</w:t>
            </w:r>
            <w:r w:rsidRPr="00932765">
              <w:rPr>
                <w:i/>
                <w:szCs w:val="20"/>
                <w:lang w:val="fr-FR"/>
              </w:rPr>
              <w:t>handeleur</w:t>
            </w:r>
          </w:p>
          <w:p w14:paraId="25787FDF" w14:textId="77777777" w:rsidR="00932765" w:rsidRPr="00932765" w:rsidRDefault="00932765" w:rsidP="00932765">
            <w:pPr>
              <w:pStyle w:val="Tabletext"/>
              <w:rPr>
                <w:i/>
                <w:szCs w:val="20"/>
                <w:lang w:val="fr-FR"/>
              </w:rPr>
            </w:pPr>
            <w:r w:rsidRPr="00932765">
              <w:rPr>
                <w:i/>
                <w:szCs w:val="20"/>
                <w:lang w:val="fr-FR"/>
              </w:rPr>
              <w:t>le 14 juillet</w:t>
            </w:r>
          </w:p>
          <w:p w14:paraId="1ACE659B" w14:textId="77777777" w:rsidR="00932765" w:rsidRPr="00932765" w:rsidRDefault="00932765" w:rsidP="00932765">
            <w:pPr>
              <w:pStyle w:val="Tabletext"/>
              <w:rPr>
                <w:i/>
                <w:szCs w:val="20"/>
                <w:lang w:val="fr-FR"/>
              </w:rPr>
            </w:pPr>
            <w:r w:rsidRPr="00932765">
              <w:rPr>
                <w:i/>
                <w:szCs w:val="20"/>
                <w:lang w:val="fr-FR"/>
              </w:rPr>
              <w:t>le Nouvel An</w:t>
            </w:r>
          </w:p>
          <w:p w14:paraId="2009707A" w14:textId="77777777" w:rsidR="00CF7EAD" w:rsidRDefault="00932765" w:rsidP="00932765">
            <w:pPr>
              <w:pStyle w:val="Tabletext"/>
              <w:rPr>
                <w:i/>
                <w:szCs w:val="20"/>
                <w:lang w:val="fr-FR"/>
              </w:rPr>
            </w:pPr>
            <w:r w:rsidRPr="00932765">
              <w:rPr>
                <w:i/>
                <w:szCs w:val="20"/>
                <w:lang w:val="fr-FR"/>
              </w:rPr>
              <w:t xml:space="preserve">l’Aïd </w:t>
            </w:r>
          </w:p>
          <w:p w14:paraId="16DA530D" w14:textId="0B142CDA" w:rsidR="00932765" w:rsidRPr="00753418" w:rsidRDefault="00932765" w:rsidP="00932765">
            <w:pPr>
              <w:pStyle w:val="Tabletext"/>
              <w:rPr>
                <w:szCs w:val="20"/>
                <w:lang w:val="fr-FR"/>
              </w:rPr>
            </w:pPr>
          </w:p>
        </w:tc>
        <w:tc>
          <w:tcPr>
            <w:tcW w:w="2114" w:type="dxa"/>
          </w:tcPr>
          <w:p w14:paraId="2904F77A" w14:textId="4B1B356E" w:rsidR="00175268" w:rsidRPr="0006568A" w:rsidRDefault="00175268" w:rsidP="00753418">
            <w:pPr>
              <w:rPr>
                <w:b/>
                <w:szCs w:val="20"/>
                <w:lang w:val="fr-FR"/>
              </w:rPr>
            </w:pPr>
          </w:p>
        </w:tc>
      </w:tr>
      <w:tr w:rsidR="00753418" w:rsidRPr="00753418" w14:paraId="43F250CE" w14:textId="77777777" w:rsidTr="006A341F">
        <w:trPr>
          <w:cantSplit/>
          <w:trHeight w:val="1214"/>
        </w:trPr>
        <w:tc>
          <w:tcPr>
            <w:tcW w:w="1858" w:type="dxa"/>
          </w:tcPr>
          <w:p w14:paraId="274C1789" w14:textId="77777777" w:rsidR="00753418" w:rsidRPr="00753418" w:rsidRDefault="00753418" w:rsidP="00753418">
            <w:pPr>
              <w:pStyle w:val="Tabletext"/>
              <w:rPr>
                <w:b/>
                <w:szCs w:val="20"/>
              </w:rPr>
            </w:pPr>
            <w:r w:rsidRPr="00753418">
              <w:rPr>
                <w:b/>
                <w:szCs w:val="20"/>
              </w:rPr>
              <w:t>Point de départ</w:t>
            </w:r>
          </w:p>
          <w:p w14:paraId="2D2FB7F7" w14:textId="12814224" w:rsidR="00753418" w:rsidRPr="00753418" w:rsidRDefault="00753418" w:rsidP="00753418">
            <w:pPr>
              <w:pStyle w:val="Tabletext"/>
              <w:rPr>
                <w:szCs w:val="20"/>
              </w:rPr>
            </w:pPr>
            <w:r w:rsidRPr="00753418">
              <w:rPr>
                <w:szCs w:val="20"/>
              </w:rPr>
              <w:t xml:space="preserve">(pp. </w:t>
            </w:r>
            <w:r w:rsidR="00932765">
              <w:rPr>
                <w:szCs w:val="20"/>
              </w:rPr>
              <w:t>32</w:t>
            </w:r>
            <w:r>
              <w:rPr>
                <w:szCs w:val="20"/>
              </w:rPr>
              <w:t>–</w:t>
            </w:r>
            <w:r w:rsidR="00932765">
              <w:rPr>
                <w:szCs w:val="20"/>
              </w:rPr>
              <w:t>33</w:t>
            </w:r>
            <w:r w:rsidRPr="00753418">
              <w:rPr>
                <w:szCs w:val="20"/>
              </w:rPr>
              <w:t>)</w:t>
            </w:r>
          </w:p>
          <w:p w14:paraId="1AB1465D" w14:textId="77777777" w:rsidR="00753418" w:rsidRPr="00753418" w:rsidRDefault="00753418" w:rsidP="00753418">
            <w:pPr>
              <w:pStyle w:val="Tabletext"/>
              <w:rPr>
                <w:szCs w:val="20"/>
              </w:rPr>
            </w:pPr>
          </w:p>
          <w:p w14:paraId="31770E9E" w14:textId="77777777" w:rsidR="00932765" w:rsidRPr="00932765" w:rsidRDefault="00932765" w:rsidP="00932765">
            <w:pPr>
              <w:pStyle w:val="Tabletext"/>
              <w:rPr>
                <w:szCs w:val="20"/>
              </w:rPr>
            </w:pPr>
            <w:r w:rsidRPr="00932765">
              <w:rPr>
                <w:szCs w:val="20"/>
              </w:rPr>
              <w:t>Talking about festivals and celebrations</w:t>
            </w:r>
          </w:p>
          <w:p w14:paraId="3F78A1A9" w14:textId="77777777" w:rsidR="00932765" w:rsidRPr="00932765" w:rsidRDefault="00932765" w:rsidP="00932765">
            <w:pPr>
              <w:pStyle w:val="Tabletext"/>
              <w:rPr>
                <w:szCs w:val="20"/>
              </w:rPr>
            </w:pPr>
          </w:p>
          <w:p w14:paraId="5A17A501" w14:textId="11DE9734" w:rsidR="00753418" w:rsidRPr="00FF741B" w:rsidRDefault="00932765" w:rsidP="00932765">
            <w:pPr>
              <w:pStyle w:val="Tabletext"/>
              <w:rPr>
                <w:b/>
                <w:szCs w:val="20"/>
              </w:rPr>
            </w:pPr>
            <w:r w:rsidRPr="00932765">
              <w:rPr>
                <w:szCs w:val="20"/>
              </w:rPr>
              <w:t>Saying what you like and dislike</w:t>
            </w:r>
          </w:p>
        </w:tc>
        <w:tc>
          <w:tcPr>
            <w:tcW w:w="2058" w:type="dxa"/>
          </w:tcPr>
          <w:p w14:paraId="5927B4D6" w14:textId="77777777" w:rsidR="00753418" w:rsidRPr="00753418" w:rsidRDefault="00753418" w:rsidP="00753418">
            <w:pPr>
              <w:pStyle w:val="Tabletext"/>
              <w:rPr>
                <w:b/>
                <w:szCs w:val="20"/>
              </w:rPr>
            </w:pPr>
            <w:r w:rsidRPr="00753418">
              <w:rPr>
                <w:b/>
                <w:szCs w:val="20"/>
              </w:rPr>
              <w:t>PoS</w:t>
            </w:r>
          </w:p>
          <w:p w14:paraId="2AAEC990" w14:textId="77777777" w:rsidR="00932765" w:rsidRPr="00932765" w:rsidRDefault="00932765" w:rsidP="00932765">
            <w:pPr>
              <w:pStyle w:val="Tabletext"/>
              <w:rPr>
                <w:b/>
                <w:szCs w:val="20"/>
              </w:rPr>
            </w:pPr>
            <w:r w:rsidRPr="00932765">
              <w:rPr>
                <w:b/>
                <w:szCs w:val="20"/>
              </w:rPr>
              <w:t xml:space="preserve">GV3 </w:t>
            </w:r>
            <w:r w:rsidRPr="00932765">
              <w:rPr>
                <w:szCs w:val="20"/>
              </w:rPr>
              <w:t>Developing vocabulary / Opinions and discussions</w:t>
            </w:r>
          </w:p>
          <w:p w14:paraId="0E775243" w14:textId="77777777" w:rsidR="00932765" w:rsidRPr="00932765" w:rsidRDefault="00932765" w:rsidP="00932765">
            <w:pPr>
              <w:pStyle w:val="Tabletext"/>
              <w:rPr>
                <w:b/>
                <w:szCs w:val="20"/>
              </w:rPr>
            </w:pPr>
          </w:p>
          <w:p w14:paraId="129B899E" w14:textId="77777777" w:rsidR="00932765" w:rsidRPr="00932765" w:rsidRDefault="00932765" w:rsidP="00932765">
            <w:pPr>
              <w:pStyle w:val="Tabletext"/>
              <w:rPr>
                <w:b/>
                <w:szCs w:val="20"/>
              </w:rPr>
            </w:pPr>
            <w:r w:rsidRPr="00932765">
              <w:rPr>
                <w:b/>
                <w:szCs w:val="20"/>
              </w:rPr>
              <w:t xml:space="preserve">LC5 </w:t>
            </w:r>
            <w:r w:rsidRPr="00932765">
              <w:rPr>
                <w:szCs w:val="20"/>
              </w:rPr>
              <w:t>Accurate pronunciation and intonation</w:t>
            </w:r>
          </w:p>
          <w:p w14:paraId="73FB2B7E" w14:textId="77777777" w:rsidR="00932765" w:rsidRPr="00932765" w:rsidRDefault="00932765" w:rsidP="00932765">
            <w:pPr>
              <w:pStyle w:val="Tabletext"/>
              <w:rPr>
                <w:b/>
                <w:szCs w:val="20"/>
              </w:rPr>
            </w:pPr>
          </w:p>
          <w:p w14:paraId="47B43797" w14:textId="05C06A5A" w:rsidR="00753418" w:rsidRPr="00753418" w:rsidRDefault="00932765" w:rsidP="00932765">
            <w:pPr>
              <w:pStyle w:val="Tabletext"/>
              <w:rPr>
                <w:szCs w:val="20"/>
              </w:rPr>
            </w:pPr>
            <w:r w:rsidRPr="00932765">
              <w:rPr>
                <w:b/>
                <w:szCs w:val="20"/>
              </w:rPr>
              <w:t xml:space="preserve">LC6 </w:t>
            </w:r>
            <w:r w:rsidRPr="00932765">
              <w:rPr>
                <w:szCs w:val="20"/>
              </w:rPr>
              <w:t>Reading comprehension</w:t>
            </w:r>
          </w:p>
          <w:p w14:paraId="67C56432" w14:textId="77777777" w:rsidR="00753418" w:rsidRPr="00753418" w:rsidRDefault="00753418" w:rsidP="00753418">
            <w:pPr>
              <w:pStyle w:val="Tabletext"/>
              <w:rPr>
                <w:b/>
                <w:szCs w:val="20"/>
              </w:rPr>
            </w:pPr>
          </w:p>
          <w:p w14:paraId="5821F0E7" w14:textId="7979382A" w:rsidR="00753418" w:rsidRPr="00175268" w:rsidRDefault="00753418" w:rsidP="00753418">
            <w:pPr>
              <w:pStyle w:val="Tabletext"/>
              <w:rPr>
                <w:b/>
                <w:szCs w:val="20"/>
              </w:rPr>
            </w:pPr>
            <w:r w:rsidRPr="00753418">
              <w:rPr>
                <w:b/>
                <w:szCs w:val="20"/>
              </w:rPr>
              <w:t xml:space="preserve">PPS: </w:t>
            </w:r>
            <w:r w:rsidR="007D3C54">
              <w:rPr>
                <w:szCs w:val="20"/>
              </w:rPr>
              <w:t>1st–5th Steps</w:t>
            </w:r>
          </w:p>
        </w:tc>
        <w:tc>
          <w:tcPr>
            <w:tcW w:w="3592" w:type="dxa"/>
          </w:tcPr>
          <w:p w14:paraId="21F38798" w14:textId="77777777" w:rsidR="00B53C03" w:rsidRDefault="00932765" w:rsidP="009A42D4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932765">
              <w:rPr>
                <w:i/>
                <w:szCs w:val="20"/>
                <w:lang w:val="fr-FR"/>
              </w:rPr>
              <w:t xml:space="preserve">Quelle est ta fête préférée? </w:t>
            </w:r>
          </w:p>
          <w:p w14:paraId="726A6B24" w14:textId="16A5A9AA" w:rsidR="00932765" w:rsidRPr="00932765" w:rsidRDefault="00932765" w:rsidP="009A42D4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932765">
              <w:rPr>
                <w:i/>
                <w:szCs w:val="20"/>
                <w:lang w:val="fr-FR"/>
              </w:rPr>
              <w:t>Quelle fête est-ce que tu n’aimes pas?</w:t>
            </w:r>
          </w:p>
          <w:p w14:paraId="779D32AB" w14:textId="77777777" w:rsidR="00932765" w:rsidRPr="00932765" w:rsidRDefault="00932765" w:rsidP="009B3DB5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64ADCE38" w14:textId="7D0C9C12" w:rsidR="00932765" w:rsidRPr="00932765" w:rsidRDefault="00932765" w:rsidP="009A42D4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  <w:r w:rsidRPr="00932765">
              <w:rPr>
                <w:i/>
                <w:szCs w:val="20"/>
                <w:lang w:val="fr-FR"/>
              </w:rPr>
              <w:t xml:space="preserve">j’adore / j’aime (beaucoup) / </w:t>
            </w:r>
            <w:r w:rsidR="0074744B">
              <w:rPr>
                <w:i/>
                <w:szCs w:val="20"/>
                <w:lang w:val="fr-FR"/>
              </w:rPr>
              <w:br/>
            </w:r>
            <w:r w:rsidRPr="00932765">
              <w:rPr>
                <w:i/>
                <w:szCs w:val="20"/>
                <w:lang w:val="fr-FR"/>
              </w:rPr>
              <w:t xml:space="preserve">je préfère / je n’aime pas (tellement) / </w:t>
            </w:r>
            <w:r w:rsidR="004C0438">
              <w:rPr>
                <w:i/>
                <w:szCs w:val="20"/>
                <w:lang w:val="fr-FR"/>
              </w:rPr>
              <w:br/>
            </w:r>
            <w:r w:rsidRPr="00932765">
              <w:rPr>
                <w:i/>
                <w:szCs w:val="20"/>
                <w:lang w:val="fr-FR"/>
              </w:rPr>
              <w:t>je n’aime pas du tout / je déteste ...</w:t>
            </w:r>
          </w:p>
          <w:p w14:paraId="7ACD1D2C" w14:textId="77777777" w:rsidR="00932765" w:rsidRPr="00932765" w:rsidRDefault="00932765" w:rsidP="009B3DB5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29E5113B" w14:textId="4B8CD64E" w:rsidR="00932765" w:rsidRPr="00932765" w:rsidRDefault="00932765" w:rsidP="00932765">
            <w:pPr>
              <w:pStyle w:val="Tabletext"/>
              <w:rPr>
                <w:i/>
                <w:szCs w:val="20"/>
                <w:lang w:val="fr-FR"/>
              </w:rPr>
            </w:pPr>
            <w:r w:rsidRPr="00932765">
              <w:rPr>
                <w:i/>
                <w:szCs w:val="20"/>
                <w:lang w:val="fr-FR"/>
              </w:rPr>
              <w:t xml:space="preserve">Noël / mon anniversaire / </w:t>
            </w:r>
            <w:r w:rsidR="00E908DD">
              <w:rPr>
                <w:i/>
                <w:szCs w:val="20"/>
                <w:lang w:val="fr-FR"/>
              </w:rPr>
              <w:br/>
            </w:r>
            <w:r w:rsidRPr="00932765">
              <w:rPr>
                <w:i/>
                <w:szCs w:val="20"/>
                <w:lang w:val="fr-FR"/>
              </w:rPr>
              <w:t>la Saint Valentin / Pâques / l’Aïd</w:t>
            </w:r>
          </w:p>
          <w:p w14:paraId="53D2BBCE" w14:textId="040C1348" w:rsidR="00932765" w:rsidRPr="00932765" w:rsidRDefault="00932765" w:rsidP="00932765">
            <w:pPr>
              <w:pStyle w:val="Tabletext"/>
              <w:rPr>
                <w:i/>
                <w:szCs w:val="20"/>
                <w:lang w:val="fr-FR"/>
              </w:rPr>
            </w:pPr>
            <w:r w:rsidRPr="00932765">
              <w:rPr>
                <w:i/>
                <w:szCs w:val="20"/>
                <w:lang w:val="fr-FR"/>
              </w:rPr>
              <w:t xml:space="preserve">le </w:t>
            </w:r>
            <w:r w:rsidR="00797B12">
              <w:rPr>
                <w:i/>
                <w:szCs w:val="20"/>
                <w:lang w:val="fr-FR"/>
              </w:rPr>
              <w:t>Nouvel An</w:t>
            </w:r>
            <w:r w:rsidRPr="00932765">
              <w:rPr>
                <w:i/>
                <w:szCs w:val="20"/>
                <w:lang w:val="fr-FR"/>
              </w:rPr>
              <w:t xml:space="preserve"> / Halloween / </w:t>
            </w:r>
          </w:p>
          <w:p w14:paraId="567BB097" w14:textId="77777777" w:rsidR="00932765" w:rsidRPr="00932765" w:rsidRDefault="00932765" w:rsidP="00932765">
            <w:pPr>
              <w:pStyle w:val="Tabletext"/>
              <w:rPr>
                <w:i/>
                <w:szCs w:val="20"/>
                <w:lang w:val="fr-FR"/>
              </w:rPr>
            </w:pPr>
            <w:r w:rsidRPr="00932765">
              <w:rPr>
                <w:i/>
                <w:szCs w:val="20"/>
                <w:lang w:val="fr-FR"/>
              </w:rPr>
              <w:t>le 14 juillet (la fête nationale)</w:t>
            </w:r>
          </w:p>
          <w:p w14:paraId="62327A21" w14:textId="77777777" w:rsidR="00932765" w:rsidRPr="00932765" w:rsidRDefault="00932765" w:rsidP="009B3DB5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458425B2" w14:textId="77777777" w:rsidR="00932765" w:rsidRPr="00932765" w:rsidRDefault="00932765" w:rsidP="009A42D4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932765">
              <w:rPr>
                <w:i/>
                <w:szCs w:val="20"/>
                <w:lang w:val="fr-FR"/>
              </w:rPr>
              <w:t>... parce que j’aime / je déteste ...</w:t>
            </w:r>
          </w:p>
          <w:p w14:paraId="79A6F21B" w14:textId="5DDA0EA2" w:rsidR="00932765" w:rsidRPr="00932765" w:rsidRDefault="00932765" w:rsidP="00932765">
            <w:pPr>
              <w:pStyle w:val="Tabletext"/>
              <w:rPr>
                <w:i/>
                <w:szCs w:val="20"/>
                <w:lang w:val="fr-FR"/>
              </w:rPr>
            </w:pPr>
            <w:r w:rsidRPr="00932765">
              <w:rPr>
                <w:i/>
                <w:szCs w:val="20"/>
                <w:lang w:val="fr-FR"/>
              </w:rPr>
              <w:t>danser</w:t>
            </w:r>
            <w:r w:rsidR="009A42D4">
              <w:rPr>
                <w:i/>
                <w:szCs w:val="20"/>
                <w:lang w:val="fr-FR"/>
              </w:rPr>
              <w:t xml:space="preserve"> </w:t>
            </w:r>
            <w:r w:rsidRPr="00932765">
              <w:rPr>
                <w:i/>
                <w:szCs w:val="20"/>
                <w:lang w:val="fr-FR"/>
              </w:rPr>
              <w:t>/</w:t>
            </w:r>
            <w:r w:rsidR="009A42D4">
              <w:rPr>
                <w:i/>
                <w:szCs w:val="20"/>
                <w:lang w:val="fr-FR"/>
              </w:rPr>
              <w:t xml:space="preserve"> </w:t>
            </w:r>
            <w:r w:rsidRPr="00932765">
              <w:rPr>
                <w:i/>
                <w:szCs w:val="20"/>
                <w:lang w:val="fr-FR"/>
              </w:rPr>
              <w:t>chanter</w:t>
            </w:r>
            <w:r w:rsidR="009A42D4">
              <w:rPr>
                <w:i/>
                <w:szCs w:val="20"/>
                <w:lang w:val="fr-FR"/>
              </w:rPr>
              <w:t xml:space="preserve"> </w:t>
            </w:r>
            <w:r w:rsidRPr="00932765">
              <w:rPr>
                <w:i/>
                <w:szCs w:val="20"/>
                <w:lang w:val="fr-FR"/>
              </w:rPr>
              <w:t>/</w:t>
            </w:r>
            <w:r w:rsidR="009A42D4">
              <w:rPr>
                <w:i/>
                <w:szCs w:val="20"/>
                <w:lang w:val="fr-FR"/>
              </w:rPr>
              <w:t xml:space="preserve"> </w:t>
            </w:r>
            <w:r w:rsidRPr="00932765">
              <w:rPr>
                <w:i/>
                <w:szCs w:val="20"/>
                <w:lang w:val="fr-FR"/>
              </w:rPr>
              <w:t>manger</w:t>
            </w:r>
            <w:r w:rsidR="009A42D4">
              <w:rPr>
                <w:i/>
                <w:szCs w:val="20"/>
                <w:lang w:val="fr-FR"/>
              </w:rPr>
              <w:t xml:space="preserve"> </w:t>
            </w:r>
            <w:r w:rsidRPr="00932765">
              <w:rPr>
                <w:i/>
                <w:szCs w:val="20"/>
                <w:lang w:val="fr-FR"/>
              </w:rPr>
              <w:t>/</w:t>
            </w:r>
            <w:r w:rsidR="005D36DC">
              <w:rPr>
                <w:i/>
                <w:szCs w:val="20"/>
                <w:lang w:val="fr-FR"/>
              </w:rPr>
              <w:t xml:space="preserve"> </w:t>
            </w:r>
            <w:r w:rsidRPr="00932765">
              <w:rPr>
                <w:i/>
                <w:szCs w:val="20"/>
                <w:lang w:val="fr-FR"/>
              </w:rPr>
              <w:t>…</w:t>
            </w:r>
          </w:p>
          <w:p w14:paraId="14A2EAD9" w14:textId="77777777" w:rsidR="00932765" w:rsidRPr="00932765" w:rsidRDefault="00932765" w:rsidP="00932765">
            <w:pPr>
              <w:pStyle w:val="Tabletext"/>
              <w:rPr>
                <w:i/>
                <w:szCs w:val="20"/>
                <w:lang w:val="fr-FR"/>
              </w:rPr>
            </w:pPr>
            <w:r w:rsidRPr="00932765">
              <w:rPr>
                <w:i/>
                <w:szCs w:val="20"/>
                <w:lang w:val="fr-FR"/>
              </w:rPr>
              <w:t>choisir des cadeaux</w:t>
            </w:r>
          </w:p>
          <w:p w14:paraId="4918562E" w14:textId="17D0A4B4" w:rsidR="00932765" w:rsidRPr="00932765" w:rsidRDefault="00932765" w:rsidP="00932765">
            <w:pPr>
              <w:pStyle w:val="Tabletext"/>
              <w:rPr>
                <w:i/>
                <w:szCs w:val="20"/>
                <w:lang w:val="fr-FR"/>
              </w:rPr>
            </w:pPr>
            <w:r w:rsidRPr="00932765">
              <w:rPr>
                <w:i/>
                <w:szCs w:val="20"/>
                <w:lang w:val="fr-FR"/>
              </w:rPr>
              <w:t>rendre visite à ma mère</w:t>
            </w:r>
            <w:r w:rsidR="00CF091D">
              <w:rPr>
                <w:i/>
                <w:szCs w:val="20"/>
                <w:lang w:val="fr-FR"/>
              </w:rPr>
              <w:t xml:space="preserve"> </w:t>
            </w:r>
            <w:r w:rsidRPr="00932765">
              <w:rPr>
                <w:i/>
                <w:szCs w:val="20"/>
                <w:lang w:val="fr-FR"/>
              </w:rPr>
              <w:t>/</w:t>
            </w:r>
            <w:r w:rsidR="00CF091D">
              <w:rPr>
                <w:i/>
                <w:szCs w:val="20"/>
                <w:lang w:val="fr-FR"/>
              </w:rPr>
              <w:t xml:space="preserve"> </w:t>
            </w:r>
            <w:r w:rsidR="00CF091D">
              <w:rPr>
                <w:i/>
                <w:szCs w:val="20"/>
                <w:lang w:val="fr-FR"/>
              </w:rPr>
              <w:br/>
            </w:r>
            <w:r w:rsidRPr="00932765">
              <w:rPr>
                <w:i/>
                <w:szCs w:val="20"/>
                <w:lang w:val="fr-FR"/>
              </w:rPr>
              <w:t>mes cousins</w:t>
            </w:r>
          </w:p>
          <w:p w14:paraId="45AF0A43" w14:textId="77777777" w:rsidR="00932765" w:rsidRPr="00932765" w:rsidRDefault="00932765" w:rsidP="009A42D4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932765">
              <w:rPr>
                <w:i/>
                <w:szCs w:val="20"/>
                <w:lang w:val="fr-FR"/>
              </w:rPr>
              <w:t>faire une soirée pyjama</w:t>
            </w:r>
          </w:p>
          <w:p w14:paraId="6729873A" w14:textId="77777777" w:rsidR="00932765" w:rsidRPr="00932765" w:rsidRDefault="00932765" w:rsidP="009B3DB5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3F35A293" w14:textId="5E4C5F9C" w:rsidR="00932765" w:rsidRPr="00932765" w:rsidRDefault="00932765" w:rsidP="009A42D4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932765">
              <w:rPr>
                <w:i/>
                <w:szCs w:val="20"/>
                <w:lang w:val="fr-FR"/>
              </w:rPr>
              <w:t xml:space="preserve">C’est (trop) </w:t>
            </w:r>
            <w:r w:rsidR="004B7329">
              <w:rPr>
                <w:i/>
                <w:szCs w:val="20"/>
                <w:lang w:val="fr-FR"/>
              </w:rPr>
              <w:t>…</w:t>
            </w:r>
          </w:p>
          <w:p w14:paraId="17C3236C" w14:textId="5CA1D1D8" w:rsidR="00932765" w:rsidRPr="00932765" w:rsidRDefault="00932765" w:rsidP="00932765">
            <w:pPr>
              <w:pStyle w:val="Tabletext"/>
              <w:rPr>
                <w:i/>
                <w:szCs w:val="20"/>
                <w:lang w:val="fr-FR"/>
              </w:rPr>
            </w:pPr>
            <w:r w:rsidRPr="00932765">
              <w:rPr>
                <w:i/>
                <w:szCs w:val="20"/>
                <w:lang w:val="fr-FR"/>
              </w:rPr>
              <w:t>marrant</w:t>
            </w:r>
            <w:r w:rsidR="00B85958">
              <w:rPr>
                <w:i/>
                <w:szCs w:val="20"/>
                <w:lang w:val="fr-FR"/>
              </w:rPr>
              <w:t xml:space="preserve"> / </w:t>
            </w:r>
            <w:r w:rsidRPr="00932765">
              <w:rPr>
                <w:i/>
                <w:szCs w:val="20"/>
                <w:lang w:val="fr-FR"/>
              </w:rPr>
              <w:t>ennuyeux</w:t>
            </w:r>
            <w:r w:rsidR="00B85958">
              <w:rPr>
                <w:i/>
                <w:szCs w:val="20"/>
                <w:lang w:val="fr-FR"/>
              </w:rPr>
              <w:t xml:space="preserve"> / </w:t>
            </w:r>
            <w:r w:rsidRPr="00932765">
              <w:rPr>
                <w:i/>
                <w:szCs w:val="20"/>
                <w:lang w:val="fr-FR"/>
              </w:rPr>
              <w:t>commercial</w:t>
            </w:r>
            <w:r w:rsidR="00B85958">
              <w:rPr>
                <w:i/>
                <w:szCs w:val="20"/>
                <w:lang w:val="fr-FR"/>
              </w:rPr>
              <w:t xml:space="preserve"> /</w:t>
            </w:r>
          </w:p>
          <w:p w14:paraId="14EF04E7" w14:textId="4C983FFC" w:rsidR="00932765" w:rsidRPr="00932765" w:rsidRDefault="00932765" w:rsidP="009A42D4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932765">
              <w:rPr>
                <w:i/>
                <w:szCs w:val="20"/>
                <w:lang w:val="fr-FR"/>
              </w:rPr>
              <w:t>bête</w:t>
            </w:r>
            <w:r w:rsidR="00B85958">
              <w:rPr>
                <w:i/>
                <w:szCs w:val="20"/>
                <w:lang w:val="fr-FR"/>
              </w:rPr>
              <w:t xml:space="preserve"> / </w:t>
            </w:r>
            <w:r w:rsidRPr="00932765">
              <w:rPr>
                <w:i/>
                <w:szCs w:val="20"/>
                <w:lang w:val="fr-FR"/>
              </w:rPr>
              <w:t>militaire</w:t>
            </w:r>
          </w:p>
          <w:p w14:paraId="309BD61B" w14:textId="77777777" w:rsidR="00932765" w:rsidRPr="00932765" w:rsidRDefault="00932765" w:rsidP="009B3DB5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65718886" w14:textId="32FCD530" w:rsidR="00932765" w:rsidRPr="00932765" w:rsidRDefault="00932765" w:rsidP="009A42D4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  <w:r w:rsidRPr="00932765">
              <w:rPr>
                <w:i/>
                <w:szCs w:val="20"/>
                <w:lang w:val="fr-FR"/>
              </w:rPr>
              <w:t>Moi perso … / à mon avis … /</w:t>
            </w:r>
            <w:r w:rsidR="004B7329">
              <w:rPr>
                <w:i/>
                <w:szCs w:val="20"/>
                <w:lang w:val="fr-FR"/>
              </w:rPr>
              <w:br/>
            </w:r>
            <w:r w:rsidRPr="00932765">
              <w:rPr>
                <w:i/>
                <w:szCs w:val="20"/>
                <w:lang w:val="fr-FR"/>
              </w:rPr>
              <w:t>je pense que</w:t>
            </w:r>
            <w:r w:rsidR="004B7329">
              <w:rPr>
                <w:i/>
                <w:szCs w:val="20"/>
                <w:lang w:val="fr-FR"/>
              </w:rPr>
              <w:t xml:space="preserve"> …</w:t>
            </w:r>
          </w:p>
          <w:p w14:paraId="4F8F57CB" w14:textId="77777777" w:rsidR="00932765" w:rsidRPr="00932765" w:rsidRDefault="00932765" w:rsidP="009B3DB5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4927DBCA" w14:textId="288B7365" w:rsidR="00932765" w:rsidRPr="00932765" w:rsidRDefault="004B7329" w:rsidP="009A42D4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  <w:r>
              <w:rPr>
                <w:i/>
                <w:szCs w:val="20"/>
                <w:lang w:val="fr-FR"/>
              </w:rPr>
              <w:t>a</w:t>
            </w:r>
            <w:r w:rsidR="00932765" w:rsidRPr="00932765">
              <w:rPr>
                <w:i/>
                <w:szCs w:val="20"/>
                <w:lang w:val="fr-FR"/>
              </w:rPr>
              <w:t>ussi / en plus / mais / pourtant</w:t>
            </w:r>
          </w:p>
          <w:p w14:paraId="1927B472" w14:textId="77777777" w:rsidR="00932765" w:rsidRPr="00932765" w:rsidRDefault="00932765" w:rsidP="009B3DB5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2AC92B8B" w14:textId="77777777" w:rsidR="00CF7EAD" w:rsidRDefault="00932765" w:rsidP="009A42D4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  <w:r w:rsidRPr="00932765">
              <w:rPr>
                <w:i/>
                <w:szCs w:val="20"/>
                <w:lang w:val="fr-FR"/>
              </w:rPr>
              <w:t>vingt, trente, quarante, cinquante, soixante, soixante-dix, soixante-quinze, quatre-vingts, quatre-vingt-cinq, quatre-vingt-dix, quatre-vingt-quinze, cent, deux-cents, trois-cent-cinquante, mille, deux-mille</w:t>
            </w:r>
          </w:p>
          <w:p w14:paraId="2923AA15" w14:textId="3BF7C18E" w:rsidR="00932765" w:rsidRPr="00753418" w:rsidRDefault="00932765" w:rsidP="00932765">
            <w:pPr>
              <w:pStyle w:val="Tabletext"/>
              <w:rPr>
                <w:i/>
                <w:szCs w:val="20"/>
                <w:lang w:val="fr-FR"/>
              </w:rPr>
            </w:pPr>
          </w:p>
        </w:tc>
        <w:tc>
          <w:tcPr>
            <w:tcW w:w="2114" w:type="dxa"/>
          </w:tcPr>
          <w:p w14:paraId="00376B8F" w14:textId="77777777" w:rsidR="00932765" w:rsidRPr="00932765" w:rsidRDefault="00932765" w:rsidP="00932765">
            <w:r w:rsidRPr="00932765">
              <w:t xml:space="preserve">Opinion phrases: </w:t>
            </w:r>
            <w:r w:rsidRPr="00932765">
              <w:rPr>
                <w:i/>
              </w:rPr>
              <w:t>j’aime</w:t>
            </w:r>
            <w:r w:rsidRPr="00932765">
              <w:t xml:space="preserve"> + infinitive</w:t>
            </w:r>
          </w:p>
          <w:p w14:paraId="69260119" w14:textId="77777777" w:rsidR="00932765" w:rsidRPr="00932765" w:rsidRDefault="00932765" w:rsidP="00932765"/>
          <w:p w14:paraId="7205061B" w14:textId="77777777" w:rsidR="00932765" w:rsidRPr="00932765" w:rsidRDefault="00932765" w:rsidP="00932765">
            <w:r w:rsidRPr="00932765">
              <w:t>Pronunciation: silent consonants at the end of words (</w:t>
            </w:r>
            <w:r w:rsidRPr="00932765">
              <w:rPr>
                <w:i/>
              </w:rPr>
              <w:t>t</w:t>
            </w:r>
            <w:r w:rsidRPr="00932765">
              <w:t xml:space="preserve">, </w:t>
            </w:r>
            <w:r w:rsidRPr="00932765">
              <w:rPr>
                <w:i/>
              </w:rPr>
              <w:t>x</w:t>
            </w:r>
            <w:r w:rsidRPr="00932765">
              <w:t xml:space="preserve">, </w:t>
            </w:r>
            <w:r w:rsidRPr="00932765">
              <w:rPr>
                <w:i/>
              </w:rPr>
              <w:t>p</w:t>
            </w:r>
            <w:r w:rsidRPr="00932765">
              <w:t>)</w:t>
            </w:r>
          </w:p>
          <w:p w14:paraId="45C822DC" w14:textId="77777777" w:rsidR="00932765" w:rsidRPr="00932765" w:rsidRDefault="00932765" w:rsidP="00932765"/>
          <w:p w14:paraId="5840AB23" w14:textId="29EE1EE0" w:rsidR="00753418" w:rsidRPr="00932765" w:rsidRDefault="00932765" w:rsidP="00932765">
            <w:r w:rsidRPr="00932765">
              <w:t>Pronouncing and recognising higher numbers</w:t>
            </w:r>
          </w:p>
        </w:tc>
      </w:tr>
      <w:tr w:rsidR="00175268" w:rsidRPr="00FF741B" w14:paraId="6753AAC5" w14:textId="77777777" w:rsidTr="006A341F">
        <w:trPr>
          <w:cantSplit/>
          <w:trHeight w:val="510"/>
        </w:trPr>
        <w:tc>
          <w:tcPr>
            <w:tcW w:w="1858" w:type="dxa"/>
          </w:tcPr>
          <w:p w14:paraId="08F355B6" w14:textId="55F32968" w:rsidR="00753418" w:rsidRPr="00753418" w:rsidRDefault="00753418" w:rsidP="00753418">
            <w:pPr>
              <w:pStyle w:val="Tabletext"/>
              <w:rPr>
                <w:b/>
                <w:szCs w:val="20"/>
                <w:lang w:val="fr-FR"/>
              </w:rPr>
            </w:pPr>
            <w:r w:rsidRPr="00753418">
              <w:rPr>
                <w:b/>
                <w:szCs w:val="20"/>
                <w:lang w:val="fr-FR"/>
              </w:rPr>
              <w:lastRenderedPageBreak/>
              <w:t xml:space="preserve">1 </w:t>
            </w:r>
            <w:r w:rsidR="00B85958" w:rsidRPr="00B85958">
              <w:rPr>
                <w:b/>
                <w:szCs w:val="20"/>
                <w:lang w:val="fr-FR"/>
              </w:rPr>
              <w:t>Quelle est ta fête préférée?</w:t>
            </w:r>
          </w:p>
          <w:p w14:paraId="7A2BEED2" w14:textId="244F4560" w:rsidR="00753418" w:rsidRPr="00753418" w:rsidRDefault="00753418" w:rsidP="00753418">
            <w:pPr>
              <w:pStyle w:val="Tabletext"/>
              <w:rPr>
                <w:szCs w:val="20"/>
              </w:rPr>
            </w:pPr>
            <w:r w:rsidRPr="00753418">
              <w:rPr>
                <w:szCs w:val="20"/>
              </w:rPr>
              <w:t xml:space="preserve">(pp. </w:t>
            </w:r>
            <w:r w:rsidR="00B85958">
              <w:rPr>
                <w:szCs w:val="20"/>
              </w:rPr>
              <w:t>34</w:t>
            </w:r>
            <w:r>
              <w:rPr>
                <w:szCs w:val="20"/>
              </w:rPr>
              <w:t>–</w:t>
            </w:r>
            <w:r w:rsidR="00B85958">
              <w:rPr>
                <w:szCs w:val="20"/>
              </w:rPr>
              <w:t>35</w:t>
            </w:r>
            <w:r w:rsidRPr="00753418">
              <w:rPr>
                <w:szCs w:val="20"/>
              </w:rPr>
              <w:t>)</w:t>
            </w:r>
          </w:p>
          <w:p w14:paraId="0275E7FA" w14:textId="77777777" w:rsidR="00753418" w:rsidRPr="00753418" w:rsidRDefault="00753418" w:rsidP="00753418">
            <w:pPr>
              <w:pStyle w:val="Tabletext"/>
              <w:rPr>
                <w:szCs w:val="20"/>
              </w:rPr>
            </w:pPr>
          </w:p>
          <w:p w14:paraId="4D6C95A7" w14:textId="77777777" w:rsidR="00B85958" w:rsidRPr="00B85958" w:rsidRDefault="00B85958" w:rsidP="00B85958">
            <w:pPr>
              <w:pStyle w:val="Tabletext"/>
              <w:rPr>
                <w:szCs w:val="20"/>
              </w:rPr>
            </w:pPr>
            <w:r w:rsidRPr="00B85958">
              <w:rPr>
                <w:szCs w:val="20"/>
              </w:rPr>
              <w:t>Describing festivals and special days</w:t>
            </w:r>
          </w:p>
          <w:p w14:paraId="59B60417" w14:textId="77777777" w:rsidR="00B85958" w:rsidRPr="00B85958" w:rsidRDefault="00B85958" w:rsidP="00B85958">
            <w:pPr>
              <w:pStyle w:val="Tabletext"/>
              <w:rPr>
                <w:szCs w:val="20"/>
              </w:rPr>
            </w:pPr>
          </w:p>
          <w:p w14:paraId="36C7D566" w14:textId="77777777" w:rsidR="00B85958" w:rsidRPr="00B85958" w:rsidRDefault="00B85958" w:rsidP="00B85958">
            <w:pPr>
              <w:pStyle w:val="Tabletext"/>
              <w:rPr>
                <w:szCs w:val="20"/>
              </w:rPr>
            </w:pPr>
            <w:r w:rsidRPr="00B85958">
              <w:rPr>
                <w:szCs w:val="20"/>
              </w:rPr>
              <w:t>Using the present tense of regular</w:t>
            </w:r>
          </w:p>
          <w:p w14:paraId="28B75AA8" w14:textId="61E59BA7" w:rsidR="00175268" w:rsidRPr="006740F7" w:rsidRDefault="008F2B5A" w:rsidP="00B85958">
            <w:pPr>
              <w:pStyle w:val="Tabletext"/>
              <w:spacing w:before="0"/>
              <w:rPr>
                <w:szCs w:val="20"/>
              </w:rPr>
            </w:pPr>
            <w:r>
              <w:rPr>
                <w:i/>
                <w:szCs w:val="20"/>
              </w:rPr>
              <w:t>–</w:t>
            </w:r>
            <w:r w:rsidR="00B85958" w:rsidRPr="00B85958">
              <w:rPr>
                <w:i/>
                <w:szCs w:val="20"/>
              </w:rPr>
              <w:t>ir</w:t>
            </w:r>
            <w:r w:rsidR="00B85958" w:rsidRPr="00B85958">
              <w:rPr>
                <w:szCs w:val="20"/>
              </w:rPr>
              <w:t xml:space="preserve"> and </w:t>
            </w:r>
            <w:r w:rsidR="00DC1AF1">
              <w:rPr>
                <w:i/>
                <w:szCs w:val="20"/>
              </w:rPr>
              <w:t>–</w:t>
            </w:r>
            <w:r w:rsidR="00B85958" w:rsidRPr="00B85958">
              <w:rPr>
                <w:i/>
                <w:szCs w:val="20"/>
              </w:rPr>
              <w:t>re</w:t>
            </w:r>
            <w:r w:rsidR="00B85958" w:rsidRPr="00B85958">
              <w:rPr>
                <w:szCs w:val="20"/>
              </w:rPr>
              <w:t xml:space="preserve"> verbs</w:t>
            </w:r>
          </w:p>
        </w:tc>
        <w:tc>
          <w:tcPr>
            <w:tcW w:w="2058" w:type="dxa"/>
          </w:tcPr>
          <w:p w14:paraId="0371B1B9" w14:textId="77777777" w:rsidR="00753418" w:rsidRPr="00753418" w:rsidRDefault="00753418" w:rsidP="00753418">
            <w:pPr>
              <w:pStyle w:val="Tabletext"/>
              <w:rPr>
                <w:b/>
                <w:szCs w:val="20"/>
              </w:rPr>
            </w:pPr>
            <w:r w:rsidRPr="00753418">
              <w:rPr>
                <w:b/>
                <w:szCs w:val="20"/>
              </w:rPr>
              <w:t>PoS</w:t>
            </w:r>
          </w:p>
          <w:p w14:paraId="6FE00E60" w14:textId="792347AD" w:rsidR="00B85958" w:rsidRPr="00B85958" w:rsidRDefault="00B85958" w:rsidP="00B85958">
            <w:pPr>
              <w:pStyle w:val="Tabletext"/>
              <w:rPr>
                <w:b/>
                <w:szCs w:val="20"/>
              </w:rPr>
            </w:pPr>
            <w:r w:rsidRPr="00B85958">
              <w:rPr>
                <w:b/>
                <w:szCs w:val="20"/>
              </w:rPr>
              <w:t>GV3 D</w:t>
            </w:r>
            <w:r w:rsidRPr="00B85958">
              <w:rPr>
                <w:szCs w:val="20"/>
              </w:rPr>
              <w:t>eveloping vocabulary</w:t>
            </w:r>
          </w:p>
          <w:p w14:paraId="01946F31" w14:textId="77777777" w:rsidR="00B85958" w:rsidRPr="00B85958" w:rsidRDefault="00B85958" w:rsidP="00B85958">
            <w:pPr>
              <w:pStyle w:val="Tabletext"/>
              <w:rPr>
                <w:b/>
                <w:szCs w:val="20"/>
              </w:rPr>
            </w:pPr>
          </w:p>
          <w:p w14:paraId="367A5716" w14:textId="77777777" w:rsidR="00B85958" w:rsidRPr="00B85958" w:rsidRDefault="00B85958" w:rsidP="00B85958">
            <w:pPr>
              <w:pStyle w:val="Tabletext"/>
              <w:rPr>
                <w:b/>
                <w:szCs w:val="20"/>
              </w:rPr>
            </w:pPr>
            <w:r w:rsidRPr="00B85958">
              <w:rPr>
                <w:b/>
                <w:szCs w:val="20"/>
              </w:rPr>
              <w:t xml:space="preserve">LC4 </w:t>
            </w:r>
            <w:r w:rsidRPr="00B85958">
              <w:rPr>
                <w:szCs w:val="20"/>
              </w:rPr>
              <w:t>Expressing ideas (speaking)</w:t>
            </w:r>
          </w:p>
          <w:p w14:paraId="0E6BA7E2" w14:textId="77777777" w:rsidR="00B85958" w:rsidRPr="00B85958" w:rsidRDefault="00B85958" w:rsidP="00B85958">
            <w:pPr>
              <w:pStyle w:val="Tabletext"/>
              <w:rPr>
                <w:b/>
                <w:szCs w:val="20"/>
              </w:rPr>
            </w:pPr>
          </w:p>
          <w:p w14:paraId="53145394" w14:textId="77777777" w:rsidR="00B85958" w:rsidRPr="00B85958" w:rsidRDefault="00B85958" w:rsidP="00B85958">
            <w:pPr>
              <w:pStyle w:val="Tabletext"/>
              <w:rPr>
                <w:b/>
                <w:szCs w:val="20"/>
              </w:rPr>
            </w:pPr>
            <w:r w:rsidRPr="00B85958">
              <w:rPr>
                <w:b/>
                <w:szCs w:val="20"/>
              </w:rPr>
              <w:t xml:space="preserve">LC5 </w:t>
            </w:r>
            <w:r w:rsidRPr="00B85958">
              <w:rPr>
                <w:szCs w:val="20"/>
              </w:rPr>
              <w:t>Accurate pronunciation and intonation</w:t>
            </w:r>
          </w:p>
          <w:p w14:paraId="4DD743BC" w14:textId="77777777" w:rsidR="00B85958" w:rsidRPr="00B85958" w:rsidRDefault="00B85958" w:rsidP="00B85958">
            <w:pPr>
              <w:pStyle w:val="Tabletext"/>
              <w:rPr>
                <w:b/>
                <w:szCs w:val="20"/>
              </w:rPr>
            </w:pPr>
          </w:p>
          <w:p w14:paraId="16B03260" w14:textId="5981A4B8" w:rsidR="00753418" w:rsidRDefault="00B85958" w:rsidP="00B85958">
            <w:pPr>
              <w:pStyle w:val="Tabletext"/>
              <w:rPr>
                <w:szCs w:val="20"/>
              </w:rPr>
            </w:pPr>
            <w:r w:rsidRPr="00B85958">
              <w:rPr>
                <w:b/>
                <w:szCs w:val="20"/>
              </w:rPr>
              <w:t xml:space="preserve">LC8 </w:t>
            </w:r>
            <w:r w:rsidRPr="00B85958">
              <w:rPr>
                <w:szCs w:val="20"/>
              </w:rPr>
              <w:t xml:space="preserve">Translation into French </w:t>
            </w:r>
          </w:p>
          <w:p w14:paraId="5D98FDD6" w14:textId="77777777" w:rsidR="00B85958" w:rsidRPr="00B85958" w:rsidRDefault="00B85958" w:rsidP="00B85958">
            <w:pPr>
              <w:pStyle w:val="Tabletext"/>
              <w:rPr>
                <w:szCs w:val="20"/>
              </w:rPr>
            </w:pPr>
          </w:p>
          <w:p w14:paraId="1934F4D2" w14:textId="46D7FAFE" w:rsidR="00175268" w:rsidRPr="00FF741B" w:rsidRDefault="00753418" w:rsidP="00753418">
            <w:pPr>
              <w:pStyle w:val="Tabletext"/>
              <w:rPr>
                <w:szCs w:val="20"/>
              </w:rPr>
            </w:pPr>
            <w:r w:rsidRPr="00753418">
              <w:rPr>
                <w:b/>
                <w:szCs w:val="20"/>
              </w:rPr>
              <w:t xml:space="preserve">PPS: </w:t>
            </w:r>
            <w:r w:rsidR="007D3C54">
              <w:rPr>
                <w:szCs w:val="20"/>
              </w:rPr>
              <w:t>3rd–5th Steps</w:t>
            </w:r>
          </w:p>
        </w:tc>
        <w:tc>
          <w:tcPr>
            <w:tcW w:w="3592" w:type="dxa"/>
          </w:tcPr>
          <w:p w14:paraId="131B8B92" w14:textId="77777777" w:rsidR="00B85958" w:rsidRPr="00B85958" w:rsidRDefault="00B85958" w:rsidP="00B85958">
            <w:pPr>
              <w:pStyle w:val="Tabletext"/>
              <w:rPr>
                <w:i/>
                <w:szCs w:val="20"/>
                <w:lang w:val="fr-FR"/>
              </w:rPr>
            </w:pPr>
            <w:r w:rsidRPr="00B85958">
              <w:rPr>
                <w:i/>
                <w:szCs w:val="20"/>
                <w:lang w:val="fr-FR"/>
              </w:rPr>
              <w:t>J’attends la fête de la musique avec impatience.</w:t>
            </w:r>
          </w:p>
          <w:p w14:paraId="22C60A9A" w14:textId="3AF433F0" w:rsidR="00B85958" w:rsidRPr="00B85958" w:rsidRDefault="006B7FAB" w:rsidP="00B85958">
            <w:pPr>
              <w:pStyle w:val="Tabletext"/>
              <w:rPr>
                <w:i/>
                <w:szCs w:val="20"/>
                <w:lang w:val="fr-FR"/>
              </w:rPr>
            </w:pPr>
            <w:r>
              <w:rPr>
                <w:i/>
                <w:szCs w:val="20"/>
                <w:lang w:val="fr-FR"/>
              </w:rPr>
              <w:t>P</w:t>
            </w:r>
            <w:r w:rsidRPr="00B85958">
              <w:rPr>
                <w:i/>
                <w:szCs w:val="20"/>
                <w:lang w:val="fr-FR"/>
              </w:rPr>
              <w:t>our le Carnaval</w:t>
            </w:r>
            <w:r>
              <w:rPr>
                <w:i/>
                <w:szCs w:val="20"/>
                <w:lang w:val="fr-FR"/>
              </w:rPr>
              <w:t>,</w:t>
            </w:r>
            <w:r w:rsidRPr="00B85958">
              <w:rPr>
                <w:i/>
                <w:szCs w:val="20"/>
                <w:lang w:val="fr-FR"/>
              </w:rPr>
              <w:t xml:space="preserve"> </w:t>
            </w:r>
            <w:r>
              <w:rPr>
                <w:i/>
                <w:szCs w:val="20"/>
                <w:lang w:val="fr-FR"/>
              </w:rPr>
              <w:t>j</w:t>
            </w:r>
            <w:r w:rsidR="00B85958" w:rsidRPr="00B85958">
              <w:rPr>
                <w:i/>
                <w:szCs w:val="20"/>
                <w:lang w:val="fr-FR"/>
              </w:rPr>
              <w:t>e rends visite à mes grands-parents.</w:t>
            </w:r>
          </w:p>
          <w:p w14:paraId="22917004" w14:textId="77777777" w:rsidR="00B85958" w:rsidRPr="00B85958" w:rsidRDefault="00B85958" w:rsidP="00B85958">
            <w:pPr>
              <w:pStyle w:val="Tabletext"/>
              <w:rPr>
                <w:i/>
                <w:szCs w:val="20"/>
                <w:lang w:val="fr-FR"/>
              </w:rPr>
            </w:pPr>
            <w:r w:rsidRPr="00B85958">
              <w:rPr>
                <w:i/>
                <w:szCs w:val="20"/>
                <w:lang w:val="fr-FR"/>
              </w:rPr>
              <w:t>Je finis mes devoirs le matin.</w:t>
            </w:r>
          </w:p>
          <w:p w14:paraId="40831A87" w14:textId="53C65F1E" w:rsidR="00B85958" w:rsidRPr="00B85958" w:rsidRDefault="00B85958" w:rsidP="00B85958">
            <w:pPr>
              <w:pStyle w:val="Tabletext"/>
              <w:rPr>
                <w:i/>
                <w:szCs w:val="20"/>
                <w:lang w:val="fr-FR"/>
              </w:rPr>
            </w:pPr>
            <w:r w:rsidRPr="00B85958">
              <w:rPr>
                <w:i/>
                <w:szCs w:val="20"/>
                <w:lang w:val="fr-FR"/>
              </w:rPr>
              <w:t xml:space="preserve">Je porte des vêtements rouges et </w:t>
            </w:r>
            <w:r w:rsidR="00A37C5A">
              <w:rPr>
                <w:i/>
                <w:szCs w:val="20"/>
                <w:lang w:val="fr-FR"/>
              </w:rPr>
              <w:br/>
            </w:r>
            <w:r w:rsidRPr="00B85958">
              <w:rPr>
                <w:i/>
                <w:szCs w:val="20"/>
                <w:lang w:val="fr-FR"/>
              </w:rPr>
              <w:t>un masque.</w:t>
            </w:r>
          </w:p>
          <w:p w14:paraId="009D750E" w14:textId="77777777" w:rsidR="00B85958" w:rsidRPr="00B85958" w:rsidRDefault="00B85958" w:rsidP="00B85958">
            <w:pPr>
              <w:pStyle w:val="Tabletext"/>
              <w:rPr>
                <w:i/>
                <w:szCs w:val="20"/>
                <w:lang w:val="fr-FR"/>
              </w:rPr>
            </w:pPr>
            <w:r w:rsidRPr="00B85958">
              <w:rPr>
                <w:i/>
                <w:szCs w:val="20"/>
                <w:lang w:val="fr-FR"/>
              </w:rPr>
              <w:t>Je retrouve mes copains en ville.</w:t>
            </w:r>
          </w:p>
          <w:p w14:paraId="33A03C8E" w14:textId="77777777" w:rsidR="00B85958" w:rsidRPr="00B85958" w:rsidRDefault="00B85958" w:rsidP="00B85958">
            <w:pPr>
              <w:pStyle w:val="Tabletext"/>
              <w:rPr>
                <w:i/>
                <w:szCs w:val="20"/>
                <w:lang w:val="fr-FR"/>
              </w:rPr>
            </w:pPr>
            <w:r w:rsidRPr="00B85958">
              <w:rPr>
                <w:i/>
                <w:szCs w:val="20"/>
                <w:lang w:val="fr-FR"/>
              </w:rPr>
              <w:t>Je choisis des vêtements cool.</w:t>
            </w:r>
          </w:p>
          <w:p w14:paraId="253FDC58" w14:textId="77777777" w:rsidR="00B85958" w:rsidRPr="00B85958" w:rsidRDefault="00B85958" w:rsidP="00B85958">
            <w:pPr>
              <w:pStyle w:val="Tabletext"/>
              <w:rPr>
                <w:i/>
                <w:szCs w:val="20"/>
                <w:lang w:val="fr-FR"/>
              </w:rPr>
            </w:pPr>
            <w:r w:rsidRPr="00B85958">
              <w:rPr>
                <w:i/>
                <w:szCs w:val="20"/>
                <w:lang w:val="fr-FR"/>
              </w:rPr>
              <w:t>J’entends la musique dans la rue.</w:t>
            </w:r>
          </w:p>
          <w:p w14:paraId="1DF4E942" w14:textId="77777777" w:rsidR="00B85958" w:rsidRPr="00B85958" w:rsidRDefault="00B85958" w:rsidP="009A42D4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B85958">
              <w:rPr>
                <w:i/>
                <w:szCs w:val="20"/>
                <w:lang w:val="fr-FR"/>
              </w:rPr>
              <w:t>Je regarde la parade en ville.</w:t>
            </w:r>
          </w:p>
          <w:p w14:paraId="57A55D88" w14:textId="77777777" w:rsidR="00B85958" w:rsidRPr="00B85958" w:rsidRDefault="00B85958" w:rsidP="009B3DB5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7E0216B6" w14:textId="77777777" w:rsidR="00B85958" w:rsidRPr="00B85958" w:rsidRDefault="00B85958" w:rsidP="009A42D4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B85958">
              <w:rPr>
                <w:i/>
                <w:szCs w:val="20"/>
                <w:lang w:val="fr-FR"/>
              </w:rPr>
              <w:t>Qu’est-ce qu’il y a sur la photo?</w:t>
            </w:r>
          </w:p>
          <w:p w14:paraId="312E46A5" w14:textId="77777777" w:rsidR="00B85958" w:rsidRPr="00B85958" w:rsidRDefault="00B85958" w:rsidP="00B85958">
            <w:pPr>
              <w:pStyle w:val="Tabletext"/>
              <w:rPr>
                <w:i/>
                <w:szCs w:val="20"/>
                <w:lang w:val="fr-FR"/>
              </w:rPr>
            </w:pPr>
            <w:r w:rsidRPr="00B85958">
              <w:rPr>
                <w:i/>
                <w:szCs w:val="20"/>
                <w:lang w:val="fr-FR"/>
              </w:rPr>
              <w:t>Qu’est-ce qu’ils/elles portent?</w:t>
            </w:r>
          </w:p>
          <w:p w14:paraId="5758EB9A" w14:textId="77777777" w:rsidR="00B85958" w:rsidRPr="00B85958" w:rsidRDefault="00B85958" w:rsidP="009A42D4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B85958">
              <w:rPr>
                <w:i/>
                <w:szCs w:val="20"/>
                <w:lang w:val="fr-FR"/>
              </w:rPr>
              <w:t>Quelle est ta fête préférée et pourquoi?</w:t>
            </w:r>
          </w:p>
          <w:p w14:paraId="09534D9D" w14:textId="77777777" w:rsidR="00B85958" w:rsidRPr="00B85958" w:rsidRDefault="00B85958" w:rsidP="009B3DB5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5BD52B44" w14:textId="77777777" w:rsidR="00B85958" w:rsidRPr="00B85958" w:rsidRDefault="00B85958" w:rsidP="009A42D4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B85958">
              <w:rPr>
                <w:i/>
                <w:szCs w:val="20"/>
                <w:lang w:val="fr-FR"/>
              </w:rPr>
              <w:t>Sur la photo / À gauche / À droite / Au centre, il y a …</w:t>
            </w:r>
          </w:p>
          <w:p w14:paraId="3A6B98FE" w14:textId="3E2DA517" w:rsidR="0030716B" w:rsidRDefault="00B85958" w:rsidP="00B85958">
            <w:pPr>
              <w:pStyle w:val="Tabletext"/>
              <w:rPr>
                <w:i/>
                <w:szCs w:val="20"/>
                <w:lang w:val="fr-FR"/>
              </w:rPr>
            </w:pPr>
            <w:r w:rsidRPr="00B85958">
              <w:rPr>
                <w:i/>
                <w:szCs w:val="20"/>
                <w:lang w:val="fr-FR"/>
              </w:rPr>
              <w:t>une parade / des spectateurs</w:t>
            </w:r>
            <w:r w:rsidR="00BC23E7">
              <w:rPr>
                <w:i/>
                <w:szCs w:val="20"/>
                <w:lang w:val="fr-FR"/>
              </w:rPr>
              <w:t>.</w:t>
            </w:r>
          </w:p>
          <w:p w14:paraId="285AD3B8" w14:textId="7823461C" w:rsidR="00AC1329" w:rsidRDefault="00B85958" w:rsidP="00B85958">
            <w:pPr>
              <w:pStyle w:val="Tabletext"/>
              <w:rPr>
                <w:i/>
                <w:szCs w:val="20"/>
                <w:lang w:val="fr-FR"/>
              </w:rPr>
            </w:pPr>
            <w:r w:rsidRPr="00B85958">
              <w:rPr>
                <w:i/>
                <w:szCs w:val="20"/>
                <w:lang w:val="fr-FR"/>
              </w:rPr>
              <w:t>un groupe de gens / filles</w:t>
            </w:r>
            <w:r w:rsidR="00A30C9C">
              <w:rPr>
                <w:i/>
                <w:szCs w:val="20"/>
                <w:lang w:val="fr-FR"/>
              </w:rPr>
              <w:t xml:space="preserve"> </w:t>
            </w:r>
            <w:r w:rsidRPr="00B85958">
              <w:rPr>
                <w:i/>
                <w:szCs w:val="20"/>
                <w:lang w:val="fr-FR"/>
              </w:rPr>
              <w:t>/</w:t>
            </w:r>
            <w:r w:rsidR="00A30C9C">
              <w:rPr>
                <w:i/>
                <w:szCs w:val="20"/>
                <w:lang w:val="fr-FR"/>
              </w:rPr>
              <w:t xml:space="preserve"> </w:t>
            </w:r>
            <w:r w:rsidRPr="00B85958">
              <w:rPr>
                <w:i/>
                <w:szCs w:val="20"/>
                <w:lang w:val="fr-FR"/>
              </w:rPr>
              <w:t>garçons / musiciens</w:t>
            </w:r>
            <w:r w:rsidR="00AC1329">
              <w:rPr>
                <w:i/>
                <w:szCs w:val="20"/>
                <w:lang w:val="fr-FR"/>
              </w:rPr>
              <w:t>.</w:t>
            </w:r>
          </w:p>
          <w:p w14:paraId="1BE9C87D" w14:textId="4A75F3A6" w:rsidR="00B85958" w:rsidRPr="00B85958" w:rsidRDefault="00AC1329" w:rsidP="00B85958">
            <w:pPr>
              <w:pStyle w:val="Tabletext"/>
              <w:rPr>
                <w:i/>
                <w:szCs w:val="20"/>
                <w:lang w:val="fr-FR"/>
              </w:rPr>
            </w:pPr>
            <w:r>
              <w:rPr>
                <w:i/>
                <w:szCs w:val="20"/>
                <w:lang w:val="fr-FR"/>
              </w:rPr>
              <w:t>un groupe</w:t>
            </w:r>
            <w:r w:rsidR="00B85958" w:rsidRPr="00B85958">
              <w:rPr>
                <w:i/>
                <w:szCs w:val="20"/>
                <w:lang w:val="fr-FR"/>
              </w:rPr>
              <w:t xml:space="preserve"> d’enfants.</w:t>
            </w:r>
          </w:p>
          <w:p w14:paraId="72BD35C1" w14:textId="2A10F8AE" w:rsidR="00B85958" w:rsidRPr="00B85958" w:rsidRDefault="00B85958" w:rsidP="00B85958">
            <w:pPr>
              <w:pStyle w:val="Tabletext"/>
              <w:rPr>
                <w:i/>
                <w:szCs w:val="20"/>
                <w:lang w:val="fr-FR"/>
              </w:rPr>
            </w:pPr>
            <w:r w:rsidRPr="00B85958">
              <w:rPr>
                <w:i/>
                <w:szCs w:val="20"/>
                <w:lang w:val="fr-FR"/>
              </w:rPr>
              <w:t>Ils/</w:t>
            </w:r>
            <w:r w:rsidR="00A451E7">
              <w:rPr>
                <w:i/>
                <w:szCs w:val="20"/>
                <w:lang w:val="fr-FR"/>
              </w:rPr>
              <w:t>E</w:t>
            </w:r>
            <w:r w:rsidRPr="00B85958">
              <w:rPr>
                <w:i/>
                <w:szCs w:val="20"/>
                <w:lang w:val="fr-FR"/>
              </w:rPr>
              <w:t>lles sont …</w:t>
            </w:r>
          </w:p>
          <w:p w14:paraId="5FC41EDA" w14:textId="77777777" w:rsidR="00B85958" w:rsidRPr="00B85958" w:rsidRDefault="00B85958" w:rsidP="00B85958">
            <w:pPr>
              <w:pStyle w:val="Tabletext"/>
              <w:rPr>
                <w:i/>
                <w:szCs w:val="20"/>
                <w:lang w:val="fr-FR"/>
              </w:rPr>
            </w:pPr>
            <w:r w:rsidRPr="00B85958">
              <w:rPr>
                <w:i/>
                <w:szCs w:val="20"/>
                <w:lang w:val="fr-FR"/>
              </w:rPr>
              <w:t>dans la rue / en ville.</w:t>
            </w:r>
          </w:p>
          <w:p w14:paraId="01E08736" w14:textId="6820E8BA" w:rsidR="00B85958" w:rsidRPr="00B85958" w:rsidRDefault="00B85958" w:rsidP="00B85958">
            <w:pPr>
              <w:pStyle w:val="Tabletext"/>
              <w:rPr>
                <w:i/>
                <w:szCs w:val="20"/>
                <w:lang w:val="fr-FR"/>
              </w:rPr>
            </w:pPr>
            <w:r w:rsidRPr="00B85958">
              <w:rPr>
                <w:i/>
                <w:szCs w:val="20"/>
                <w:lang w:val="fr-FR"/>
              </w:rPr>
              <w:t>Ils/</w:t>
            </w:r>
            <w:r w:rsidR="009C2B75">
              <w:rPr>
                <w:i/>
                <w:szCs w:val="20"/>
                <w:lang w:val="fr-FR"/>
              </w:rPr>
              <w:t>E</w:t>
            </w:r>
            <w:r w:rsidRPr="00B85958">
              <w:rPr>
                <w:i/>
                <w:szCs w:val="20"/>
                <w:lang w:val="fr-FR"/>
              </w:rPr>
              <w:t xml:space="preserve">lles … </w:t>
            </w:r>
          </w:p>
          <w:p w14:paraId="1DAFD951" w14:textId="7C458971" w:rsidR="00B85958" w:rsidRPr="00B85958" w:rsidRDefault="00B85958" w:rsidP="00B85958">
            <w:pPr>
              <w:pStyle w:val="Tabletext"/>
              <w:rPr>
                <w:i/>
                <w:szCs w:val="20"/>
                <w:lang w:val="fr-FR"/>
              </w:rPr>
            </w:pPr>
            <w:r w:rsidRPr="00B85958">
              <w:rPr>
                <w:i/>
                <w:szCs w:val="20"/>
                <w:lang w:val="fr-FR"/>
              </w:rPr>
              <w:t>marchent / dansent / jouent d’un instrument.</w:t>
            </w:r>
          </w:p>
          <w:p w14:paraId="7E30C2D4" w14:textId="518D0647" w:rsidR="00B85958" w:rsidRPr="00B85958" w:rsidRDefault="00B85958" w:rsidP="00B85958">
            <w:pPr>
              <w:pStyle w:val="Tabletext"/>
              <w:rPr>
                <w:i/>
                <w:szCs w:val="20"/>
                <w:lang w:val="fr-FR"/>
              </w:rPr>
            </w:pPr>
            <w:r w:rsidRPr="00B85958">
              <w:rPr>
                <w:i/>
                <w:szCs w:val="20"/>
                <w:lang w:val="fr-FR"/>
              </w:rPr>
              <w:t>Ils/</w:t>
            </w:r>
            <w:r w:rsidR="00C07946">
              <w:rPr>
                <w:i/>
                <w:szCs w:val="20"/>
                <w:lang w:val="fr-FR"/>
              </w:rPr>
              <w:t>E</w:t>
            </w:r>
            <w:r w:rsidRPr="00B85958">
              <w:rPr>
                <w:i/>
                <w:szCs w:val="20"/>
                <w:lang w:val="fr-FR"/>
              </w:rPr>
              <w:t xml:space="preserve">lles portent des vêtements … </w:t>
            </w:r>
          </w:p>
          <w:p w14:paraId="2FAF3E05" w14:textId="2A36C269" w:rsidR="00B85958" w:rsidRPr="00B85958" w:rsidRDefault="00B85958" w:rsidP="00B85958">
            <w:pPr>
              <w:pStyle w:val="Tabletext"/>
              <w:rPr>
                <w:i/>
                <w:szCs w:val="20"/>
                <w:lang w:val="fr-FR"/>
              </w:rPr>
            </w:pPr>
            <w:r w:rsidRPr="00B85958">
              <w:rPr>
                <w:i/>
                <w:szCs w:val="20"/>
                <w:lang w:val="fr-FR"/>
              </w:rPr>
              <w:t>traditionnels / colorés / bizarres / incroyables</w:t>
            </w:r>
          </w:p>
          <w:p w14:paraId="70EB1B28" w14:textId="77777777" w:rsidR="00B85958" w:rsidRPr="00B85958" w:rsidRDefault="00B85958" w:rsidP="00B85958">
            <w:pPr>
              <w:pStyle w:val="Tabletext"/>
              <w:rPr>
                <w:i/>
                <w:szCs w:val="20"/>
                <w:lang w:val="fr-FR"/>
              </w:rPr>
            </w:pPr>
            <w:r w:rsidRPr="00B85958">
              <w:rPr>
                <w:i/>
                <w:szCs w:val="20"/>
                <w:lang w:val="fr-FR"/>
              </w:rPr>
              <w:t>blancs / bleus / noirs / …</w:t>
            </w:r>
          </w:p>
          <w:p w14:paraId="067DC977" w14:textId="11CD1036" w:rsidR="00B85958" w:rsidRPr="00B85958" w:rsidRDefault="00B85958" w:rsidP="00B85958">
            <w:pPr>
              <w:pStyle w:val="Tabletext"/>
              <w:rPr>
                <w:i/>
                <w:szCs w:val="20"/>
                <w:lang w:val="fr-FR"/>
              </w:rPr>
            </w:pPr>
            <w:r w:rsidRPr="00B85958">
              <w:rPr>
                <w:i/>
                <w:szCs w:val="20"/>
                <w:lang w:val="fr-FR"/>
              </w:rPr>
              <w:t>Ils/</w:t>
            </w:r>
            <w:r w:rsidR="00C07946">
              <w:rPr>
                <w:i/>
                <w:szCs w:val="20"/>
                <w:lang w:val="fr-FR"/>
              </w:rPr>
              <w:t>E</w:t>
            </w:r>
            <w:r w:rsidRPr="00B85958">
              <w:rPr>
                <w:i/>
                <w:szCs w:val="20"/>
                <w:lang w:val="fr-FR"/>
              </w:rPr>
              <w:t>lles portent des drapeaux.</w:t>
            </w:r>
          </w:p>
          <w:p w14:paraId="22A69E7E" w14:textId="77777777" w:rsidR="00B85958" w:rsidRPr="00B85958" w:rsidRDefault="00B85958" w:rsidP="00B85958">
            <w:pPr>
              <w:pStyle w:val="Tabletext"/>
              <w:rPr>
                <w:i/>
                <w:szCs w:val="20"/>
                <w:lang w:val="fr-FR"/>
              </w:rPr>
            </w:pPr>
            <w:r w:rsidRPr="00B85958">
              <w:rPr>
                <w:i/>
                <w:szCs w:val="20"/>
                <w:lang w:val="fr-FR"/>
              </w:rPr>
              <w:t xml:space="preserve">Je préfère … </w:t>
            </w:r>
          </w:p>
          <w:p w14:paraId="4D1895A1" w14:textId="77777777" w:rsidR="00CF7EAD" w:rsidRDefault="00B85958" w:rsidP="009A42D4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B85958">
              <w:rPr>
                <w:i/>
                <w:szCs w:val="20"/>
                <w:lang w:val="fr-FR"/>
              </w:rPr>
              <w:t>Noël / Halloween / mon anniversaire parce que …</w:t>
            </w:r>
          </w:p>
          <w:p w14:paraId="1D1DB0C8" w14:textId="41E0187F" w:rsidR="00B85958" w:rsidRPr="00753418" w:rsidRDefault="00B85958" w:rsidP="00B85958">
            <w:pPr>
              <w:pStyle w:val="Tabletext"/>
              <w:rPr>
                <w:szCs w:val="20"/>
                <w:lang w:val="fr-FR"/>
              </w:rPr>
            </w:pPr>
          </w:p>
        </w:tc>
        <w:tc>
          <w:tcPr>
            <w:tcW w:w="2114" w:type="dxa"/>
          </w:tcPr>
          <w:p w14:paraId="04A80FFA" w14:textId="7DBA0B7F" w:rsidR="00B85958" w:rsidRPr="00B85958" w:rsidRDefault="007E6B38" w:rsidP="00B85958">
            <w:pPr>
              <w:pStyle w:val="Tabletext"/>
            </w:pPr>
            <w:r w:rsidRPr="007E6B38">
              <w:rPr>
                <w:b/>
              </w:rPr>
              <w:t>G:</w:t>
            </w:r>
            <w:r w:rsidR="00B85958" w:rsidRPr="00B85958">
              <w:t xml:space="preserve"> The present tense of regular </w:t>
            </w:r>
            <w:r w:rsidR="008F2B5A">
              <w:t>–</w:t>
            </w:r>
            <w:r w:rsidR="00B85958" w:rsidRPr="00B85958">
              <w:rPr>
                <w:i/>
              </w:rPr>
              <w:t xml:space="preserve">ir </w:t>
            </w:r>
            <w:r w:rsidR="00B85958" w:rsidRPr="00B85958">
              <w:t xml:space="preserve">and </w:t>
            </w:r>
            <w:r w:rsidR="008F2B5A">
              <w:t>–</w:t>
            </w:r>
            <w:r w:rsidR="00B85958" w:rsidRPr="00B85958">
              <w:rPr>
                <w:i/>
              </w:rPr>
              <w:t>re</w:t>
            </w:r>
            <w:r w:rsidR="00B85958" w:rsidRPr="00B85958">
              <w:t xml:space="preserve"> verbs</w:t>
            </w:r>
          </w:p>
          <w:p w14:paraId="3E799A3A" w14:textId="77777777" w:rsidR="00B85958" w:rsidRPr="00B85958" w:rsidRDefault="00B85958" w:rsidP="00B85958">
            <w:pPr>
              <w:pStyle w:val="Tabletextbullets"/>
              <w:numPr>
                <w:ilvl w:val="0"/>
                <w:numId w:val="0"/>
              </w:numPr>
              <w:ind w:left="340" w:hanging="340"/>
              <w:rPr>
                <w:szCs w:val="20"/>
              </w:rPr>
            </w:pPr>
          </w:p>
          <w:p w14:paraId="1713A2A7" w14:textId="5A1E71F4" w:rsidR="00753418" w:rsidRPr="00753418" w:rsidRDefault="00B85958" w:rsidP="00B85958">
            <w:pPr>
              <w:pStyle w:val="Tabletext"/>
            </w:pPr>
            <w:r w:rsidRPr="00B85958">
              <w:t>Pronunciation: silent verb endings (</w:t>
            </w:r>
            <w:r w:rsidRPr="00FA5B9D">
              <w:rPr>
                <w:i/>
              </w:rPr>
              <w:t>s</w:t>
            </w:r>
            <w:r w:rsidRPr="00B85958">
              <w:t xml:space="preserve">, </w:t>
            </w:r>
            <w:r w:rsidRPr="00FA5B9D">
              <w:rPr>
                <w:i/>
              </w:rPr>
              <w:t>ent</w:t>
            </w:r>
            <w:r w:rsidRPr="00B85958">
              <w:t xml:space="preserve">, </w:t>
            </w:r>
            <w:r w:rsidRPr="00FA5B9D">
              <w:rPr>
                <w:i/>
              </w:rPr>
              <w:t>t</w:t>
            </w:r>
            <w:r w:rsidRPr="00B85958">
              <w:t>)</w:t>
            </w:r>
          </w:p>
        </w:tc>
      </w:tr>
      <w:tr w:rsidR="00753418" w:rsidRPr="00FF741B" w14:paraId="00ABF8CA" w14:textId="77777777" w:rsidTr="006A341F">
        <w:trPr>
          <w:cantSplit/>
          <w:trHeight w:val="1214"/>
        </w:trPr>
        <w:tc>
          <w:tcPr>
            <w:tcW w:w="1858" w:type="dxa"/>
          </w:tcPr>
          <w:p w14:paraId="6B26C0F3" w14:textId="3F78F231" w:rsidR="00F11B95" w:rsidRPr="00A50EC3" w:rsidRDefault="00F11B95" w:rsidP="00F11B95">
            <w:pPr>
              <w:pStyle w:val="Tabletext"/>
              <w:rPr>
                <w:b/>
                <w:szCs w:val="20"/>
              </w:rPr>
            </w:pPr>
            <w:r w:rsidRPr="00A50EC3">
              <w:rPr>
                <w:b/>
                <w:szCs w:val="20"/>
              </w:rPr>
              <w:lastRenderedPageBreak/>
              <w:t xml:space="preserve">2 </w:t>
            </w:r>
            <w:r w:rsidR="00A50EC3" w:rsidRPr="00A50EC3">
              <w:rPr>
                <w:b/>
                <w:szCs w:val="20"/>
              </w:rPr>
              <w:t>Et avec ça?</w:t>
            </w:r>
          </w:p>
          <w:p w14:paraId="48C5149A" w14:textId="42F7B465" w:rsidR="00F11B95" w:rsidRPr="00F11B95" w:rsidRDefault="00F11B95" w:rsidP="00F11B95">
            <w:pPr>
              <w:pStyle w:val="Tabletext"/>
              <w:rPr>
                <w:szCs w:val="20"/>
              </w:rPr>
            </w:pPr>
            <w:r w:rsidRPr="00F11B95">
              <w:rPr>
                <w:szCs w:val="20"/>
              </w:rPr>
              <w:t xml:space="preserve">(pp. </w:t>
            </w:r>
            <w:r w:rsidR="00A50EC3">
              <w:rPr>
                <w:szCs w:val="20"/>
              </w:rPr>
              <w:t>36</w:t>
            </w:r>
            <w:r w:rsidRPr="00F11B95">
              <w:rPr>
                <w:szCs w:val="20"/>
              </w:rPr>
              <w:t>–3</w:t>
            </w:r>
            <w:r w:rsidR="00A50EC3">
              <w:rPr>
                <w:szCs w:val="20"/>
              </w:rPr>
              <w:t>7</w:t>
            </w:r>
            <w:r w:rsidRPr="00F11B95">
              <w:rPr>
                <w:szCs w:val="20"/>
              </w:rPr>
              <w:t>)</w:t>
            </w:r>
          </w:p>
          <w:p w14:paraId="4BB42831" w14:textId="77777777" w:rsidR="00F11B95" w:rsidRPr="00F11B95" w:rsidRDefault="00F11B95" w:rsidP="00F11B95">
            <w:pPr>
              <w:pStyle w:val="Tabletext"/>
              <w:rPr>
                <w:szCs w:val="20"/>
              </w:rPr>
            </w:pPr>
          </w:p>
          <w:p w14:paraId="00989261" w14:textId="77777777" w:rsidR="00A50EC3" w:rsidRPr="00A50EC3" w:rsidRDefault="00A50EC3" w:rsidP="00A50EC3">
            <w:pPr>
              <w:pStyle w:val="Tabletext"/>
              <w:rPr>
                <w:szCs w:val="20"/>
              </w:rPr>
            </w:pPr>
            <w:r w:rsidRPr="00A50EC3">
              <w:rPr>
                <w:szCs w:val="20"/>
              </w:rPr>
              <w:t>Buying food at a market</w:t>
            </w:r>
          </w:p>
          <w:p w14:paraId="7834498F" w14:textId="77777777" w:rsidR="00A50EC3" w:rsidRPr="00A50EC3" w:rsidRDefault="00A50EC3" w:rsidP="00A50EC3">
            <w:pPr>
              <w:pStyle w:val="Tabletext"/>
              <w:rPr>
                <w:szCs w:val="20"/>
              </w:rPr>
            </w:pPr>
          </w:p>
          <w:p w14:paraId="159AD6DA" w14:textId="08F6E73E" w:rsidR="00753418" w:rsidRPr="00FF741B" w:rsidRDefault="00A50EC3" w:rsidP="00A50EC3">
            <w:pPr>
              <w:pStyle w:val="Tabletext"/>
              <w:rPr>
                <w:b/>
                <w:szCs w:val="20"/>
              </w:rPr>
            </w:pPr>
            <w:r w:rsidRPr="00A50EC3">
              <w:rPr>
                <w:szCs w:val="20"/>
              </w:rPr>
              <w:t>Using transactional language</w:t>
            </w:r>
          </w:p>
        </w:tc>
        <w:tc>
          <w:tcPr>
            <w:tcW w:w="2058" w:type="dxa"/>
          </w:tcPr>
          <w:p w14:paraId="6E368B3B" w14:textId="77777777" w:rsidR="00F11B95" w:rsidRPr="00F11B95" w:rsidRDefault="00F11B95" w:rsidP="00F11B95">
            <w:pPr>
              <w:pStyle w:val="Tabletext"/>
              <w:rPr>
                <w:b/>
                <w:szCs w:val="20"/>
              </w:rPr>
            </w:pPr>
            <w:r w:rsidRPr="00F11B95">
              <w:rPr>
                <w:b/>
                <w:szCs w:val="20"/>
              </w:rPr>
              <w:t>PoS</w:t>
            </w:r>
          </w:p>
          <w:p w14:paraId="1ED7089B" w14:textId="77777777" w:rsidR="00A50EC3" w:rsidRPr="00A50EC3" w:rsidRDefault="00A50EC3" w:rsidP="00A50EC3">
            <w:pPr>
              <w:pStyle w:val="Tabletext"/>
              <w:rPr>
                <w:b/>
                <w:szCs w:val="20"/>
              </w:rPr>
            </w:pPr>
            <w:r w:rsidRPr="00A50EC3">
              <w:rPr>
                <w:b/>
                <w:szCs w:val="20"/>
              </w:rPr>
              <w:t xml:space="preserve">GV3 </w:t>
            </w:r>
            <w:r w:rsidRPr="00A50EC3">
              <w:rPr>
                <w:szCs w:val="20"/>
              </w:rPr>
              <w:t>Developing vocabulary</w:t>
            </w:r>
          </w:p>
          <w:p w14:paraId="3A71E0CD" w14:textId="77777777" w:rsidR="00A50EC3" w:rsidRPr="00A50EC3" w:rsidRDefault="00A50EC3" w:rsidP="00A50EC3">
            <w:pPr>
              <w:pStyle w:val="Tabletext"/>
              <w:rPr>
                <w:b/>
                <w:szCs w:val="20"/>
              </w:rPr>
            </w:pPr>
          </w:p>
          <w:p w14:paraId="3DC9DEAE" w14:textId="77777777" w:rsidR="00A50EC3" w:rsidRPr="00A50EC3" w:rsidRDefault="00A50EC3" w:rsidP="00A50EC3">
            <w:pPr>
              <w:pStyle w:val="Tabletext"/>
              <w:rPr>
                <w:b/>
                <w:szCs w:val="20"/>
              </w:rPr>
            </w:pPr>
            <w:r w:rsidRPr="00A50EC3">
              <w:rPr>
                <w:b/>
                <w:szCs w:val="20"/>
              </w:rPr>
              <w:t xml:space="preserve">LC1 </w:t>
            </w:r>
            <w:r w:rsidRPr="00A50EC3">
              <w:rPr>
                <w:szCs w:val="20"/>
              </w:rPr>
              <w:t>Listening and responding</w:t>
            </w:r>
          </w:p>
          <w:p w14:paraId="04709A9F" w14:textId="77777777" w:rsidR="00A50EC3" w:rsidRPr="00A50EC3" w:rsidRDefault="00A50EC3" w:rsidP="00A50EC3">
            <w:pPr>
              <w:pStyle w:val="Tabletext"/>
              <w:rPr>
                <w:b/>
                <w:szCs w:val="20"/>
              </w:rPr>
            </w:pPr>
          </w:p>
          <w:p w14:paraId="6EE87E54" w14:textId="77777777" w:rsidR="00A50EC3" w:rsidRPr="00A50EC3" w:rsidRDefault="00A50EC3" w:rsidP="00A50EC3">
            <w:pPr>
              <w:pStyle w:val="Tabletext"/>
              <w:rPr>
                <w:b/>
                <w:szCs w:val="20"/>
              </w:rPr>
            </w:pPr>
            <w:r w:rsidRPr="00A50EC3">
              <w:rPr>
                <w:b/>
                <w:szCs w:val="20"/>
              </w:rPr>
              <w:t xml:space="preserve">LC3 </w:t>
            </w:r>
            <w:r w:rsidRPr="00A50EC3">
              <w:rPr>
                <w:szCs w:val="20"/>
              </w:rPr>
              <w:t>Conversation (dealing with the unexpected) / (using modes of address)</w:t>
            </w:r>
          </w:p>
          <w:p w14:paraId="68436209" w14:textId="77777777" w:rsidR="00A50EC3" w:rsidRPr="00A50EC3" w:rsidRDefault="00A50EC3" w:rsidP="00A50EC3">
            <w:pPr>
              <w:pStyle w:val="Tabletext"/>
              <w:rPr>
                <w:b/>
                <w:szCs w:val="20"/>
              </w:rPr>
            </w:pPr>
          </w:p>
          <w:p w14:paraId="2391DA55" w14:textId="49014F52" w:rsidR="00F11B95" w:rsidRDefault="00A50EC3" w:rsidP="00A50EC3">
            <w:pPr>
              <w:pStyle w:val="Tabletext"/>
              <w:rPr>
                <w:szCs w:val="20"/>
              </w:rPr>
            </w:pPr>
            <w:r w:rsidRPr="00A50EC3">
              <w:rPr>
                <w:b/>
                <w:szCs w:val="20"/>
              </w:rPr>
              <w:t xml:space="preserve">LC8 </w:t>
            </w:r>
            <w:r w:rsidRPr="00A50EC3">
              <w:rPr>
                <w:szCs w:val="20"/>
              </w:rPr>
              <w:t>Translation into French</w:t>
            </w:r>
          </w:p>
          <w:p w14:paraId="524CDD85" w14:textId="77777777" w:rsidR="00A50EC3" w:rsidRPr="00F11B95" w:rsidRDefault="00A50EC3" w:rsidP="00A50EC3">
            <w:pPr>
              <w:pStyle w:val="Tabletext"/>
              <w:rPr>
                <w:b/>
                <w:szCs w:val="20"/>
              </w:rPr>
            </w:pPr>
          </w:p>
          <w:p w14:paraId="70312D9A" w14:textId="5FB35E21" w:rsidR="00753418" w:rsidRPr="00175268" w:rsidRDefault="00F11B95" w:rsidP="00F11B95">
            <w:pPr>
              <w:pStyle w:val="Tabletext"/>
              <w:rPr>
                <w:b/>
                <w:szCs w:val="20"/>
              </w:rPr>
            </w:pPr>
            <w:r w:rsidRPr="00F11B95">
              <w:rPr>
                <w:b/>
                <w:szCs w:val="20"/>
              </w:rPr>
              <w:t xml:space="preserve">PPS: </w:t>
            </w:r>
            <w:r w:rsidR="00FB7CD7">
              <w:rPr>
                <w:szCs w:val="20"/>
              </w:rPr>
              <w:t>2nd–5th Steps</w:t>
            </w:r>
          </w:p>
        </w:tc>
        <w:tc>
          <w:tcPr>
            <w:tcW w:w="3592" w:type="dxa"/>
          </w:tcPr>
          <w:p w14:paraId="58DC58B6" w14:textId="6EF9A08C" w:rsidR="00A50EC3" w:rsidRPr="00A50EC3" w:rsidRDefault="00A50EC3" w:rsidP="009A42D4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A50EC3">
              <w:rPr>
                <w:i/>
                <w:szCs w:val="20"/>
                <w:lang w:val="fr-FR"/>
              </w:rPr>
              <w:t>Je suis allé(e) au marché et j’ai acheté</w:t>
            </w:r>
            <w:r w:rsidR="00E83F0E">
              <w:rPr>
                <w:i/>
                <w:szCs w:val="20"/>
                <w:lang w:val="fr-FR"/>
              </w:rPr>
              <w:t xml:space="preserve"> …</w:t>
            </w:r>
          </w:p>
          <w:p w14:paraId="18442825" w14:textId="77777777" w:rsidR="00A50EC3" w:rsidRPr="00A50EC3" w:rsidRDefault="00A50EC3" w:rsidP="00FB0081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09C4C7BF" w14:textId="2DC1DD9F" w:rsidR="00A50EC3" w:rsidRPr="00A50EC3" w:rsidRDefault="00A50EC3" w:rsidP="009A42D4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  <w:r w:rsidRPr="00A50EC3">
              <w:rPr>
                <w:i/>
                <w:szCs w:val="20"/>
                <w:lang w:val="fr-FR"/>
              </w:rPr>
              <w:t xml:space="preserve">un melon / un chou-fleur / </w:t>
            </w:r>
            <w:r w:rsidR="00A30C9C">
              <w:rPr>
                <w:i/>
                <w:szCs w:val="20"/>
                <w:lang w:val="fr-FR"/>
              </w:rPr>
              <w:br/>
            </w:r>
            <w:r w:rsidRPr="00A50EC3">
              <w:rPr>
                <w:i/>
                <w:szCs w:val="20"/>
                <w:lang w:val="fr-FR"/>
              </w:rPr>
              <w:t xml:space="preserve">des oignons / des artichauts / </w:t>
            </w:r>
            <w:r w:rsidR="00A30C9C">
              <w:rPr>
                <w:i/>
                <w:szCs w:val="20"/>
                <w:lang w:val="fr-FR"/>
              </w:rPr>
              <w:br/>
            </w:r>
            <w:r w:rsidRPr="00A50EC3">
              <w:rPr>
                <w:i/>
                <w:szCs w:val="20"/>
                <w:lang w:val="fr-FR"/>
              </w:rPr>
              <w:t xml:space="preserve">des tomates / des bananes / </w:t>
            </w:r>
            <w:r w:rsidR="00A30C9C">
              <w:rPr>
                <w:i/>
                <w:szCs w:val="20"/>
                <w:lang w:val="fr-FR"/>
              </w:rPr>
              <w:br/>
            </w:r>
            <w:r w:rsidRPr="00A50EC3">
              <w:rPr>
                <w:i/>
                <w:szCs w:val="20"/>
                <w:lang w:val="fr-FR"/>
              </w:rPr>
              <w:t xml:space="preserve">des pommes / des citrons / </w:t>
            </w:r>
            <w:r w:rsidR="00A30C9C">
              <w:rPr>
                <w:i/>
                <w:szCs w:val="20"/>
                <w:lang w:val="fr-FR"/>
              </w:rPr>
              <w:br/>
            </w:r>
            <w:r w:rsidRPr="00A50EC3">
              <w:rPr>
                <w:i/>
                <w:szCs w:val="20"/>
                <w:lang w:val="fr-FR"/>
              </w:rPr>
              <w:t xml:space="preserve">des pommes de terre / des haricots verts / des olives / des œufs / </w:t>
            </w:r>
            <w:r w:rsidR="00A30C9C">
              <w:rPr>
                <w:i/>
                <w:szCs w:val="20"/>
                <w:lang w:val="fr-FR"/>
              </w:rPr>
              <w:br/>
            </w:r>
            <w:r w:rsidRPr="00A50EC3">
              <w:rPr>
                <w:i/>
                <w:szCs w:val="20"/>
                <w:lang w:val="fr-FR"/>
              </w:rPr>
              <w:t>le poisson / le fromage / le jambon / la salade</w:t>
            </w:r>
          </w:p>
          <w:p w14:paraId="5D2F959E" w14:textId="77777777" w:rsidR="00A50EC3" w:rsidRPr="00A50EC3" w:rsidRDefault="00A50EC3" w:rsidP="00FB0081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058BC730" w14:textId="5D0D751D" w:rsidR="00A50EC3" w:rsidRPr="00A50EC3" w:rsidRDefault="00A50EC3" w:rsidP="009A42D4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  <w:r w:rsidRPr="00A50EC3">
              <w:rPr>
                <w:i/>
                <w:szCs w:val="20"/>
                <w:lang w:val="fr-FR"/>
              </w:rPr>
              <w:t xml:space="preserve">200 grammes de … / un demi-kilo </w:t>
            </w:r>
            <w:r w:rsidR="00A30C9C">
              <w:rPr>
                <w:i/>
                <w:szCs w:val="20"/>
                <w:lang w:val="fr-FR"/>
              </w:rPr>
              <w:br/>
            </w:r>
            <w:r w:rsidRPr="00A50EC3">
              <w:rPr>
                <w:i/>
                <w:szCs w:val="20"/>
                <w:lang w:val="fr-FR"/>
              </w:rPr>
              <w:t>de ... / un kilo de … / une tranche</w:t>
            </w:r>
            <w:r w:rsidR="009D5641">
              <w:rPr>
                <w:i/>
                <w:szCs w:val="20"/>
                <w:lang w:val="fr-FR"/>
              </w:rPr>
              <w:t xml:space="preserve"> </w:t>
            </w:r>
            <w:r w:rsidR="00A30C9C">
              <w:rPr>
                <w:i/>
                <w:szCs w:val="20"/>
                <w:lang w:val="fr-FR"/>
              </w:rPr>
              <w:br/>
            </w:r>
            <w:r w:rsidRPr="00A50EC3">
              <w:rPr>
                <w:i/>
                <w:szCs w:val="20"/>
                <w:lang w:val="fr-FR"/>
              </w:rPr>
              <w:t xml:space="preserve">de … / un morceau de … </w:t>
            </w:r>
          </w:p>
          <w:p w14:paraId="5E65286B" w14:textId="77777777" w:rsidR="00A50EC3" w:rsidRPr="00A50EC3" w:rsidRDefault="00A50EC3" w:rsidP="00FB0081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69CC829C" w14:textId="77777777" w:rsidR="00A50EC3" w:rsidRPr="00A50EC3" w:rsidRDefault="00A50EC3" w:rsidP="009A42D4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A50EC3">
              <w:rPr>
                <w:i/>
                <w:szCs w:val="20"/>
                <w:lang w:val="fr-FR"/>
              </w:rPr>
              <w:t>Vous désirez?</w:t>
            </w:r>
          </w:p>
          <w:p w14:paraId="65BB9088" w14:textId="201EAFBC" w:rsidR="00A50EC3" w:rsidRPr="00A50EC3" w:rsidRDefault="00A50EC3" w:rsidP="00A50EC3">
            <w:pPr>
              <w:pStyle w:val="Tabletext"/>
              <w:rPr>
                <w:i/>
                <w:szCs w:val="20"/>
                <w:lang w:val="fr-FR"/>
              </w:rPr>
            </w:pPr>
            <w:r w:rsidRPr="00A50EC3">
              <w:rPr>
                <w:i/>
                <w:szCs w:val="20"/>
                <w:lang w:val="fr-FR"/>
              </w:rPr>
              <w:t xml:space="preserve">Je voudrais un kilo de tomates, </w:t>
            </w:r>
            <w:r w:rsidR="00775A30">
              <w:rPr>
                <w:i/>
                <w:szCs w:val="20"/>
                <w:lang w:val="fr-FR"/>
              </w:rPr>
              <w:br/>
            </w:r>
            <w:r w:rsidRPr="00A50EC3">
              <w:rPr>
                <w:i/>
                <w:szCs w:val="20"/>
                <w:lang w:val="fr-FR"/>
              </w:rPr>
              <w:t>s’il vous plaît.</w:t>
            </w:r>
          </w:p>
          <w:p w14:paraId="67A4A6E4" w14:textId="77777777" w:rsidR="00A50EC3" w:rsidRPr="00A50EC3" w:rsidRDefault="00A50EC3" w:rsidP="00A50EC3">
            <w:pPr>
              <w:pStyle w:val="Tabletext"/>
              <w:rPr>
                <w:i/>
                <w:szCs w:val="20"/>
                <w:lang w:val="fr-FR"/>
              </w:rPr>
            </w:pPr>
            <w:r w:rsidRPr="00A50EC3">
              <w:rPr>
                <w:i/>
                <w:szCs w:val="20"/>
                <w:lang w:val="fr-FR"/>
              </w:rPr>
              <w:t>Et avec ça?</w:t>
            </w:r>
          </w:p>
          <w:p w14:paraId="32A371D7" w14:textId="5448759E" w:rsidR="00A50EC3" w:rsidRPr="00A50EC3" w:rsidRDefault="00A50EC3" w:rsidP="00A50EC3">
            <w:pPr>
              <w:pStyle w:val="Tabletext"/>
              <w:rPr>
                <w:i/>
                <w:szCs w:val="20"/>
                <w:lang w:val="fr-FR"/>
              </w:rPr>
            </w:pPr>
            <w:r w:rsidRPr="00A50EC3">
              <w:rPr>
                <w:i/>
                <w:szCs w:val="20"/>
                <w:lang w:val="fr-FR"/>
              </w:rPr>
              <w:t xml:space="preserve">Je voudrais quatre artichauts, </w:t>
            </w:r>
            <w:r w:rsidR="00775A30">
              <w:rPr>
                <w:i/>
                <w:szCs w:val="20"/>
                <w:lang w:val="fr-FR"/>
              </w:rPr>
              <w:br/>
            </w:r>
            <w:r w:rsidRPr="00A50EC3">
              <w:rPr>
                <w:i/>
                <w:szCs w:val="20"/>
                <w:lang w:val="fr-FR"/>
              </w:rPr>
              <w:t>s’il vous plaît.</w:t>
            </w:r>
          </w:p>
          <w:p w14:paraId="435305FE" w14:textId="77777777" w:rsidR="00A50EC3" w:rsidRPr="00A50EC3" w:rsidRDefault="00A50EC3" w:rsidP="00A50EC3">
            <w:pPr>
              <w:pStyle w:val="Tabletext"/>
              <w:rPr>
                <w:i/>
                <w:szCs w:val="20"/>
                <w:lang w:val="fr-FR"/>
              </w:rPr>
            </w:pPr>
            <w:r w:rsidRPr="00A50EC3">
              <w:rPr>
                <w:i/>
                <w:szCs w:val="20"/>
                <w:lang w:val="fr-FR"/>
              </w:rPr>
              <w:t>C’est tout?</w:t>
            </w:r>
          </w:p>
          <w:p w14:paraId="6319C6A6" w14:textId="77777777" w:rsidR="00A50EC3" w:rsidRPr="00A50EC3" w:rsidRDefault="00A50EC3" w:rsidP="00A50EC3">
            <w:pPr>
              <w:pStyle w:val="Tabletext"/>
              <w:rPr>
                <w:i/>
                <w:szCs w:val="20"/>
                <w:lang w:val="fr-FR"/>
              </w:rPr>
            </w:pPr>
            <w:r w:rsidRPr="00A50EC3">
              <w:rPr>
                <w:i/>
                <w:szCs w:val="20"/>
                <w:lang w:val="fr-FR"/>
              </w:rPr>
              <w:t>C’est tout, merci. Ça fait combien?</w:t>
            </w:r>
          </w:p>
          <w:p w14:paraId="6EE6C54A" w14:textId="2623556D" w:rsidR="00A50EC3" w:rsidRPr="00A50EC3" w:rsidRDefault="00A50EC3" w:rsidP="00A50EC3">
            <w:pPr>
              <w:pStyle w:val="Tabletext"/>
              <w:rPr>
                <w:i/>
                <w:szCs w:val="20"/>
                <w:lang w:val="fr-FR"/>
              </w:rPr>
            </w:pPr>
            <w:r w:rsidRPr="00A50EC3">
              <w:rPr>
                <w:i/>
                <w:szCs w:val="20"/>
                <w:lang w:val="fr-FR"/>
              </w:rPr>
              <w:t>Ça fait 10</w:t>
            </w:r>
            <w:r w:rsidR="00F117DB">
              <w:rPr>
                <w:i/>
                <w:szCs w:val="20"/>
                <w:lang w:val="fr-FR"/>
              </w:rPr>
              <w:t>,15</w:t>
            </w:r>
            <w:r w:rsidRPr="00A50EC3">
              <w:rPr>
                <w:i/>
                <w:szCs w:val="20"/>
                <w:lang w:val="fr-FR"/>
              </w:rPr>
              <w:t>€, s’il vous plaît.</w:t>
            </w:r>
          </w:p>
          <w:p w14:paraId="262B92CF" w14:textId="77777777" w:rsidR="00A50EC3" w:rsidRPr="00A50EC3" w:rsidRDefault="00A50EC3" w:rsidP="00A50EC3">
            <w:pPr>
              <w:pStyle w:val="Tabletext"/>
              <w:rPr>
                <w:i/>
                <w:szCs w:val="20"/>
                <w:lang w:val="fr-FR"/>
              </w:rPr>
            </w:pPr>
            <w:r w:rsidRPr="00A50EC3">
              <w:rPr>
                <w:i/>
                <w:szCs w:val="20"/>
                <w:lang w:val="fr-FR"/>
              </w:rPr>
              <w:t>Voilà.</w:t>
            </w:r>
          </w:p>
          <w:p w14:paraId="70ABCA77" w14:textId="77777777" w:rsidR="00A50EC3" w:rsidRPr="00A50EC3" w:rsidRDefault="00A50EC3" w:rsidP="00A50EC3">
            <w:pPr>
              <w:pStyle w:val="Tabletext"/>
              <w:rPr>
                <w:i/>
                <w:szCs w:val="20"/>
                <w:lang w:val="fr-FR"/>
              </w:rPr>
            </w:pPr>
            <w:r w:rsidRPr="00A50EC3">
              <w:rPr>
                <w:i/>
                <w:szCs w:val="20"/>
                <w:lang w:val="fr-FR"/>
              </w:rPr>
              <w:t>Merci, bonne journée.</w:t>
            </w:r>
          </w:p>
          <w:p w14:paraId="213C85CF" w14:textId="73C8113F" w:rsidR="00CF7EAD" w:rsidRDefault="00A50EC3" w:rsidP="00A50EC3">
            <w:pPr>
              <w:pStyle w:val="Tabletext"/>
              <w:rPr>
                <w:i/>
                <w:szCs w:val="20"/>
                <w:lang w:val="fr-FR"/>
              </w:rPr>
            </w:pPr>
            <w:r w:rsidRPr="00A50EC3">
              <w:rPr>
                <w:i/>
                <w:szCs w:val="20"/>
                <w:lang w:val="fr-FR"/>
              </w:rPr>
              <w:t>Au revoir, monsieur</w:t>
            </w:r>
            <w:r w:rsidR="00775A30">
              <w:rPr>
                <w:i/>
                <w:szCs w:val="20"/>
                <w:lang w:val="fr-FR"/>
              </w:rPr>
              <w:t xml:space="preserve"> </w:t>
            </w:r>
            <w:r w:rsidRPr="00A50EC3">
              <w:rPr>
                <w:i/>
                <w:szCs w:val="20"/>
                <w:lang w:val="fr-FR"/>
              </w:rPr>
              <w:t>/</w:t>
            </w:r>
            <w:r w:rsidR="00775A30">
              <w:rPr>
                <w:i/>
                <w:szCs w:val="20"/>
                <w:lang w:val="fr-FR"/>
              </w:rPr>
              <w:t xml:space="preserve"> </w:t>
            </w:r>
            <w:r w:rsidRPr="00A50EC3">
              <w:rPr>
                <w:i/>
                <w:szCs w:val="20"/>
                <w:lang w:val="fr-FR"/>
              </w:rPr>
              <w:t>madame.</w:t>
            </w:r>
          </w:p>
          <w:p w14:paraId="29AF66EE" w14:textId="0818247D" w:rsidR="00A50EC3" w:rsidRPr="00F11B95" w:rsidRDefault="00A50EC3" w:rsidP="00A50EC3">
            <w:pPr>
              <w:pStyle w:val="Tabletext"/>
              <w:rPr>
                <w:i/>
                <w:szCs w:val="20"/>
                <w:lang w:val="fr-FR"/>
              </w:rPr>
            </w:pPr>
          </w:p>
        </w:tc>
        <w:tc>
          <w:tcPr>
            <w:tcW w:w="2114" w:type="dxa"/>
          </w:tcPr>
          <w:p w14:paraId="5FE94E78" w14:textId="77777777" w:rsidR="00A50EC3" w:rsidRPr="00A50EC3" w:rsidRDefault="00A50EC3" w:rsidP="00A50EC3">
            <w:pPr>
              <w:rPr>
                <w:lang w:val="fr-FR"/>
              </w:rPr>
            </w:pPr>
            <w:r w:rsidRPr="00A50EC3">
              <w:rPr>
                <w:lang w:val="fr-FR"/>
              </w:rPr>
              <w:t>Pronunciation: cognates</w:t>
            </w:r>
          </w:p>
          <w:p w14:paraId="14743A1F" w14:textId="77777777" w:rsidR="00A50EC3" w:rsidRPr="00A50EC3" w:rsidRDefault="00A50EC3" w:rsidP="00A50EC3">
            <w:pPr>
              <w:rPr>
                <w:lang w:val="fr-FR"/>
              </w:rPr>
            </w:pPr>
          </w:p>
          <w:p w14:paraId="49E679A6" w14:textId="687FBD9A" w:rsidR="00A50EC3" w:rsidRPr="00A50EC3" w:rsidRDefault="007E6B38" w:rsidP="00A50EC3">
            <w:pPr>
              <w:rPr>
                <w:lang w:val="fr-FR"/>
              </w:rPr>
            </w:pPr>
            <w:r w:rsidRPr="007E6B38">
              <w:rPr>
                <w:b/>
                <w:lang w:val="fr-FR"/>
              </w:rPr>
              <w:t>G:</w:t>
            </w:r>
            <w:r w:rsidR="00A50EC3" w:rsidRPr="00A50EC3">
              <w:rPr>
                <w:lang w:val="fr-FR"/>
              </w:rPr>
              <w:t xml:space="preserve"> </w:t>
            </w:r>
            <w:r w:rsidR="00A50EC3" w:rsidRPr="00A50EC3">
              <w:rPr>
                <w:i/>
                <w:lang w:val="fr-FR"/>
              </w:rPr>
              <w:t>de</w:t>
            </w:r>
            <w:r w:rsidR="00A50EC3" w:rsidRPr="00A50EC3">
              <w:rPr>
                <w:lang w:val="fr-FR"/>
              </w:rPr>
              <w:t xml:space="preserve"> after quantities</w:t>
            </w:r>
          </w:p>
          <w:p w14:paraId="29D5AC99" w14:textId="77777777" w:rsidR="00A50EC3" w:rsidRPr="00A50EC3" w:rsidRDefault="00A50EC3" w:rsidP="00A50EC3">
            <w:pPr>
              <w:rPr>
                <w:lang w:val="fr-FR"/>
              </w:rPr>
            </w:pPr>
          </w:p>
          <w:p w14:paraId="054B3484" w14:textId="77777777" w:rsidR="00A50EC3" w:rsidRDefault="00A50EC3" w:rsidP="00A50EC3">
            <w:r>
              <w:t>Register (being polite)</w:t>
            </w:r>
          </w:p>
          <w:p w14:paraId="312A51A5" w14:textId="77777777" w:rsidR="00A50EC3" w:rsidRDefault="00A50EC3" w:rsidP="00A50EC3"/>
          <w:p w14:paraId="490C8736" w14:textId="2F67A176" w:rsidR="00753418" w:rsidRPr="00753418" w:rsidRDefault="007E6B38" w:rsidP="00A50EC3">
            <w:r w:rsidRPr="007E6B38">
              <w:rPr>
                <w:b/>
              </w:rPr>
              <w:t>G:</w:t>
            </w:r>
            <w:r w:rsidR="00A50EC3">
              <w:t xml:space="preserve"> Present tense of </w:t>
            </w:r>
            <w:r w:rsidR="00A50EC3" w:rsidRPr="00A50EC3">
              <w:rPr>
                <w:i/>
              </w:rPr>
              <w:t>vouloir</w:t>
            </w:r>
          </w:p>
        </w:tc>
      </w:tr>
      <w:tr w:rsidR="00753418" w:rsidRPr="00DD3FE4" w14:paraId="249D4269" w14:textId="77777777" w:rsidTr="006A341F">
        <w:trPr>
          <w:cantSplit/>
          <w:trHeight w:val="510"/>
        </w:trPr>
        <w:tc>
          <w:tcPr>
            <w:tcW w:w="1858" w:type="dxa"/>
          </w:tcPr>
          <w:p w14:paraId="383A381F" w14:textId="2A165064" w:rsidR="00853F30" w:rsidRPr="00D26F73" w:rsidRDefault="00853F30" w:rsidP="00853F30">
            <w:pPr>
              <w:pStyle w:val="Tabletext"/>
              <w:rPr>
                <w:b/>
                <w:szCs w:val="20"/>
              </w:rPr>
            </w:pPr>
            <w:bookmarkStart w:id="1" w:name="_Hlk532375864"/>
            <w:r w:rsidRPr="00D26F73">
              <w:rPr>
                <w:b/>
                <w:szCs w:val="20"/>
              </w:rPr>
              <w:lastRenderedPageBreak/>
              <w:t xml:space="preserve">3 </w:t>
            </w:r>
            <w:r w:rsidR="00D26F73" w:rsidRPr="00D26F73">
              <w:rPr>
                <w:b/>
                <w:szCs w:val="20"/>
              </w:rPr>
              <w:t>Miam</w:t>
            </w:r>
            <w:r w:rsidR="007536FD">
              <w:rPr>
                <w:b/>
                <w:szCs w:val="20"/>
              </w:rPr>
              <w:t>-miam</w:t>
            </w:r>
            <w:r w:rsidR="00D26F73" w:rsidRPr="00D26F73">
              <w:rPr>
                <w:b/>
                <w:szCs w:val="20"/>
              </w:rPr>
              <w:t>, c’est bon!</w:t>
            </w:r>
            <w:bookmarkEnd w:id="1"/>
          </w:p>
          <w:p w14:paraId="45F77122" w14:textId="77777777" w:rsidR="00D26F73" w:rsidRPr="00923CF4" w:rsidRDefault="00D26F73" w:rsidP="00D26F73">
            <w:pPr>
              <w:pStyle w:val="Tabletext"/>
              <w:rPr>
                <w:szCs w:val="20"/>
                <w:u w:val="single"/>
              </w:rPr>
            </w:pPr>
            <w:r w:rsidRPr="00923CF4">
              <w:rPr>
                <w:szCs w:val="20"/>
                <w:u w:val="single"/>
              </w:rPr>
              <w:t>Listening and Reading Skills</w:t>
            </w:r>
          </w:p>
          <w:p w14:paraId="2C87C69E" w14:textId="372B5959" w:rsidR="00853F30" w:rsidRPr="00853F30" w:rsidRDefault="00D26F73" w:rsidP="00D26F73">
            <w:pPr>
              <w:pStyle w:val="Tabletext"/>
              <w:rPr>
                <w:szCs w:val="20"/>
              </w:rPr>
            </w:pPr>
            <w:r w:rsidRPr="00853F30">
              <w:rPr>
                <w:szCs w:val="20"/>
              </w:rPr>
              <w:t xml:space="preserve"> </w:t>
            </w:r>
            <w:r w:rsidR="00853F30" w:rsidRPr="00853F30">
              <w:rPr>
                <w:szCs w:val="20"/>
              </w:rPr>
              <w:t xml:space="preserve">(pp. </w:t>
            </w:r>
            <w:r>
              <w:rPr>
                <w:szCs w:val="20"/>
              </w:rPr>
              <w:t>38</w:t>
            </w:r>
            <w:r w:rsidR="00853F30" w:rsidRPr="00853F30">
              <w:rPr>
                <w:szCs w:val="20"/>
              </w:rPr>
              <w:t>–</w:t>
            </w:r>
            <w:r>
              <w:rPr>
                <w:szCs w:val="20"/>
              </w:rPr>
              <w:t>39</w:t>
            </w:r>
            <w:r w:rsidR="00853F30" w:rsidRPr="00853F30">
              <w:rPr>
                <w:szCs w:val="20"/>
              </w:rPr>
              <w:t>)</w:t>
            </w:r>
          </w:p>
          <w:p w14:paraId="6FDB6E91" w14:textId="77777777" w:rsidR="00853F30" w:rsidRPr="00853F30" w:rsidRDefault="00853F30" w:rsidP="00853F30">
            <w:pPr>
              <w:pStyle w:val="Tabletext"/>
              <w:rPr>
                <w:szCs w:val="20"/>
              </w:rPr>
            </w:pPr>
          </w:p>
          <w:p w14:paraId="312DD766" w14:textId="77777777" w:rsidR="00D26F73" w:rsidRPr="00D26F73" w:rsidRDefault="00D26F73" w:rsidP="00D26F73">
            <w:pPr>
              <w:pStyle w:val="Tabletext"/>
              <w:rPr>
                <w:szCs w:val="20"/>
              </w:rPr>
            </w:pPr>
            <w:r w:rsidRPr="00D26F73">
              <w:rPr>
                <w:szCs w:val="20"/>
              </w:rPr>
              <w:t>Using prediction to help with challenging listening passages</w:t>
            </w:r>
          </w:p>
          <w:p w14:paraId="46AD34C1" w14:textId="77777777" w:rsidR="00D26F73" w:rsidRPr="00D26F73" w:rsidRDefault="00D26F73" w:rsidP="00D26F73">
            <w:pPr>
              <w:pStyle w:val="Tabletext"/>
              <w:rPr>
                <w:szCs w:val="20"/>
              </w:rPr>
            </w:pPr>
          </w:p>
          <w:p w14:paraId="2899609D" w14:textId="7DCD9BA3" w:rsidR="00753418" w:rsidRDefault="00D26F73" w:rsidP="00D26F73">
            <w:pPr>
              <w:pStyle w:val="Tabletext"/>
              <w:rPr>
                <w:b/>
                <w:szCs w:val="20"/>
              </w:rPr>
            </w:pPr>
            <w:r w:rsidRPr="00D26F73">
              <w:rPr>
                <w:szCs w:val="20"/>
              </w:rPr>
              <w:t>Giving answers in French for a reading task</w:t>
            </w:r>
          </w:p>
        </w:tc>
        <w:tc>
          <w:tcPr>
            <w:tcW w:w="2058" w:type="dxa"/>
          </w:tcPr>
          <w:p w14:paraId="6BC06CEC" w14:textId="77777777" w:rsidR="00DD3FE4" w:rsidRPr="00DD3FE4" w:rsidRDefault="00DD3FE4" w:rsidP="00DD3FE4">
            <w:pPr>
              <w:pStyle w:val="Tabletext"/>
              <w:rPr>
                <w:b/>
                <w:szCs w:val="20"/>
              </w:rPr>
            </w:pPr>
            <w:r w:rsidRPr="00DD3FE4">
              <w:rPr>
                <w:b/>
                <w:szCs w:val="20"/>
              </w:rPr>
              <w:t>PoS</w:t>
            </w:r>
          </w:p>
          <w:p w14:paraId="27BC1E69" w14:textId="77777777" w:rsidR="00D26F73" w:rsidRPr="00D26F73" w:rsidRDefault="00DD3FE4" w:rsidP="00D26F73">
            <w:pPr>
              <w:pStyle w:val="Tabletext"/>
              <w:rPr>
                <w:szCs w:val="20"/>
              </w:rPr>
            </w:pPr>
            <w:r w:rsidRPr="00DD3FE4">
              <w:rPr>
                <w:b/>
                <w:szCs w:val="20"/>
              </w:rPr>
              <w:t>GV</w:t>
            </w:r>
            <w:r w:rsidR="00D26F73">
              <w:rPr>
                <w:b/>
                <w:szCs w:val="20"/>
              </w:rPr>
              <w:t>3</w:t>
            </w:r>
            <w:r w:rsidRPr="00DD3FE4">
              <w:rPr>
                <w:b/>
                <w:szCs w:val="20"/>
              </w:rPr>
              <w:t xml:space="preserve"> </w:t>
            </w:r>
            <w:r w:rsidR="00D26F73" w:rsidRPr="00D26F73">
              <w:rPr>
                <w:szCs w:val="20"/>
              </w:rPr>
              <w:t>Opinions and discussions</w:t>
            </w:r>
          </w:p>
          <w:p w14:paraId="76E7734A" w14:textId="77777777" w:rsidR="00D26F73" w:rsidRPr="00D26F73" w:rsidRDefault="00D26F73" w:rsidP="00D26F73">
            <w:pPr>
              <w:pStyle w:val="Tabletext"/>
              <w:rPr>
                <w:szCs w:val="20"/>
              </w:rPr>
            </w:pPr>
          </w:p>
          <w:p w14:paraId="283ED339" w14:textId="77777777" w:rsidR="00D26F73" w:rsidRPr="00D26F73" w:rsidRDefault="00D26F73" w:rsidP="00D26F73">
            <w:pPr>
              <w:pStyle w:val="Tabletext"/>
              <w:rPr>
                <w:szCs w:val="20"/>
              </w:rPr>
            </w:pPr>
            <w:r w:rsidRPr="00D26F73">
              <w:rPr>
                <w:b/>
                <w:szCs w:val="20"/>
              </w:rPr>
              <w:t>LC1</w:t>
            </w:r>
            <w:r w:rsidRPr="00D26F73">
              <w:rPr>
                <w:szCs w:val="20"/>
              </w:rPr>
              <w:t xml:space="preserve"> Listening and responding</w:t>
            </w:r>
          </w:p>
          <w:p w14:paraId="0D39F692" w14:textId="77777777" w:rsidR="00D26F73" w:rsidRPr="00D26F73" w:rsidRDefault="00D26F73" w:rsidP="00D26F73">
            <w:pPr>
              <w:pStyle w:val="Tabletext"/>
              <w:rPr>
                <w:szCs w:val="20"/>
              </w:rPr>
            </w:pPr>
          </w:p>
          <w:p w14:paraId="05DB5CF9" w14:textId="03B4EFBF" w:rsidR="00DD3FE4" w:rsidRPr="00DD3FE4" w:rsidRDefault="00D26F73" w:rsidP="00D26F73">
            <w:pPr>
              <w:pStyle w:val="Tabletext"/>
              <w:rPr>
                <w:b/>
                <w:szCs w:val="20"/>
              </w:rPr>
            </w:pPr>
            <w:r w:rsidRPr="00D26F73">
              <w:rPr>
                <w:b/>
                <w:szCs w:val="20"/>
              </w:rPr>
              <w:t>LC6</w:t>
            </w:r>
            <w:r w:rsidRPr="00D26F73">
              <w:rPr>
                <w:szCs w:val="20"/>
              </w:rPr>
              <w:t xml:space="preserve"> Reading comprehension / Translation into English</w:t>
            </w:r>
          </w:p>
          <w:p w14:paraId="4B8A7314" w14:textId="77777777" w:rsidR="00DD3FE4" w:rsidRPr="00DD3FE4" w:rsidRDefault="00DD3FE4" w:rsidP="00DD3FE4">
            <w:pPr>
              <w:pStyle w:val="Tabletext"/>
              <w:rPr>
                <w:b/>
                <w:szCs w:val="20"/>
              </w:rPr>
            </w:pPr>
          </w:p>
          <w:p w14:paraId="1F1C41C7" w14:textId="5E1779B4" w:rsidR="00753418" w:rsidRPr="00175268" w:rsidRDefault="00DD3FE4" w:rsidP="00DD3FE4">
            <w:pPr>
              <w:pStyle w:val="Tabletext"/>
              <w:rPr>
                <w:b/>
                <w:szCs w:val="20"/>
              </w:rPr>
            </w:pPr>
            <w:r w:rsidRPr="00DD3FE4">
              <w:rPr>
                <w:b/>
                <w:szCs w:val="20"/>
              </w:rPr>
              <w:t xml:space="preserve">PPS: </w:t>
            </w:r>
            <w:r w:rsidR="00CD685A">
              <w:rPr>
                <w:szCs w:val="20"/>
              </w:rPr>
              <w:t>3rd–6th Steps</w:t>
            </w:r>
          </w:p>
        </w:tc>
        <w:tc>
          <w:tcPr>
            <w:tcW w:w="3592" w:type="dxa"/>
          </w:tcPr>
          <w:p w14:paraId="1AA54803" w14:textId="4695911F" w:rsidR="00D26F73" w:rsidRPr="00D26F73" w:rsidRDefault="00D26F73" w:rsidP="009A42D4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D26F73">
              <w:rPr>
                <w:i/>
                <w:szCs w:val="20"/>
                <w:lang w:val="fr-FR"/>
              </w:rPr>
              <w:t xml:space="preserve">Dans (une salade niçoise), il y a </w:t>
            </w:r>
            <w:r w:rsidR="006A34DA">
              <w:rPr>
                <w:i/>
                <w:szCs w:val="20"/>
                <w:lang w:val="fr-FR"/>
              </w:rPr>
              <w:br/>
            </w:r>
            <w:r w:rsidRPr="00D26F73">
              <w:rPr>
                <w:i/>
                <w:szCs w:val="20"/>
                <w:lang w:val="fr-FR"/>
              </w:rPr>
              <w:t xml:space="preserve">(du thon, de la salade, des œufs, </w:t>
            </w:r>
            <w:r w:rsidR="006E2C72">
              <w:rPr>
                <w:i/>
                <w:szCs w:val="20"/>
                <w:lang w:val="fr-FR"/>
              </w:rPr>
              <w:br/>
            </w:r>
            <w:r w:rsidRPr="00D26F73">
              <w:rPr>
                <w:i/>
                <w:szCs w:val="20"/>
                <w:lang w:val="fr-FR"/>
              </w:rPr>
              <w:t>des olives, des tomates et des pommes de terre).</w:t>
            </w:r>
          </w:p>
          <w:p w14:paraId="51C867BE" w14:textId="77777777" w:rsidR="00D26F73" w:rsidRPr="00D26F73" w:rsidRDefault="00D26F73" w:rsidP="00FB0081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1040B6E6" w14:textId="77777777" w:rsidR="00D26F73" w:rsidRPr="00D26F73" w:rsidRDefault="00D26F73" w:rsidP="009A42D4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D26F73">
              <w:rPr>
                <w:i/>
                <w:szCs w:val="20"/>
                <w:lang w:val="fr-FR"/>
              </w:rPr>
              <w:t xml:space="preserve">C’est … </w:t>
            </w:r>
          </w:p>
          <w:p w14:paraId="1DB544FD" w14:textId="77777777" w:rsidR="00D26F73" w:rsidRPr="00D26F73" w:rsidRDefault="00D26F73" w:rsidP="00D26F73">
            <w:pPr>
              <w:pStyle w:val="Tabletext"/>
              <w:rPr>
                <w:i/>
                <w:szCs w:val="20"/>
                <w:lang w:val="fr-FR"/>
              </w:rPr>
            </w:pPr>
            <w:r w:rsidRPr="00D26F73">
              <w:rPr>
                <w:i/>
                <w:szCs w:val="20"/>
                <w:lang w:val="fr-FR"/>
              </w:rPr>
              <w:t xml:space="preserve">un plat typique / une spécialité … </w:t>
            </w:r>
          </w:p>
          <w:p w14:paraId="529FCAE9" w14:textId="5D3DA657" w:rsidR="00B573FF" w:rsidRDefault="00D26F73" w:rsidP="009A42D4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D26F73">
              <w:rPr>
                <w:i/>
                <w:szCs w:val="20"/>
                <w:lang w:val="fr-FR"/>
              </w:rPr>
              <w:t>du nord</w:t>
            </w:r>
            <w:r w:rsidR="00B573FF">
              <w:rPr>
                <w:i/>
                <w:szCs w:val="20"/>
                <w:lang w:val="fr-FR"/>
              </w:rPr>
              <w:t xml:space="preserve"> </w:t>
            </w:r>
            <w:r w:rsidRPr="00D26F73">
              <w:rPr>
                <w:i/>
                <w:szCs w:val="20"/>
                <w:lang w:val="fr-FR"/>
              </w:rPr>
              <w:t>/</w:t>
            </w:r>
            <w:r w:rsidR="00B573FF">
              <w:rPr>
                <w:i/>
                <w:szCs w:val="20"/>
                <w:lang w:val="fr-FR"/>
              </w:rPr>
              <w:t xml:space="preserve"> </w:t>
            </w:r>
            <w:r w:rsidR="0020006F">
              <w:rPr>
                <w:i/>
                <w:szCs w:val="20"/>
                <w:lang w:val="fr-FR"/>
              </w:rPr>
              <w:t xml:space="preserve">du </w:t>
            </w:r>
            <w:r w:rsidRPr="00D26F73">
              <w:rPr>
                <w:i/>
                <w:szCs w:val="20"/>
                <w:lang w:val="fr-FR"/>
              </w:rPr>
              <w:t>sud</w:t>
            </w:r>
            <w:r w:rsidR="00B573FF">
              <w:rPr>
                <w:i/>
                <w:szCs w:val="20"/>
                <w:lang w:val="fr-FR"/>
              </w:rPr>
              <w:t xml:space="preserve"> </w:t>
            </w:r>
            <w:r w:rsidRPr="00D26F73">
              <w:rPr>
                <w:i/>
                <w:szCs w:val="20"/>
                <w:lang w:val="fr-FR"/>
              </w:rPr>
              <w:t>/</w:t>
            </w:r>
            <w:r w:rsidR="00B573FF">
              <w:rPr>
                <w:i/>
                <w:szCs w:val="20"/>
                <w:lang w:val="fr-FR"/>
              </w:rPr>
              <w:t xml:space="preserve"> </w:t>
            </w:r>
            <w:r w:rsidR="0020006F">
              <w:rPr>
                <w:i/>
                <w:szCs w:val="20"/>
                <w:lang w:val="fr-FR"/>
              </w:rPr>
              <w:t xml:space="preserve">du </w:t>
            </w:r>
            <w:r w:rsidRPr="00D26F73">
              <w:rPr>
                <w:i/>
                <w:szCs w:val="20"/>
                <w:lang w:val="fr-FR"/>
              </w:rPr>
              <w:t>nord-est</w:t>
            </w:r>
            <w:r w:rsidR="00B573FF">
              <w:rPr>
                <w:i/>
                <w:szCs w:val="20"/>
                <w:lang w:val="fr-FR"/>
              </w:rPr>
              <w:t xml:space="preserve"> </w:t>
            </w:r>
            <w:r w:rsidRPr="00D26F73">
              <w:rPr>
                <w:i/>
                <w:szCs w:val="20"/>
                <w:lang w:val="fr-FR"/>
              </w:rPr>
              <w:t>/</w:t>
            </w:r>
            <w:r w:rsidR="00B573FF">
              <w:rPr>
                <w:i/>
                <w:szCs w:val="20"/>
                <w:lang w:val="fr-FR"/>
              </w:rPr>
              <w:t xml:space="preserve"> </w:t>
            </w:r>
            <w:r w:rsidR="00B573FF">
              <w:rPr>
                <w:i/>
                <w:szCs w:val="20"/>
                <w:lang w:val="fr-FR"/>
              </w:rPr>
              <w:br/>
            </w:r>
            <w:r w:rsidR="0020006F">
              <w:rPr>
                <w:i/>
                <w:szCs w:val="20"/>
                <w:lang w:val="fr-FR"/>
              </w:rPr>
              <w:t xml:space="preserve">du </w:t>
            </w:r>
            <w:r w:rsidRPr="00D26F73">
              <w:rPr>
                <w:i/>
                <w:szCs w:val="20"/>
                <w:lang w:val="fr-FR"/>
              </w:rPr>
              <w:t xml:space="preserve">sud-ouest </w:t>
            </w:r>
            <w:r w:rsidR="00B573FF">
              <w:rPr>
                <w:i/>
                <w:szCs w:val="20"/>
                <w:lang w:val="fr-FR"/>
              </w:rPr>
              <w:t>…</w:t>
            </w:r>
            <w:r w:rsidRPr="00D26F73">
              <w:rPr>
                <w:i/>
                <w:szCs w:val="20"/>
                <w:lang w:val="fr-FR"/>
              </w:rPr>
              <w:t xml:space="preserve"> </w:t>
            </w:r>
            <w:r w:rsidR="00BE055D">
              <w:rPr>
                <w:i/>
                <w:szCs w:val="20"/>
                <w:lang w:val="fr-FR"/>
              </w:rPr>
              <w:br/>
            </w:r>
            <w:r w:rsidRPr="00D26F73">
              <w:rPr>
                <w:i/>
                <w:szCs w:val="20"/>
                <w:lang w:val="fr-FR"/>
              </w:rPr>
              <w:t>de l’est</w:t>
            </w:r>
            <w:r w:rsidR="0020006F">
              <w:rPr>
                <w:i/>
                <w:szCs w:val="20"/>
                <w:lang w:val="fr-FR"/>
              </w:rPr>
              <w:t xml:space="preserve"> </w:t>
            </w:r>
            <w:r w:rsidRPr="00D26F73">
              <w:rPr>
                <w:i/>
                <w:szCs w:val="20"/>
                <w:lang w:val="fr-FR"/>
              </w:rPr>
              <w:t>/</w:t>
            </w:r>
            <w:r w:rsidR="00B573FF">
              <w:rPr>
                <w:i/>
                <w:szCs w:val="20"/>
                <w:lang w:val="fr-FR"/>
              </w:rPr>
              <w:t xml:space="preserve"> </w:t>
            </w:r>
            <w:r w:rsidR="0020006F">
              <w:rPr>
                <w:i/>
                <w:szCs w:val="20"/>
                <w:lang w:val="fr-FR"/>
              </w:rPr>
              <w:t>de</w:t>
            </w:r>
            <w:r w:rsidR="00B573FF">
              <w:rPr>
                <w:i/>
                <w:szCs w:val="20"/>
                <w:lang w:val="fr-FR"/>
              </w:rPr>
              <w:t xml:space="preserve"> l’</w:t>
            </w:r>
            <w:r w:rsidRPr="00D26F73">
              <w:rPr>
                <w:i/>
                <w:szCs w:val="20"/>
                <w:lang w:val="fr-FR"/>
              </w:rPr>
              <w:t xml:space="preserve">ouest </w:t>
            </w:r>
            <w:r w:rsidR="00B573FF">
              <w:rPr>
                <w:i/>
                <w:szCs w:val="20"/>
                <w:lang w:val="fr-FR"/>
              </w:rPr>
              <w:t>…</w:t>
            </w:r>
          </w:p>
          <w:p w14:paraId="4E245090" w14:textId="3EBF795D" w:rsidR="00D26F73" w:rsidRPr="00D26F73" w:rsidRDefault="00D26F73" w:rsidP="009A42D4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D26F73">
              <w:rPr>
                <w:i/>
                <w:szCs w:val="20"/>
                <w:lang w:val="fr-FR"/>
              </w:rPr>
              <w:t xml:space="preserve">de la France / </w:t>
            </w:r>
            <w:r w:rsidR="00A85534">
              <w:rPr>
                <w:i/>
                <w:szCs w:val="20"/>
                <w:lang w:val="fr-FR"/>
              </w:rPr>
              <w:t xml:space="preserve">de la </w:t>
            </w:r>
            <w:r w:rsidRPr="00D26F73">
              <w:rPr>
                <w:i/>
                <w:szCs w:val="20"/>
                <w:lang w:val="fr-FR"/>
              </w:rPr>
              <w:t>Guadeloupe.</w:t>
            </w:r>
          </w:p>
          <w:p w14:paraId="6233760F" w14:textId="77777777" w:rsidR="00D26F73" w:rsidRPr="00D26F73" w:rsidRDefault="00D26F73" w:rsidP="00FB0081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6B44FDCE" w14:textId="21234BAC" w:rsidR="00D26F73" w:rsidRPr="00D26F73" w:rsidRDefault="00D26F73" w:rsidP="009A42D4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  <w:r w:rsidRPr="00D26F73">
              <w:rPr>
                <w:i/>
                <w:szCs w:val="20"/>
                <w:lang w:val="fr-FR"/>
              </w:rPr>
              <w:t xml:space="preserve">À </w:t>
            </w:r>
            <w:r w:rsidR="00FB0081">
              <w:rPr>
                <w:i/>
                <w:szCs w:val="20"/>
                <w:lang w:val="fr-FR"/>
              </w:rPr>
              <w:t>P</w:t>
            </w:r>
            <w:r w:rsidRPr="00D26F73">
              <w:rPr>
                <w:i/>
                <w:szCs w:val="20"/>
                <w:lang w:val="fr-FR"/>
              </w:rPr>
              <w:t xml:space="preserve">âques / </w:t>
            </w:r>
            <w:r w:rsidR="00A0212C">
              <w:rPr>
                <w:i/>
                <w:szCs w:val="20"/>
                <w:lang w:val="fr-FR"/>
              </w:rPr>
              <w:t>P</w:t>
            </w:r>
            <w:r w:rsidRPr="00D26F73">
              <w:rPr>
                <w:i/>
                <w:szCs w:val="20"/>
                <w:lang w:val="fr-FR"/>
              </w:rPr>
              <w:t>our mon anniversaire</w:t>
            </w:r>
            <w:r w:rsidR="00264B7E">
              <w:rPr>
                <w:i/>
                <w:szCs w:val="20"/>
                <w:lang w:val="fr-FR"/>
              </w:rPr>
              <w:t xml:space="preserve"> …</w:t>
            </w:r>
          </w:p>
          <w:p w14:paraId="50C9B84D" w14:textId="77777777" w:rsidR="00D26F73" w:rsidRPr="00D26F73" w:rsidRDefault="00D26F73" w:rsidP="00FB0081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65B05489" w14:textId="77777777" w:rsidR="00D26F73" w:rsidRPr="00D26F73" w:rsidRDefault="00D26F73" w:rsidP="009A42D4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D26F73">
              <w:rPr>
                <w:i/>
                <w:szCs w:val="20"/>
                <w:lang w:val="fr-FR"/>
              </w:rPr>
              <w:t xml:space="preserve">C’était … </w:t>
            </w:r>
          </w:p>
          <w:p w14:paraId="38A8018F" w14:textId="77777777" w:rsidR="00D26F73" w:rsidRPr="00D26F73" w:rsidRDefault="00D26F73" w:rsidP="00D26F73">
            <w:pPr>
              <w:pStyle w:val="Tabletext"/>
              <w:rPr>
                <w:i/>
                <w:szCs w:val="20"/>
                <w:lang w:val="fr-FR"/>
              </w:rPr>
            </w:pPr>
            <w:r w:rsidRPr="00D26F73">
              <w:rPr>
                <w:i/>
                <w:szCs w:val="20"/>
                <w:lang w:val="fr-FR"/>
              </w:rPr>
              <w:t xml:space="preserve">vraiment / un peu / trop … </w:t>
            </w:r>
          </w:p>
          <w:p w14:paraId="7A9B7347" w14:textId="77777777" w:rsidR="00902559" w:rsidRDefault="00D26F73" w:rsidP="009A42D4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D26F73">
              <w:rPr>
                <w:i/>
                <w:szCs w:val="20"/>
                <w:lang w:val="fr-FR"/>
              </w:rPr>
              <w:t>délicieux / léger / sucré / salé / savoureux.</w:t>
            </w:r>
          </w:p>
          <w:p w14:paraId="1A14217F" w14:textId="4E284993" w:rsidR="00D26F73" w:rsidRPr="00DD3FE4" w:rsidRDefault="00D26F73" w:rsidP="00D26F73">
            <w:pPr>
              <w:pStyle w:val="Tabletext"/>
              <w:rPr>
                <w:i/>
                <w:szCs w:val="20"/>
                <w:lang w:val="fr-FR"/>
              </w:rPr>
            </w:pPr>
          </w:p>
        </w:tc>
        <w:tc>
          <w:tcPr>
            <w:tcW w:w="2114" w:type="dxa"/>
          </w:tcPr>
          <w:p w14:paraId="1CAF9AC6" w14:textId="52E10E02" w:rsidR="00D26F73" w:rsidRDefault="007E6B38" w:rsidP="00D26F73">
            <w:r w:rsidRPr="007E6B38">
              <w:rPr>
                <w:b/>
              </w:rPr>
              <w:t>G:</w:t>
            </w:r>
            <w:r w:rsidR="00D26F73">
              <w:t xml:space="preserve"> The partitive article: some</w:t>
            </w:r>
          </w:p>
          <w:p w14:paraId="17D16D6E" w14:textId="77777777" w:rsidR="00D26F73" w:rsidRDefault="00D26F73" w:rsidP="00D26F73"/>
          <w:p w14:paraId="1155D371" w14:textId="585FE416" w:rsidR="00753418" w:rsidRPr="00D26F73" w:rsidRDefault="00D26F73" w:rsidP="00D26F73">
            <w:r>
              <w:t>Using prediction when listening</w:t>
            </w:r>
          </w:p>
        </w:tc>
      </w:tr>
      <w:tr w:rsidR="00753418" w:rsidRPr="00DD3FE4" w14:paraId="045BD2B6" w14:textId="77777777" w:rsidTr="006A341F">
        <w:trPr>
          <w:cantSplit/>
          <w:trHeight w:val="1214"/>
        </w:trPr>
        <w:tc>
          <w:tcPr>
            <w:tcW w:w="1858" w:type="dxa"/>
          </w:tcPr>
          <w:p w14:paraId="1FF823E3" w14:textId="57383C96" w:rsidR="00DD3FE4" w:rsidRPr="008766E8" w:rsidRDefault="00DD3FE4" w:rsidP="00DD3FE4">
            <w:pPr>
              <w:pStyle w:val="Tabletext"/>
              <w:rPr>
                <w:b/>
                <w:szCs w:val="20"/>
                <w:lang w:val="fr-FR"/>
              </w:rPr>
            </w:pPr>
            <w:r w:rsidRPr="008766E8">
              <w:rPr>
                <w:b/>
                <w:szCs w:val="20"/>
                <w:lang w:val="fr-FR"/>
              </w:rPr>
              <w:t xml:space="preserve">4 </w:t>
            </w:r>
            <w:r w:rsidR="008766E8" w:rsidRPr="008766E8">
              <w:rPr>
                <w:b/>
                <w:szCs w:val="20"/>
                <w:lang w:val="fr-FR"/>
              </w:rPr>
              <w:t>Tu vas faire un voyage scolaire?</w:t>
            </w:r>
          </w:p>
          <w:p w14:paraId="538ABEE3" w14:textId="57BFE130" w:rsidR="00DD3FE4" w:rsidRPr="00923CF4" w:rsidRDefault="00DD3FE4" w:rsidP="00DD3FE4">
            <w:pPr>
              <w:pStyle w:val="Tabletext"/>
              <w:rPr>
                <w:szCs w:val="20"/>
              </w:rPr>
            </w:pPr>
            <w:r w:rsidRPr="00923CF4">
              <w:rPr>
                <w:szCs w:val="20"/>
              </w:rPr>
              <w:t xml:space="preserve">(pp. </w:t>
            </w:r>
            <w:r w:rsidR="008766E8">
              <w:rPr>
                <w:szCs w:val="20"/>
              </w:rPr>
              <w:t>40</w:t>
            </w:r>
            <w:r w:rsidRPr="00923CF4">
              <w:rPr>
                <w:szCs w:val="20"/>
              </w:rPr>
              <w:t>–</w:t>
            </w:r>
            <w:r w:rsidR="008766E8">
              <w:rPr>
                <w:szCs w:val="20"/>
              </w:rPr>
              <w:t>41</w:t>
            </w:r>
            <w:r w:rsidRPr="00923CF4">
              <w:rPr>
                <w:szCs w:val="20"/>
              </w:rPr>
              <w:t>)</w:t>
            </w:r>
          </w:p>
          <w:p w14:paraId="0CC9D9BE" w14:textId="77777777" w:rsidR="00DD3FE4" w:rsidRPr="00923CF4" w:rsidRDefault="00DD3FE4" w:rsidP="00DD3FE4">
            <w:pPr>
              <w:pStyle w:val="Tabletext"/>
              <w:rPr>
                <w:szCs w:val="20"/>
              </w:rPr>
            </w:pPr>
          </w:p>
          <w:p w14:paraId="5D1F675D" w14:textId="77777777" w:rsidR="008766E8" w:rsidRPr="008766E8" w:rsidRDefault="008766E8" w:rsidP="008766E8">
            <w:pPr>
              <w:pStyle w:val="Tabletext"/>
              <w:rPr>
                <w:szCs w:val="20"/>
              </w:rPr>
            </w:pPr>
            <w:r w:rsidRPr="008766E8">
              <w:rPr>
                <w:szCs w:val="20"/>
              </w:rPr>
              <w:t>Talking about a future trip</w:t>
            </w:r>
          </w:p>
          <w:p w14:paraId="18CD4FC0" w14:textId="77777777" w:rsidR="008766E8" w:rsidRPr="008766E8" w:rsidRDefault="008766E8" w:rsidP="008766E8">
            <w:pPr>
              <w:pStyle w:val="Tabletext"/>
              <w:rPr>
                <w:szCs w:val="20"/>
              </w:rPr>
            </w:pPr>
          </w:p>
          <w:p w14:paraId="27C756E0" w14:textId="177940FC" w:rsidR="00753418" w:rsidRPr="00923CF4" w:rsidRDefault="008766E8" w:rsidP="008766E8">
            <w:pPr>
              <w:pStyle w:val="Tabletext"/>
              <w:rPr>
                <w:szCs w:val="20"/>
              </w:rPr>
            </w:pPr>
            <w:r w:rsidRPr="008766E8">
              <w:rPr>
                <w:szCs w:val="20"/>
              </w:rPr>
              <w:t>Using the near future tense (with questions)</w:t>
            </w:r>
          </w:p>
        </w:tc>
        <w:tc>
          <w:tcPr>
            <w:tcW w:w="2058" w:type="dxa"/>
          </w:tcPr>
          <w:p w14:paraId="6DFA9D2D" w14:textId="77777777" w:rsidR="00DD3FE4" w:rsidRPr="00DD3FE4" w:rsidRDefault="00DD3FE4" w:rsidP="00DD3FE4">
            <w:pPr>
              <w:pStyle w:val="Tabletext"/>
              <w:rPr>
                <w:b/>
                <w:szCs w:val="20"/>
              </w:rPr>
            </w:pPr>
            <w:r w:rsidRPr="00DD3FE4">
              <w:rPr>
                <w:b/>
                <w:szCs w:val="20"/>
              </w:rPr>
              <w:t>PoS</w:t>
            </w:r>
          </w:p>
          <w:p w14:paraId="525701AB" w14:textId="77777777" w:rsidR="008766E8" w:rsidRPr="008766E8" w:rsidRDefault="008766E8" w:rsidP="008766E8">
            <w:pPr>
              <w:pStyle w:val="Tabletext"/>
              <w:rPr>
                <w:szCs w:val="20"/>
              </w:rPr>
            </w:pPr>
            <w:r>
              <w:rPr>
                <w:b/>
                <w:szCs w:val="20"/>
              </w:rPr>
              <w:t>GV</w:t>
            </w:r>
            <w:r w:rsidR="00DD3FE4" w:rsidRPr="00DD3FE4">
              <w:rPr>
                <w:b/>
                <w:szCs w:val="20"/>
              </w:rPr>
              <w:t xml:space="preserve">1 </w:t>
            </w:r>
            <w:r w:rsidRPr="008766E8">
              <w:rPr>
                <w:szCs w:val="20"/>
              </w:rPr>
              <w:t>Tenses</w:t>
            </w:r>
          </w:p>
          <w:p w14:paraId="6EE7E651" w14:textId="77777777" w:rsidR="008766E8" w:rsidRPr="008766E8" w:rsidRDefault="008766E8" w:rsidP="008766E8">
            <w:pPr>
              <w:pStyle w:val="Tabletext"/>
              <w:rPr>
                <w:szCs w:val="20"/>
              </w:rPr>
            </w:pPr>
          </w:p>
          <w:p w14:paraId="517BB287" w14:textId="77777777" w:rsidR="008766E8" w:rsidRPr="008766E8" w:rsidRDefault="008766E8" w:rsidP="008766E8">
            <w:pPr>
              <w:pStyle w:val="Tabletext"/>
              <w:rPr>
                <w:szCs w:val="20"/>
              </w:rPr>
            </w:pPr>
            <w:r w:rsidRPr="008766E8">
              <w:rPr>
                <w:b/>
                <w:szCs w:val="20"/>
              </w:rPr>
              <w:t>LC1</w:t>
            </w:r>
            <w:r w:rsidRPr="008766E8">
              <w:rPr>
                <w:szCs w:val="20"/>
              </w:rPr>
              <w:t xml:space="preserve"> Listening and responding</w:t>
            </w:r>
          </w:p>
          <w:p w14:paraId="117CBDB0" w14:textId="77777777" w:rsidR="008766E8" w:rsidRPr="008766E8" w:rsidRDefault="008766E8" w:rsidP="008766E8">
            <w:pPr>
              <w:pStyle w:val="Tabletext"/>
              <w:rPr>
                <w:szCs w:val="20"/>
              </w:rPr>
            </w:pPr>
          </w:p>
          <w:p w14:paraId="7985B7D7" w14:textId="77777777" w:rsidR="008766E8" w:rsidRPr="008766E8" w:rsidRDefault="008766E8" w:rsidP="008766E8">
            <w:pPr>
              <w:pStyle w:val="Tabletext"/>
              <w:rPr>
                <w:szCs w:val="20"/>
              </w:rPr>
            </w:pPr>
            <w:r w:rsidRPr="008766E8">
              <w:rPr>
                <w:b/>
                <w:szCs w:val="20"/>
              </w:rPr>
              <w:t>LC4</w:t>
            </w:r>
            <w:r w:rsidRPr="008766E8">
              <w:rPr>
                <w:szCs w:val="20"/>
              </w:rPr>
              <w:t xml:space="preserve"> Expressing ideas (writing)</w:t>
            </w:r>
          </w:p>
          <w:p w14:paraId="19EAA812" w14:textId="77777777" w:rsidR="008766E8" w:rsidRPr="008766E8" w:rsidRDefault="008766E8" w:rsidP="008766E8">
            <w:pPr>
              <w:pStyle w:val="Tabletext"/>
              <w:rPr>
                <w:szCs w:val="20"/>
              </w:rPr>
            </w:pPr>
          </w:p>
          <w:p w14:paraId="3860C173" w14:textId="2B2E7D2D" w:rsidR="00DD3FE4" w:rsidRDefault="008766E8" w:rsidP="008766E8">
            <w:pPr>
              <w:pStyle w:val="Tabletext"/>
              <w:rPr>
                <w:szCs w:val="20"/>
              </w:rPr>
            </w:pPr>
            <w:r w:rsidRPr="008766E8">
              <w:rPr>
                <w:b/>
                <w:szCs w:val="20"/>
              </w:rPr>
              <w:t>LC6</w:t>
            </w:r>
            <w:r w:rsidRPr="008766E8">
              <w:rPr>
                <w:szCs w:val="20"/>
              </w:rPr>
              <w:t xml:space="preserve"> Translation into English</w:t>
            </w:r>
          </w:p>
          <w:p w14:paraId="3184DF9F" w14:textId="77777777" w:rsidR="008766E8" w:rsidRPr="00DD3FE4" w:rsidRDefault="008766E8" w:rsidP="008766E8">
            <w:pPr>
              <w:pStyle w:val="Tabletext"/>
              <w:rPr>
                <w:b/>
                <w:szCs w:val="20"/>
              </w:rPr>
            </w:pPr>
          </w:p>
          <w:p w14:paraId="255C97D5" w14:textId="7C206F26" w:rsidR="00753418" w:rsidRPr="00DD3FE4" w:rsidRDefault="00DD3FE4" w:rsidP="00DD3FE4">
            <w:pPr>
              <w:pStyle w:val="Tabletext"/>
              <w:rPr>
                <w:b/>
                <w:szCs w:val="20"/>
              </w:rPr>
            </w:pPr>
            <w:r w:rsidRPr="00DD3FE4">
              <w:rPr>
                <w:b/>
                <w:szCs w:val="20"/>
              </w:rPr>
              <w:t xml:space="preserve">PPS: </w:t>
            </w:r>
            <w:r w:rsidR="00F0227F">
              <w:rPr>
                <w:szCs w:val="20"/>
              </w:rPr>
              <w:t>4th–5th Steps</w:t>
            </w:r>
          </w:p>
        </w:tc>
        <w:tc>
          <w:tcPr>
            <w:tcW w:w="3592" w:type="dxa"/>
          </w:tcPr>
          <w:p w14:paraId="2E7117E1" w14:textId="77777777" w:rsidR="008766E8" w:rsidRPr="008766E8" w:rsidRDefault="008766E8" w:rsidP="008766E8">
            <w:pPr>
              <w:pStyle w:val="Tabletext"/>
              <w:rPr>
                <w:i/>
                <w:szCs w:val="20"/>
                <w:lang w:val="fr-FR"/>
              </w:rPr>
            </w:pPr>
            <w:r w:rsidRPr="008766E8">
              <w:rPr>
                <w:i/>
                <w:szCs w:val="20"/>
                <w:lang w:val="fr-FR"/>
              </w:rPr>
              <w:t xml:space="preserve">Le 30 novembre / Le 3 décembre / Demain / La semaine prochaine … </w:t>
            </w:r>
          </w:p>
          <w:p w14:paraId="43ADE995" w14:textId="77777777" w:rsidR="008766E8" w:rsidRPr="008766E8" w:rsidRDefault="008766E8" w:rsidP="008766E8">
            <w:pPr>
              <w:pStyle w:val="Tabletext"/>
              <w:rPr>
                <w:i/>
                <w:szCs w:val="20"/>
                <w:lang w:val="fr-FR"/>
              </w:rPr>
            </w:pPr>
            <w:r w:rsidRPr="008766E8">
              <w:rPr>
                <w:i/>
                <w:szCs w:val="20"/>
                <w:lang w:val="fr-FR"/>
              </w:rPr>
              <w:t xml:space="preserve">on va aller à Colmar … </w:t>
            </w:r>
          </w:p>
          <w:p w14:paraId="01E6C09D" w14:textId="03AD7742" w:rsidR="008766E8" w:rsidRPr="008766E8" w:rsidRDefault="008766E8" w:rsidP="008766E8">
            <w:pPr>
              <w:pStyle w:val="Tabletext"/>
              <w:rPr>
                <w:i/>
                <w:szCs w:val="20"/>
                <w:lang w:val="fr-FR"/>
              </w:rPr>
            </w:pPr>
            <w:r w:rsidRPr="008766E8">
              <w:rPr>
                <w:i/>
                <w:szCs w:val="20"/>
                <w:lang w:val="fr-FR"/>
              </w:rPr>
              <w:t xml:space="preserve">en car / en train / en voiture / </w:t>
            </w:r>
            <w:r w:rsidR="00BE43C7">
              <w:rPr>
                <w:i/>
                <w:szCs w:val="20"/>
                <w:lang w:val="fr-FR"/>
              </w:rPr>
              <w:br/>
            </w:r>
            <w:r w:rsidRPr="008766E8">
              <w:rPr>
                <w:i/>
                <w:szCs w:val="20"/>
                <w:lang w:val="fr-FR"/>
              </w:rPr>
              <w:t>en avion.</w:t>
            </w:r>
          </w:p>
          <w:p w14:paraId="0C780574" w14:textId="77777777" w:rsidR="008766E8" w:rsidRPr="008766E8" w:rsidRDefault="008766E8" w:rsidP="008766E8">
            <w:pPr>
              <w:pStyle w:val="Tabletext"/>
              <w:rPr>
                <w:i/>
                <w:szCs w:val="20"/>
                <w:lang w:val="fr-FR"/>
              </w:rPr>
            </w:pPr>
            <w:r w:rsidRPr="008766E8">
              <w:rPr>
                <w:i/>
                <w:szCs w:val="20"/>
                <w:lang w:val="fr-FR"/>
              </w:rPr>
              <w:t xml:space="preserve">Je vais acheter … </w:t>
            </w:r>
          </w:p>
          <w:p w14:paraId="7375F261" w14:textId="30C4E21D" w:rsidR="008766E8" w:rsidRPr="008766E8" w:rsidRDefault="008766E8" w:rsidP="008766E8">
            <w:pPr>
              <w:pStyle w:val="Tabletext"/>
              <w:rPr>
                <w:i/>
                <w:szCs w:val="20"/>
                <w:lang w:val="fr-FR"/>
              </w:rPr>
            </w:pPr>
            <w:r w:rsidRPr="008766E8">
              <w:rPr>
                <w:i/>
                <w:szCs w:val="20"/>
                <w:lang w:val="fr-FR"/>
              </w:rPr>
              <w:t xml:space="preserve">des cadeaux / des souvenirs / </w:t>
            </w:r>
            <w:r w:rsidR="00BE43C7">
              <w:rPr>
                <w:i/>
                <w:szCs w:val="20"/>
                <w:lang w:val="fr-FR"/>
              </w:rPr>
              <w:br/>
            </w:r>
            <w:r w:rsidRPr="008766E8">
              <w:rPr>
                <w:i/>
                <w:szCs w:val="20"/>
                <w:lang w:val="fr-FR"/>
              </w:rPr>
              <w:t>une boule de Noël / du chocolat.</w:t>
            </w:r>
          </w:p>
          <w:p w14:paraId="0EE06FC3" w14:textId="77777777" w:rsidR="008766E8" w:rsidRPr="008766E8" w:rsidRDefault="008766E8" w:rsidP="008766E8">
            <w:pPr>
              <w:pStyle w:val="Tabletext"/>
              <w:rPr>
                <w:i/>
                <w:szCs w:val="20"/>
                <w:lang w:val="fr-FR"/>
              </w:rPr>
            </w:pPr>
            <w:r w:rsidRPr="008766E8">
              <w:rPr>
                <w:i/>
                <w:szCs w:val="20"/>
                <w:lang w:val="fr-FR"/>
              </w:rPr>
              <w:t>Je vais goûter …</w:t>
            </w:r>
          </w:p>
          <w:p w14:paraId="532C5232" w14:textId="61E4B2BC" w:rsidR="008766E8" w:rsidRPr="008766E8" w:rsidRDefault="00435D79" w:rsidP="008766E8">
            <w:pPr>
              <w:pStyle w:val="Tabletext"/>
              <w:rPr>
                <w:i/>
                <w:szCs w:val="20"/>
                <w:lang w:val="fr-FR"/>
              </w:rPr>
            </w:pPr>
            <w:r>
              <w:rPr>
                <w:i/>
                <w:szCs w:val="20"/>
                <w:lang w:val="fr-FR"/>
              </w:rPr>
              <w:t xml:space="preserve">de </w:t>
            </w:r>
            <w:r w:rsidR="008766E8" w:rsidRPr="008766E8">
              <w:rPr>
                <w:i/>
                <w:szCs w:val="20"/>
                <w:lang w:val="fr-FR"/>
              </w:rPr>
              <w:t xml:space="preserve">la tarte flambée / </w:t>
            </w:r>
            <w:r>
              <w:rPr>
                <w:i/>
                <w:szCs w:val="20"/>
                <w:lang w:val="fr-FR"/>
              </w:rPr>
              <w:t>du</w:t>
            </w:r>
            <w:r w:rsidRPr="008766E8">
              <w:rPr>
                <w:i/>
                <w:szCs w:val="20"/>
                <w:lang w:val="fr-FR"/>
              </w:rPr>
              <w:t xml:space="preserve"> </w:t>
            </w:r>
            <w:r w:rsidR="008766E8" w:rsidRPr="008766E8">
              <w:rPr>
                <w:i/>
                <w:szCs w:val="20"/>
                <w:lang w:val="fr-FR"/>
              </w:rPr>
              <w:t xml:space="preserve">jus de pomme chaud / </w:t>
            </w:r>
            <w:r>
              <w:rPr>
                <w:i/>
                <w:szCs w:val="20"/>
                <w:lang w:val="fr-FR"/>
              </w:rPr>
              <w:t>du</w:t>
            </w:r>
            <w:r w:rsidRPr="008766E8">
              <w:rPr>
                <w:i/>
                <w:szCs w:val="20"/>
                <w:lang w:val="fr-FR"/>
              </w:rPr>
              <w:t xml:space="preserve"> </w:t>
            </w:r>
            <w:r w:rsidR="008766E8" w:rsidRPr="008766E8">
              <w:rPr>
                <w:i/>
                <w:szCs w:val="20"/>
                <w:lang w:val="fr-FR"/>
              </w:rPr>
              <w:t>pain d’épice</w:t>
            </w:r>
            <w:r>
              <w:rPr>
                <w:i/>
                <w:szCs w:val="20"/>
                <w:lang w:val="fr-FR"/>
              </w:rPr>
              <w:t>s</w:t>
            </w:r>
            <w:r w:rsidR="008766E8" w:rsidRPr="008766E8">
              <w:rPr>
                <w:i/>
                <w:szCs w:val="20"/>
                <w:lang w:val="fr-FR"/>
              </w:rPr>
              <w:t xml:space="preserve"> / </w:t>
            </w:r>
            <w:r w:rsidR="00BE43C7">
              <w:rPr>
                <w:i/>
                <w:szCs w:val="20"/>
                <w:lang w:val="fr-FR"/>
              </w:rPr>
              <w:br/>
            </w:r>
            <w:r>
              <w:rPr>
                <w:i/>
                <w:szCs w:val="20"/>
                <w:lang w:val="fr-FR"/>
              </w:rPr>
              <w:t xml:space="preserve">de </w:t>
            </w:r>
            <w:r w:rsidR="008766E8" w:rsidRPr="008766E8">
              <w:rPr>
                <w:i/>
                <w:szCs w:val="20"/>
                <w:lang w:val="fr-FR"/>
              </w:rPr>
              <w:t>la choucroute.</w:t>
            </w:r>
          </w:p>
          <w:p w14:paraId="665A3781" w14:textId="77777777" w:rsidR="008766E8" w:rsidRPr="008766E8" w:rsidRDefault="008766E8" w:rsidP="008766E8">
            <w:pPr>
              <w:pStyle w:val="Tabletext"/>
              <w:rPr>
                <w:i/>
                <w:szCs w:val="20"/>
                <w:lang w:val="fr-FR"/>
              </w:rPr>
            </w:pPr>
            <w:r w:rsidRPr="008766E8">
              <w:rPr>
                <w:i/>
                <w:szCs w:val="20"/>
                <w:lang w:val="fr-FR"/>
              </w:rPr>
              <w:t>Je vais / On va …</w:t>
            </w:r>
          </w:p>
          <w:p w14:paraId="2E104CEC" w14:textId="2EDFBC79" w:rsidR="008766E8" w:rsidRPr="008766E8" w:rsidRDefault="008766E8" w:rsidP="009A42D4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8766E8">
              <w:rPr>
                <w:i/>
                <w:szCs w:val="20"/>
                <w:lang w:val="fr-FR"/>
              </w:rPr>
              <w:t>visiter /admirer / choisir / écouter / manger / boire</w:t>
            </w:r>
            <w:r w:rsidR="00B42213">
              <w:rPr>
                <w:i/>
                <w:szCs w:val="20"/>
                <w:lang w:val="fr-FR"/>
              </w:rPr>
              <w:t xml:space="preserve"> …</w:t>
            </w:r>
          </w:p>
          <w:p w14:paraId="4263B348" w14:textId="77777777" w:rsidR="008766E8" w:rsidRPr="008766E8" w:rsidRDefault="008766E8" w:rsidP="00A25777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05E197D1" w14:textId="77777777" w:rsidR="008766E8" w:rsidRPr="008766E8" w:rsidRDefault="008766E8" w:rsidP="009A42D4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8766E8">
              <w:rPr>
                <w:i/>
                <w:szCs w:val="20"/>
                <w:lang w:val="fr-FR"/>
              </w:rPr>
              <w:t>Qu’est-ce que tu vas faire à Nice?</w:t>
            </w:r>
          </w:p>
          <w:p w14:paraId="3A89EB6B" w14:textId="77777777" w:rsidR="008766E8" w:rsidRPr="008766E8" w:rsidRDefault="008766E8" w:rsidP="008766E8">
            <w:pPr>
              <w:pStyle w:val="Tabletext"/>
              <w:rPr>
                <w:i/>
                <w:szCs w:val="20"/>
                <w:lang w:val="fr-FR"/>
              </w:rPr>
            </w:pPr>
            <w:r w:rsidRPr="008766E8">
              <w:rPr>
                <w:i/>
                <w:szCs w:val="20"/>
                <w:lang w:val="fr-FR"/>
              </w:rPr>
              <w:t>Comment est-ce que tu vas voyager?</w:t>
            </w:r>
          </w:p>
          <w:p w14:paraId="58192E14" w14:textId="77777777" w:rsidR="008766E8" w:rsidRPr="008766E8" w:rsidRDefault="008766E8" w:rsidP="008766E8">
            <w:pPr>
              <w:pStyle w:val="Tabletext"/>
              <w:rPr>
                <w:i/>
                <w:szCs w:val="20"/>
                <w:lang w:val="fr-FR"/>
              </w:rPr>
            </w:pPr>
            <w:r w:rsidRPr="008766E8">
              <w:rPr>
                <w:i/>
                <w:szCs w:val="20"/>
                <w:lang w:val="fr-FR"/>
              </w:rPr>
              <w:t>Avec qui est-ce que tu vas aller à Nice?</w:t>
            </w:r>
          </w:p>
          <w:p w14:paraId="590996AC" w14:textId="77777777" w:rsidR="008766E8" w:rsidRPr="008766E8" w:rsidRDefault="008766E8" w:rsidP="008766E8">
            <w:pPr>
              <w:pStyle w:val="Tabletext"/>
              <w:rPr>
                <w:i/>
                <w:szCs w:val="20"/>
                <w:lang w:val="fr-FR"/>
              </w:rPr>
            </w:pPr>
            <w:r w:rsidRPr="008766E8">
              <w:rPr>
                <w:i/>
                <w:szCs w:val="20"/>
                <w:lang w:val="fr-FR"/>
              </w:rPr>
              <w:t>Pourquoi est-ce que tu vas visiter Nice?</w:t>
            </w:r>
          </w:p>
          <w:p w14:paraId="5FE6236B" w14:textId="77777777" w:rsidR="008766E8" w:rsidRPr="008766E8" w:rsidRDefault="008766E8" w:rsidP="008766E8">
            <w:pPr>
              <w:pStyle w:val="Tabletext"/>
              <w:rPr>
                <w:i/>
                <w:szCs w:val="20"/>
                <w:lang w:val="fr-FR"/>
              </w:rPr>
            </w:pPr>
            <w:r w:rsidRPr="008766E8">
              <w:rPr>
                <w:i/>
                <w:szCs w:val="20"/>
                <w:lang w:val="fr-FR"/>
              </w:rPr>
              <w:t>Où est-ce que tu vas aller en février?</w:t>
            </w:r>
          </w:p>
          <w:p w14:paraId="400AF902" w14:textId="77777777" w:rsidR="00CF7EAD" w:rsidRDefault="008766E8" w:rsidP="009A42D4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8766E8">
              <w:rPr>
                <w:i/>
                <w:szCs w:val="20"/>
                <w:lang w:val="fr-FR"/>
              </w:rPr>
              <w:t>Quand est-ce que tu vas quitter le collège?</w:t>
            </w:r>
          </w:p>
          <w:p w14:paraId="6C3992A7" w14:textId="0F86C39C" w:rsidR="008766E8" w:rsidRPr="00DD3FE4" w:rsidRDefault="008766E8" w:rsidP="008766E8">
            <w:pPr>
              <w:pStyle w:val="Tabletext"/>
              <w:rPr>
                <w:i/>
                <w:szCs w:val="20"/>
                <w:lang w:val="fr-FR"/>
              </w:rPr>
            </w:pPr>
          </w:p>
        </w:tc>
        <w:tc>
          <w:tcPr>
            <w:tcW w:w="2114" w:type="dxa"/>
          </w:tcPr>
          <w:p w14:paraId="0A976662" w14:textId="0FAE2BCE" w:rsidR="008766E8" w:rsidRDefault="007E6B38" w:rsidP="008766E8">
            <w:r w:rsidRPr="007E6B38">
              <w:rPr>
                <w:b/>
              </w:rPr>
              <w:t>G:</w:t>
            </w:r>
            <w:r w:rsidR="008766E8">
              <w:t xml:space="preserve"> The near future tense</w:t>
            </w:r>
          </w:p>
          <w:p w14:paraId="6D3F750C" w14:textId="77777777" w:rsidR="008766E8" w:rsidRDefault="008766E8" w:rsidP="008766E8"/>
          <w:p w14:paraId="367A3716" w14:textId="77777777" w:rsidR="008766E8" w:rsidRDefault="008766E8" w:rsidP="008766E8">
            <w:r>
              <w:t>Pronunciation: liaison</w:t>
            </w:r>
          </w:p>
          <w:p w14:paraId="09A005DC" w14:textId="77777777" w:rsidR="008766E8" w:rsidRDefault="008766E8" w:rsidP="008766E8"/>
          <w:p w14:paraId="77BC0D6C" w14:textId="6F5C1619" w:rsidR="00753418" w:rsidRPr="00DD3FE4" w:rsidRDefault="007E6B38" w:rsidP="008766E8">
            <w:r w:rsidRPr="007E6B38">
              <w:rPr>
                <w:b/>
              </w:rPr>
              <w:t>G:</w:t>
            </w:r>
            <w:r w:rsidR="008766E8">
              <w:t xml:space="preserve"> Questions in the near future tense</w:t>
            </w:r>
          </w:p>
        </w:tc>
      </w:tr>
      <w:tr w:rsidR="00753418" w:rsidRPr="00DD3FE4" w14:paraId="1E7CE77F" w14:textId="77777777" w:rsidTr="006A341F">
        <w:trPr>
          <w:cantSplit/>
          <w:trHeight w:val="1214"/>
        </w:trPr>
        <w:tc>
          <w:tcPr>
            <w:tcW w:w="1858" w:type="dxa"/>
          </w:tcPr>
          <w:p w14:paraId="5731ADD8" w14:textId="71C3351B" w:rsidR="006308D5" w:rsidRPr="006308D5" w:rsidRDefault="006308D5" w:rsidP="006308D5">
            <w:pPr>
              <w:pStyle w:val="Tabletext"/>
              <w:rPr>
                <w:b/>
                <w:szCs w:val="20"/>
              </w:rPr>
            </w:pPr>
            <w:r w:rsidRPr="006308D5">
              <w:rPr>
                <w:b/>
                <w:szCs w:val="20"/>
              </w:rPr>
              <w:lastRenderedPageBreak/>
              <w:t xml:space="preserve">5 </w:t>
            </w:r>
            <w:r w:rsidR="00CF1209" w:rsidRPr="00CF1209">
              <w:rPr>
                <w:b/>
                <w:szCs w:val="20"/>
              </w:rPr>
              <w:t>Bonne année</w:t>
            </w:r>
            <w:r w:rsidRPr="006308D5">
              <w:rPr>
                <w:b/>
                <w:szCs w:val="20"/>
              </w:rPr>
              <w:t>!</w:t>
            </w:r>
          </w:p>
          <w:p w14:paraId="27E70EB0" w14:textId="1DA9BD8D" w:rsidR="006308D5" w:rsidRPr="006308D5" w:rsidRDefault="00BE43C7" w:rsidP="006308D5">
            <w:pPr>
              <w:pStyle w:val="Tabletext"/>
              <w:rPr>
                <w:szCs w:val="20"/>
                <w:u w:val="single"/>
              </w:rPr>
            </w:pPr>
            <w:r>
              <w:rPr>
                <w:szCs w:val="20"/>
                <w:u w:val="single"/>
              </w:rPr>
              <w:t>Writing</w:t>
            </w:r>
            <w:r w:rsidRPr="006308D5">
              <w:rPr>
                <w:szCs w:val="20"/>
                <w:u w:val="single"/>
              </w:rPr>
              <w:t xml:space="preserve"> </w:t>
            </w:r>
            <w:r w:rsidR="000A06AE">
              <w:rPr>
                <w:szCs w:val="20"/>
                <w:u w:val="single"/>
              </w:rPr>
              <w:t>S</w:t>
            </w:r>
            <w:r w:rsidR="006308D5" w:rsidRPr="006308D5">
              <w:rPr>
                <w:szCs w:val="20"/>
                <w:u w:val="single"/>
              </w:rPr>
              <w:t>kills</w:t>
            </w:r>
          </w:p>
          <w:p w14:paraId="662B39E5" w14:textId="2E37CEE4" w:rsidR="006308D5" w:rsidRPr="006308D5" w:rsidRDefault="006308D5" w:rsidP="006308D5">
            <w:pPr>
              <w:pStyle w:val="Tabletext"/>
              <w:rPr>
                <w:szCs w:val="20"/>
              </w:rPr>
            </w:pPr>
            <w:r w:rsidRPr="006308D5">
              <w:rPr>
                <w:szCs w:val="20"/>
              </w:rPr>
              <w:t xml:space="preserve">(pp. </w:t>
            </w:r>
            <w:r w:rsidR="00CF1209">
              <w:rPr>
                <w:szCs w:val="20"/>
              </w:rPr>
              <w:t>42</w:t>
            </w:r>
            <w:r w:rsidRPr="006308D5">
              <w:rPr>
                <w:szCs w:val="20"/>
              </w:rPr>
              <w:t>–</w:t>
            </w:r>
            <w:r w:rsidR="00CF1209">
              <w:rPr>
                <w:szCs w:val="20"/>
              </w:rPr>
              <w:t>43</w:t>
            </w:r>
            <w:r w:rsidRPr="006308D5">
              <w:rPr>
                <w:szCs w:val="20"/>
              </w:rPr>
              <w:t>)</w:t>
            </w:r>
          </w:p>
          <w:p w14:paraId="2358FCBB" w14:textId="77777777" w:rsidR="006308D5" w:rsidRPr="006308D5" w:rsidRDefault="006308D5" w:rsidP="006308D5">
            <w:pPr>
              <w:pStyle w:val="Tabletext"/>
              <w:rPr>
                <w:szCs w:val="20"/>
              </w:rPr>
            </w:pPr>
          </w:p>
          <w:p w14:paraId="62402C89" w14:textId="77777777" w:rsidR="00CF1209" w:rsidRPr="00CF1209" w:rsidRDefault="00CF1209" w:rsidP="00CF1209">
            <w:pPr>
              <w:pStyle w:val="Tabletext"/>
              <w:rPr>
                <w:szCs w:val="20"/>
              </w:rPr>
            </w:pPr>
            <w:r w:rsidRPr="00CF1209">
              <w:rPr>
                <w:szCs w:val="20"/>
              </w:rPr>
              <w:t>Writing about New Year</w:t>
            </w:r>
          </w:p>
          <w:p w14:paraId="52F96C4B" w14:textId="77777777" w:rsidR="00CF1209" w:rsidRPr="00CF1209" w:rsidRDefault="00CF1209" w:rsidP="00CF1209">
            <w:pPr>
              <w:pStyle w:val="Tabletext"/>
              <w:rPr>
                <w:szCs w:val="20"/>
              </w:rPr>
            </w:pPr>
          </w:p>
          <w:p w14:paraId="540D7131" w14:textId="45BC61FF" w:rsidR="00753418" w:rsidRPr="00DD3FE4" w:rsidRDefault="00CF1209" w:rsidP="00CF1209">
            <w:pPr>
              <w:pStyle w:val="Tabletext"/>
              <w:rPr>
                <w:b/>
                <w:szCs w:val="20"/>
              </w:rPr>
            </w:pPr>
            <w:r w:rsidRPr="00CF1209">
              <w:rPr>
                <w:szCs w:val="20"/>
              </w:rPr>
              <w:t>Combining the present and near future tenses</w:t>
            </w:r>
          </w:p>
        </w:tc>
        <w:tc>
          <w:tcPr>
            <w:tcW w:w="2058" w:type="dxa"/>
          </w:tcPr>
          <w:p w14:paraId="16A8F336" w14:textId="77777777" w:rsidR="006308D5" w:rsidRPr="006308D5" w:rsidRDefault="006308D5" w:rsidP="006308D5">
            <w:pPr>
              <w:pStyle w:val="Tabletext"/>
              <w:rPr>
                <w:b/>
                <w:szCs w:val="20"/>
              </w:rPr>
            </w:pPr>
            <w:r w:rsidRPr="006308D5">
              <w:rPr>
                <w:b/>
                <w:szCs w:val="20"/>
              </w:rPr>
              <w:t>PoS</w:t>
            </w:r>
          </w:p>
          <w:p w14:paraId="6A871670" w14:textId="77777777" w:rsidR="006308D5" w:rsidRPr="006308D5" w:rsidRDefault="006308D5" w:rsidP="006308D5">
            <w:pPr>
              <w:pStyle w:val="Tabletext"/>
              <w:rPr>
                <w:b/>
                <w:szCs w:val="20"/>
              </w:rPr>
            </w:pPr>
            <w:r w:rsidRPr="006308D5">
              <w:rPr>
                <w:b/>
                <w:szCs w:val="20"/>
              </w:rPr>
              <w:t xml:space="preserve">GV1 </w:t>
            </w:r>
            <w:r w:rsidRPr="006308D5">
              <w:rPr>
                <w:szCs w:val="20"/>
              </w:rPr>
              <w:t>Tenses</w:t>
            </w:r>
          </w:p>
          <w:p w14:paraId="5B74ACE3" w14:textId="77777777" w:rsidR="006308D5" w:rsidRPr="006308D5" w:rsidRDefault="006308D5" w:rsidP="006308D5">
            <w:pPr>
              <w:pStyle w:val="Tabletext"/>
              <w:rPr>
                <w:b/>
                <w:szCs w:val="20"/>
              </w:rPr>
            </w:pPr>
          </w:p>
          <w:p w14:paraId="0D0C5989" w14:textId="77777777" w:rsidR="00CF1209" w:rsidRPr="00CF1209" w:rsidRDefault="00CF1209" w:rsidP="00CF1209">
            <w:pPr>
              <w:pStyle w:val="Tabletext"/>
              <w:rPr>
                <w:szCs w:val="20"/>
              </w:rPr>
            </w:pPr>
            <w:r w:rsidRPr="00CF1209">
              <w:rPr>
                <w:b/>
                <w:szCs w:val="20"/>
              </w:rPr>
              <w:t xml:space="preserve">GV2 </w:t>
            </w:r>
            <w:r w:rsidRPr="00CF1209">
              <w:rPr>
                <w:szCs w:val="20"/>
              </w:rPr>
              <w:t>Grammatical structures</w:t>
            </w:r>
          </w:p>
          <w:p w14:paraId="2DD39F4F" w14:textId="77777777" w:rsidR="00CF1209" w:rsidRPr="00CF1209" w:rsidRDefault="00CF1209" w:rsidP="00CF1209">
            <w:pPr>
              <w:pStyle w:val="Tabletext"/>
              <w:rPr>
                <w:b/>
                <w:szCs w:val="20"/>
              </w:rPr>
            </w:pPr>
          </w:p>
          <w:p w14:paraId="2A935891" w14:textId="77777777" w:rsidR="00CF1209" w:rsidRPr="00CF1209" w:rsidRDefault="00CF1209" w:rsidP="00CF1209">
            <w:pPr>
              <w:pStyle w:val="Tabletext"/>
              <w:rPr>
                <w:b/>
                <w:szCs w:val="20"/>
              </w:rPr>
            </w:pPr>
            <w:r w:rsidRPr="00CF1209">
              <w:rPr>
                <w:b/>
                <w:szCs w:val="20"/>
              </w:rPr>
              <w:t xml:space="preserve">GV4 </w:t>
            </w:r>
            <w:r w:rsidRPr="00CF1209">
              <w:rPr>
                <w:szCs w:val="20"/>
              </w:rPr>
              <w:t>Accuracy</w:t>
            </w:r>
          </w:p>
          <w:p w14:paraId="71B9755C" w14:textId="77777777" w:rsidR="00CF1209" w:rsidRPr="00CF1209" w:rsidRDefault="00CF1209" w:rsidP="00CF1209">
            <w:pPr>
              <w:pStyle w:val="Tabletext"/>
              <w:rPr>
                <w:b/>
                <w:szCs w:val="20"/>
              </w:rPr>
            </w:pPr>
          </w:p>
          <w:p w14:paraId="2B274D61" w14:textId="6CBF845F" w:rsidR="006308D5" w:rsidRDefault="00CF1209" w:rsidP="00CF1209">
            <w:pPr>
              <w:pStyle w:val="Tabletext"/>
              <w:rPr>
                <w:szCs w:val="20"/>
              </w:rPr>
            </w:pPr>
            <w:r w:rsidRPr="00CF1209">
              <w:rPr>
                <w:b/>
                <w:szCs w:val="20"/>
              </w:rPr>
              <w:t xml:space="preserve">LC4 </w:t>
            </w:r>
            <w:r w:rsidRPr="00CF1209">
              <w:rPr>
                <w:szCs w:val="20"/>
              </w:rPr>
              <w:t>Expressing ideas (writing)</w:t>
            </w:r>
          </w:p>
          <w:p w14:paraId="0A462B79" w14:textId="77777777" w:rsidR="00CF1209" w:rsidRPr="006308D5" w:rsidRDefault="00CF1209" w:rsidP="00CF1209">
            <w:pPr>
              <w:pStyle w:val="Tabletext"/>
              <w:rPr>
                <w:b/>
                <w:szCs w:val="20"/>
              </w:rPr>
            </w:pPr>
          </w:p>
          <w:p w14:paraId="22BC5160" w14:textId="0A1C862C" w:rsidR="00753418" w:rsidRPr="00DD3FE4" w:rsidRDefault="006308D5" w:rsidP="006308D5">
            <w:pPr>
              <w:pStyle w:val="Tabletext"/>
              <w:rPr>
                <w:b/>
                <w:szCs w:val="20"/>
              </w:rPr>
            </w:pPr>
            <w:r w:rsidRPr="006308D5">
              <w:rPr>
                <w:b/>
                <w:szCs w:val="20"/>
              </w:rPr>
              <w:t xml:space="preserve">PPS: </w:t>
            </w:r>
            <w:r w:rsidR="00BB40CB">
              <w:rPr>
                <w:szCs w:val="20"/>
              </w:rPr>
              <w:t>4th–6th Steps</w:t>
            </w:r>
          </w:p>
        </w:tc>
        <w:tc>
          <w:tcPr>
            <w:tcW w:w="3592" w:type="dxa"/>
          </w:tcPr>
          <w:p w14:paraId="2DA1AD07" w14:textId="77777777" w:rsidR="00CF1209" w:rsidRPr="00CF1209" w:rsidRDefault="00CF1209" w:rsidP="00CF1209">
            <w:pPr>
              <w:pStyle w:val="Tabletext"/>
              <w:rPr>
                <w:i/>
                <w:szCs w:val="20"/>
                <w:lang w:val="fr-FR"/>
              </w:rPr>
            </w:pPr>
            <w:r w:rsidRPr="00CF1209">
              <w:rPr>
                <w:i/>
                <w:szCs w:val="20"/>
                <w:lang w:val="fr-FR"/>
              </w:rPr>
              <w:t>Quelles sont tes bonnes résolutions pour l’année prochaine?</w:t>
            </w:r>
          </w:p>
          <w:p w14:paraId="2E77B99D" w14:textId="77777777" w:rsidR="00CF1209" w:rsidRPr="00CF1209" w:rsidRDefault="00CF1209" w:rsidP="00CF1209">
            <w:pPr>
              <w:pStyle w:val="Tabletext"/>
              <w:rPr>
                <w:i/>
                <w:szCs w:val="20"/>
                <w:lang w:val="fr-FR"/>
              </w:rPr>
            </w:pPr>
            <w:r w:rsidRPr="00CF1209">
              <w:rPr>
                <w:i/>
                <w:szCs w:val="20"/>
                <w:lang w:val="fr-FR"/>
              </w:rPr>
              <w:t xml:space="preserve">En ce moment … </w:t>
            </w:r>
          </w:p>
          <w:p w14:paraId="42188E3B" w14:textId="77777777" w:rsidR="00CF1209" w:rsidRPr="00CF1209" w:rsidRDefault="00CF1209" w:rsidP="00CF1209">
            <w:pPr>
              <w:pStyle w:val="Tabletext"/>
              <w:rPr>
                <w:i/>
                <w:szCs w:val="20"/>
                <w:lang w:val="fr-FR"/>
              </w:rPr>
            </w:pPr>
            <w:r w:rsidRPr="00CF1209">
              <w:rPr>
                <w:i/>
                <w:szCs w:val="20"/>
                <w:lang w:val="fr-FR"/>
              </w:rPr>
              <w:t>je joue sur mon portable pendant le dîner.</w:t>
            </w:r>
          </w:p>
          <w:p w14:paraId="4315513D" w14:textId="77777777" w:rsidR="00CF1209" w:rsidRPr="00CF1209" w:rsidRDefault="00CF1209" w:rsidP="00CF1209">
            <w:pPr>
              <w:pStyle w:val="Tabletext"/>
              <w:rPr>
                <w:i/>
                <w:szCs w:val="20"/>
                <w:lang w:val="fr-FR"/>
              </w:rPr>
            </w:pPr>
            <w:r w:rsidRPr="00CF1209">
              <w:rPr>
                <w:i/>
                <w:szCs w:val="20"/>
                <w:lang w:val="fr-FR"/>
              </w:rPr>
              <w:t>je finis mes devoirs à la récré.</w:t>
            </w:r>
          </w:p>
          <w:p w14:paraId="23DA68E7" w14:textId="77777777" w:rsidR="00CF1209" w:rsidRPr="00CF1209" w:rsidRDefault="00CF1209" w:rsidP="00CF1209">
            <w:pPr>
              <w:pStyle w:val="Tabletext"/>
              <w:rPr>
                <w:i/>
                <w:szCs w:val="20"/>
                <w:lang w:val="fr-FR"/>
              </w:rPr>
            </w:pPr>
            <w:r w:rsidRPr="00CF1209">
              <w:rPr>
                <w:i/>
                <w:szCs w:val="20"/>
                <w:lang w:val="fr-FR"/>
              </w:rPr>
              <w:t>je n’aide pas mes parents.</w:t>
            </w:r>
          </w:p>
          <w:p w14:paraId="0CF7344C" w14:textId="77777777" w:rsidR="00CF1209" w:rsidRPr="00CF1209" w:rsidRDefault="00CF1209" w:rsidP="00CF1209">
            <w:pPr>
              <w:pStyle w:val="Tabletext"/>
              <w:rPr>
                <w:i/>
                <w:szCs w:val="20"/>
                <w:lang w:val="fr-FR"/>
              </w:rPr>
            </w:pPr>
            <w:r w:rsidRPr="00CF1209">
              <w:rPr>
                <w:i/>
                <w:szCs w:val="20"/>
                <w:lang w:val="fr-FR"/>
              </w:rPr>
              <w:t>je fais la grasse matinée le samedi matin.</w:t>
            </w:r>
          </w:p>
          <w:p w14:paraId="029DFAF0" w14:textId="77777777" w:rsidR="00CF1209" w:rsidRPr="00CF1209" w:rsidRDefault="00CF1209" w:rsidP="009A42D4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CF1209">
              <w:rPr>
                <w:i/>
                <w:szCs w:val="20"/>
                <w:lang w:val="fr-FR"/>
              </w:rPr>
              <w:t>je ne suis pas sympa avec mon petit frère.</w:t>
            </w:r>
          </w:p>
          <w:p w14:paraId="01B08CED" w14:textId="77777777" w:rsidR="00CF1209" w:rsidRPr="00CF1209" w:rsidRDefault="00CF1209" w:rsidP="00A25777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6D1B1B5E" w14:textId="483AA7DA" w:rsidR="00CF1209" w:rsidRPr="00CF1209" w:rsidRDefault="00CF1209" w:rsidP="009A42D4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CF1209">
              <w:rPr>
                <w:i/>
                <w:szCs w:val="20"/>
                <w:lang w:val="fr-FR"/>
              </w:rPr>
              <w:t>L’année prochaine …</w:t>
            </w:r>
          </w:p>
          <w:p w14:paraId="43F5C99F" w14:textId="77777777" w:rsidR="00CF1209" w:rsidRPr="00CF1209" w:rsidRDefault="00CF1209" w:rsidP="00CF1209">
            <w:pPr>
              <w:pStyle w:val="Tabletext"/>
              <w:rPr>
                <w:i/>
                <w:szCs w:val="20"/>
                <w:lang w:val="fr-FR"/>
              </w:rPr>
            </w:pPr>
            <w:r w:rsidRPr="00CF1209">
              <w:rPr>
                <w:i/>
                <w:szCs w:val="20"/>
                <w:lang w:val="fr-FR"/>
              </w:rPr>
              <w:t>je vais aller au marché et aider dans le jardin.</w:t>
            </w:r>
          </w:p>
          <w:p w14:paraId="4744C149" w14:textId="77777777" w:rsidR="00CF1209" w:rsidRPr="00CF1209" w:rsidRDefault="00CF1209" w:rsidP="00CF1209">
            <w:pPr>
              <w:pStyle w:val="Tabletext"/>
              <w:rPr>
                <w:i/>
                <w:szCs w:val="20"/>
                <w:lang w:val="fr-FR"/>
              </w:rPr>
            </w:pPr>
            <w:r w:rsidRPr="00CF1209">
              <w:rPr>
                <w:i/>
                <w:szCs w:val="20"/>
                <w:lang w:val="fr-FR"/>
              </w:rPr>
              <w:t>je vais être patient(e) avec mon frère.</w:t>
            </w:r>
          </w:p>
          <w:p w14:paraId="33B7F645" w14:textId="77777777" w:rsidR="00CF1209" w:rsidRPr="00CF1209" w:rsidRDefault="00CF1209" w:rsidP="00CF1209">
            <w:pPr>
              <w:pStyle w:val="Tabletext"/>
              <w:rPr>
                <w:i/>
                <w:szCs w:val="20"/>
                <w:lang w:val="fr-FR"/>
              </w:rPr>
            </w:pPr>
            <w:r w:rsidRPr="00CF1209">
              <w:rPr>
                <w:i/>
                <w:szCs w:val="20"/>
                <w:lang w:val="fr-FR"/>
              </w:rPr>
              <w:t>je vais faire du sport le samedi matin.</w:t>
            </w:r>
          </w:p>
          <w:p w14:paraId="336F8C5C" w14:textId="77777777" w:rsidR="00CF1209" w:rsidRPr="00CF1209" w:rsidRDefault="00CF1209" w:rsidP="00CF1209">
            <w:pPr>
              <w:pStyle w:val="Tabletext"/>
              <w:rPr>
                <w:i/>
                <w:szCs w:val="20"/>
                <w:lang w:val="fr-FR"/>
              </w:rPr>
            </w:pPr>
            <w:r w:rsidRPr="00CF1209">
              <w:rPr>
                <w:i/>
                <w:szCs w:val="20"/>
                <w:lang w:val="fr-FR"/>
              </w:rPr>
              <w:t>je vais laisser mon smartphone dans ma chambre.</w:t>
            </w:r>
          </w:p>
          <w:p w14:paraId="59687059" w14:textId="77777777" w:rsidR="00CF1209" w:rsidRPr="00CF1209" w:rsidRDefault="00CF1209" w:rsidP="009A42D4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CF1209">
              <w:rPr>
                <w:i/>
                <w:szCs w:val="20"/>
                <w:lang w:val="fr-FR"/>
              </w:rPr>
              <w:t>je vais finir mes devoirs le soir.</w:t>
            </w:r>
          </w:p>
          <w:p w14:paraId="16AAF8C0" w14:textId="77777777" w:rsidR="00CF1209" w:rsidRPr="00CF1209" w:rsidRDefault="00CF1209" w:rsidP="00A25777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38159F3D" w14:textId="77777777" w:rsidR="00CF1209" w:rsidRPr="00CF1209" w:rsidRDefault="00CF1209" w:rsidP="009A42D4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CF1209">
              <w:rPr>
                <w:i/>
                <w:szCs w:val="20"/>
                <w:lang w:val="fr-FR"/>
              </w:rPr>
              <w:t>Je vais ...</w:t>
            </w:r>
          </w:p>
          <w:p w14:paraId="308AB78F" w14:textId="6ED0D935" w:rsidR="00CF1209" w:rsidRPr="00CF1209" w:rsidRDefault="00CF1209" w:rsidP="00CF1209">
            <w:pPr>
              <w:pStyle w:val="Tabletext"/>
              <w:rPr>
                <w:i/>
                <w:szCs w:val="20"/>
                <w:lang w:val="fr-FR"/>
              </w:rPr>
            </w:pPr>
            <w:r w:rsidRPr="00CF1209">
              <w:rPr>
                <w:i/>
                <w:szCs w:val="20"/>
                <w:lang w:val="fr-FR"/>
              </w:rPr>
              <w:t xml:space="preserve">passer le </w:t>
            </w:r>
            <w:r w:rsidR="00B864A3">
              <w:rPr>
                <w:i/>
                <w:szCs w:val="20"/>
                <w:lang w:val="fr-FR"/>
              </w:rPr>
              <w:t>31 décembre</w:t>
            </w:r>
            <w:r w:rsidRPr="00CF1209">
              <w:rPr>
                <w:i/>
                <w:szCs w:val="20"/>
                <w:lang w:val="fr-FR"/>
              </w:rPr>
              <w:t xml:space="preserve"> à la maison / chez ma mère / en France.</w:t>
            </w:r>
          </w:p>
          <w:p w14:paraId="54B0BEF7" w14:textId="5D29B572" w:rsidR="00CF1209" w:rsidRPr="00CF1209" w:rsidRDefault="00CF1209" w:rsidP="00CF1209">
            <w:pPr>
              <w:pStyle w:val="Tabletext"/>
              <w:rPr>
                <w:i/>
                <w:szCs w:val="20"/>
                <w:lang w:val="fr-FR"/>
              </w:rPr>
            </w:pPr>
            <w:r w:rsidRPr="00CF1209">
              <w:rPr>
                <w:i/>
                <w:szCs w:val="20"/>
                <w:lang w:val="fr-FR"/>
              </w:rPr>
              <w:t>danser / retrouver des copains</w:t>
            </w:r>
            <w:r w:rsidR="00B864A3">
              <w:rPr>
                <w:i/>
                <w:szCs w:val="20"/>
                <w:lang w:val="fr-FR"/>
              </w:rPr>
              <w:t>.</w:t>
            </w:r>
          </w:p>
          <w:p w14:paraId="1B9AF7A7" w14:textId="6500DA8E" w:rsidR="00CF1209" w:rsidRPr="00CF1209" w:rsidRDefault="00CF1209" w:rsidP="00CF1209">
            <w:pPr>
              <w:pStyle w:val="Tabletext"/>
              <w:rPr>
                <w:i/>
                <w:szCs w:val="20"/>
                <w:lang w:val="fr-FR"/>
              </w:rPr>
            </w:pPr>
            <w:r w:rsidRPr="00CF1209">
              <w:rPr>
                <w:i/>
                <w:szCs w:val="20"/>
                <w:lang w:val="fr-FR"/>
              </w:rPr>
              <w:t>regarder le feu d’artifice dans la rue / à la télé.</w:t>
            </w:r>
          </w:p>
          <w:p w14:paraId="231B870E" w14:textId="72BF159B" w:rsidR="00CF1209" w:rsidRPr="00CF1209" w:rsidRDefault="00CF1209" w:rsidP="00CF1209">
            <w:pPr>
              <w:pStyle w:val="Tabletext"/>
              <w:rPr>
                <w:i/>
                <w:szCs w:val="20"/>
                <w:lang w:val="fr-FR"/>
              </w:rPr>
            </w:pPr>
            <w:r w:rsidRPr="00CF1209">
              <w:rPr>
                <w:i/>
                <w:szCs w:val="20"/>
                <w:lang w:val="fr-FR"/>
              </w:rPr>
              <w:t xml:space="preserve">manger des chips / de la pizza / </w:t>
            </w:r>
            <w:r w:rsidR="008D3E5D">
              <w:rPr>
                <w:i/>
                <w:szCs w:val="20"/>
                <w:lang w:val="fr-FR"/>
              </w:rPr>
              <w:br/>
            </w:r>
            <w:r w:rsidRPr="00CF1209">
              <w:rPr>
                <w:i/>
                <w:szCs w:val="20"/>
                <w:lang w:val="fr-FR"/>
              </w:rPr>
              <w:t>la galette des Rois.</w:t>
            </w:r>
          </w:p>
          <w:p w14:paraId="7218DF34" w14:textId="77777777" w:rsidR="00CF1209" w:rsidRPr="00CF1209" w:rsidRDefault="00CF1209" w:rsidP="00CF1209">
            <w:pPr>
              <w:pStyle w:val="Tabletext"/>
              <w:rPr>
                <w:i/>
                <w:szCs w:val="20"/>
                <w:lang w:val="fr-FR"/>
              </w:rPr>
            </w:pPr>
            <w:r w:rsidRPr="00CF1209">
              <w:rPr>
                <w:i/>
                <w:szCs w:val="20"/>
                <w:lang w:val="fr-FR"/>
              </w:rPr>
              <w:t>aller en ville / chez mes grands-parents.</w:t>
            </w:r>
          </w:p>
          <w:p w14:paraId="3F37B3CB" w14:textId="77777777" w:rsidR="00CF1209" w:rsidRPr="00CF1209" w:rsidRDefault="00CF1209" w:rsidP="00CF1209">
            <w:pPr>
              <w:pStyle w:val="Tabletext"/>
              <w:rPr>
                <w:i/>
                <w:szCs w:val="20"/>
                <w:lang w:val="fr-FR"/>
              </w:rPr>
            </w:pPr>
            <w:r w:rsidRPr="00CF1209">
              <w:rPr>
                <w:i/>
                <w:szCs w:val="20"/>
                <w:lang w:val="fr-FR"/>
              </w:rPr>
              <w:t>acheter des cadeaux / des souvenirs.</w:t>
            </w:r>
          </w:p>
          <w:p w14:paraId="56F94DC8" w14:textId="77777777" w:rsidR="00CF1209" w:rsidRPr="00CF1209" w:rsidRDefault="00CF1209" w:rsidP="009A42D4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CF1209">
              <w:rPr>
                <w:i/>
                <w:szCs w:val="20"/>
                <w:lang w:val="fr-FR"/>
              </w:rPr>
              <w:t>faire la grasse matinée.</w:t>
            </w:r>
          </w:p>
          <w:p w14:paraId="3529E619" w14:textId="77777777" w:rsidR="00CF1209" w:rsidRPr="00CF1209" w:rsidRDefault="00CF1209" w:rsidP="00A25777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4779A510" w14:textId="0C229950" w:rsidR="00CF7EAD" w:rsidRDefault="002B2159" w:rsidP="009A42D4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  <w:r>
              <w:rPr>
                <w:i/>
                <w:szCs w:val="20"/>
                <w:lang w:val="fr-FR"/>
              </w:rPr>
              <w:t>n</w:t>
            </w:r>
            <w:r w:rsidR="00CF1209" w:rsidRPr="00CF1209">
              <w:rPr>
                <w:i/>
                <w:szCs w:val="20"/>
                <w:lang w:val="fr-FR"/>
              </w:rPr>
              <w:t xml:space="preserve">ormalement / toujours / d’abord / </w:t>
            </w:r>
            <w:r w:rsidR="008D3E5D">
              <w:rPr>
                <w:i/>
                <w:szCs w:val="20"/>
                <w:lang w:val="fr-FR"/>
              </w:rPr>
              <w:br/>
            </w:r>
            <w:r w:rsidR="00CF1209" w:rsidRPr="00CF1209">
              <w:rPr>
                <w:i/>
                <w:szCs w:val="20"/>
                <w:lang w:val="fr-FR"/>
              </w:rPr>
              <w:t xml:space="preserve">le soir / après / à minuit / </w:t>
            </w:r>
            <w:r w:rsidR="008D3E5D">
              <w:rPr>
                <w:i/>
                <w:szCs w:val="20"/>
                <w:lang w:val="fr-FR"/>
              </w:rPr>
              <w:br/>
            </w:r>
            <w:r w:rsidR="00CF1209" w:rsidRPr="00CF1209">
              <w:rPr>
                <w:i/>
                <w:szCs w:val="20"/>
                <w:lang w:val="fr-FR"/>
              </w:rPr>
              <w:t>le 31 décembre</w:t>
            </w:r>
          </w:p>
          <w:p w14:paraId="2D8A8AEC" w14:textId="2947EDC7" w:rsidR="00CF1209" w:rsidRPr="00CF1209" w:rsidRDefault="00CF1209" w:rsidP="00CF1209">
            <w:pPr>
              <w:pStyle w:val="Tabletext"/>
              <w:rPr>
                <w:i/>
                <w:szCs w:val="20"/>
                <w:lang w:val="fr-FR"/>
              </w:rPr>
            </w:pPr>
          </w:p>
        </w:tc>
        <w:tc>
          <w:tcPr>
            <w:tcW w:w="2114" w:type="dxa"/>
          </w:tcPr>
          <w:p w14:paraId="5DBA117E" w14:textId="4082DD2B" w:rsidR="00CF1209" w:rsidRDefault="007E6B38" w:rsidP="00CF1209">
            <w:r w:rsidRPr="007E6B38">
              <w:rPr>
                <w:b/>
              </w:rPr>
              <w:t>G:</w:t>
            </w:r>
            <w:r w:rsidR="00CF1209">
              <w:t xml:space="preserve"> Using the present and near future tenses together</w:t>
            </w:r>
          </w:p>
          <w:p w14:paraId="463DE5FD" w14:textId="77777777" w:rsidR="00CF1209" w:rsidRDefault="00CF1209" w:rsidP="00CF1209"/>
          <w:p w14:paraId="3700384E" w14:textId="4FAD053C" w:rsidR="00753418" w:rsidRPr="00DD3FE4" w:rsidRDefault="00CF1209" w:rsidP="00CF1209">
            <w:r>
              <w:t>Checking your work for accuracy</w:t>
            </w:r>
          </w:p>
        </w:tc>
      </w:tr>
      <w:tr w:rsidR="00753418" w:rsidRPr="006740F7" w14:paraId="3F8404E4" w14:textId="77777777" w:rsidTr="006A341F">
        <w:trPr>
          <w:cantSplit/>
          <w:trHeight w:val="701"/>
        </w:trPr>
        <w:tc>
          <w:tcPr>
            <w:tcW w:w="1858" w:type="dxa"/>
          </w:tcPr>
          <w:p w14:paraId="3AD9E795" w14:textId="77777777" w:rsidR="00770B2F" w:rsidRPr="00770B2F" w:rsidRDefault="00770B2F" w:rsidP="00770B2F">
            <w:pPr>
              <w:pStyle w:val="Tabletext"/>
              <w:rPr>
                <w:b/>
                <w:szCs w:val="20"/>
              </w:rPr>
            </w:pPr>
            <w:r w:rsidRPr="00770B2F">
              <w:rPr>
                <w:b/>
                <w:szCs w:val="20"/>
              </w:rPr>
              <w:t>Bilan / Révisions</w:t>
            </w:r>
          </w:p>
          <w:p w14:paraId="660F4A6F" w14:textId="195CCF6C" w:rsidR="00753418" w:rsidRPr="00770B2F" w:rsidRDefault="00770B2F" w:rsidP="00770B2F">
            <w:pPr>
              <w:pStyle w:val="Tabletext"/>
              <w:rPr>
                <w:szCs w:val="20"/>
              </w:rPr>
            </w:pPr>
            <w:r w:rsidRPr="00770B2F">
              <w:rPr>
                <w:szCs w:val="20"/>
              </w:rPr>
              <w:t xml:space="preserve">(pp. </w:t>
            </w:r>
            <w:r w:rsidR="00717CD7">
              <w:rPr>
                <w:szCs w:val="20"/>
              </w:rPr>
              <w:t>44</w:t>
            </w:r>
            <w:r w:rsidRPr="00770B2F">
              <w:rPr>
                <w:szCs w:val="20"/>
              </w:rPr>
              <w:t>–</w:t>
            </w:r>
            <w:r w:rsidR="00717CD7">
              <w:rPr>
                <w:szCs w:val="20"/>
              </w:rPr>
              <w:t>45</w:t>
            </w:r>
            <w:r w:rsidRPr="00770B2F">
              <w:rPr>
                <w:szCs w:val="20"/>
              </w:rPr>
              <w:t>)</w:t>
            </w:r>
          </w:p>
        </w:tc>
        <w:tc>
          <w:tcPr>
            <w:tcW w:w="7764" w:type="dxa"/>
            <w:gridSpan w:val="3"/>
          </w:tcPr>
          <w:p w14:paraId="1E8F01D6" w14:textId="77777777" w:rsidR="00BC2645" w:rsidRDefault="00BC2645" w:rsidP="00BC2645">
            <w:r>
              <w:t>Revision checklist and revision quiz at three levels (Ready, Get set, Go!). This covers language from the entire module.</w:t>
            </w:r>
          </w:p>
          <w:p w14:paraId="7B0D124D" w14:textId="2B36AA81" w:rsidR="00753418" w:rsidRPr="006740F7" w:rsidRDefault="00753418" w:rsidP="00BC2645">
            <w:pPr>
              <w:pStyle w:val="Tabletextbullets"/>
              <w:numPr>
                <w:ilvl w:val="0"/>
                <w:numId w:val="0"/>
              </w:numPr>
              <w:ind w:left="340" w:hanging="340"/>
              <w:rPr>
                <w:szCs w:val="20"/>
              </w:rPr>
            </w:pPr>
          </w:p>
        </w:tc>
      </w:tr>
      <w:tr w:rsidR="00770B2F" w:rsidRPr="006740F7" w14:paraId="23EAC3A3" w14:textId="77777777" w:rsidTr="006A341F">
        <w:trPr>
          <w:cantSplit/>
          <w:trHeight w:val="701"/>
        </w:trPr>
        <w:tc>
          <w:tcPr>
            <w:tcW w:w="1858" w:type="dxa"/>
          </w:tcPr>
          <w:p w14:paraId="07A541C1" w14:textId="77777777" w:rsidR="00770B2F" w:rsidRPr="00770B2F" w:rsidRDefault="00770B2F" w:rsidP="00770B2F">
            <w:pPr>
              <w:pStyle w:val="Tabletext"/>
              <w:rPr>
                <w:b/>
                <w:szCs w:val="20"/>
              </w:rPr>
            </w:pPr>
            <w:r w:rsidRPr="00770B2F">
              <w:rPr>
                <w:b/>
                <w:szCs w:val="20"/>
              </w:rPr>
              <w:t>En focus</w:t>
            </w:r>
          </w:p>
          <w:p w14:paraId="59D4CE9A" w14:textId="63CBAB1A" w:rsidR="00770B2F" w:rsidRPr="00770B2F" w:rsidRDefault="00770B2F" w:rsidP="00770B2F">
            <w:pPr>
              <w:pStyle w:val="Tabletext"/>
              <w:rPr>
                <w:szCs w:val="20"/>
              </w:rPr>
            </w:pPr>
            <w:r w:rsidRPr="00770B2F">
              <w:rPr>
                <w:szCs w:val="20"/>
              </w:rPr>
              <w:t xml:space="preserve">(pp. </w:t>
            </w:r>
            <w:r w:rsidR="00717CD7">
              <w:rPr>
                <w:szCs w:val="20"/>
              </w:rPr>
              <w:t>46</w:t>
            </w:r>
            <w:r>
              <w:rPr>
                <w:szCs w:val="20"/>
              </w:rPr>
              <w:t>–</w:t>
            </w:r>
            <w:r w:rsidR="00717CD7">
              <w:rPr>
                <w:szCs w:val="20"/>
              </w:rPr>
              <w:t>47</w:t>
            </w:r>
            <w:r w:rsidRPr="00770B2F">
              <w:rPr>
                <w:szCs w:val="20"/>
              </w:rPr>
              <w:t>)</w:t>
            </w:r>
          </w:p>
        </w:tc>
        <w:tc>
          <w:tcPr>
            <w:tcW w:w="7764" w:type="dxa"/>
            <w:gridSpan w:val="3"/>
          </w:tcPr>
          <w:p w14:paraId="261C3EBC" w14:textId="77777777" w:rsidR="00BC2645" w:rsidRDefault="00BC2645" w:rsidP="00BC2645">
            <w:r>
              <w:t>Double page unit with question styles which work towards the challenges of GCSE. This covers language from the entire module.</w:t>
            </w:r>
          </w:p>
          <w:p w14:paraId="5406CCC7" w14:textId="1EC8FF94" w:rsidR="001A0FCD" w:rsidRDefault="00BC2645" w:rsidP="00BC2645">
            <w:r w:rsidRPr="00770B2F">
              <w:rPr>
                <w:b/>
              </w:rPr>
              <w:t>PPS:</w:t>
            </w:r>
            <w:r>
              <w:t xml:space="preserve"> </w:t>
            </w:r>
            <w:r w:rsidR="005F1933">
              <w:t>4th–6th Steps</w:t>
            </w:r>
          </w:p>
        </w:tc>
      </w:tr>
      <w:tr w:rsidR="00770B2F" w:rsidRPr="006740F7" w14:paraId="62FA421E" w14:textId="77777777" w:rsidTr="006A341F">
        <w:trPr>
          <w:cantSplit/>
          <w:trHeight w:val="701"/>
        </w:trPr>
        <w:tc>
          <w:tcPr>
            <w:tcW w:w="1858" w:type="dxa"/>
          </w:tcPr>
          <w:p w14:paraId="29F352D4" w14:textId="77777777" w:rsidR="00770B2F" w:rsidRPr="00770B2F" w:rsidRDefault="00770B2F" w:rsidP="00770B2F">
            <w:pPr>
              <w:pStyle w:val="Tabletext"/>
              <w:rPr>
                <w:b/>
                <w:szCs w:val="20"/>
              </w:rPr>
            </w:pPr>
            <w:r w:rsidRPr="00770B2F">
              <w:rPr>
                <w:b/>
                <w:szCs w:val="20"/>
              </w:rPr>
              <w:lastRenderedPageBreak/>
              <w:t>En plus</w:t>
            </w:r>
          </w:p>
          <w:p w14:paraId="244ECC77" w14:textId="7330DF77" w:rsidR="00770B2F" w:rsidRPr="00770B2F" w:rsidRDefault="00770B2F" w:rsidP="00770B2F">
            <w:pPr>
              <w:pStyle w:val="Tabletext"/>
              <w:rPr>
                <w:szCs w:val="20"/>
              </w:rPr>
            </w:pPr>
            <w:r w:rsidRPr="00770B2F">
              <w:rPr>
                <w:szCs w:val="20"/>
              </w:rPr>
              <w:t xml:space="preserve">(pp. </w:t>
            </w:r>
            <w:r w:rsidR="00717CD7">
              <w:rPr>
                <w:szCs w:val="20"/>
              </w:rPr>
              <w:t>48</w:t>
            </w:r>
            <w:r>
              <w:rPr>
                <w:szCs w:val="20"/>
              </w:rPr>
              <w:t>–</w:t>
            </w:r>
            <w:r w:rsidR="00717CD7">
              <w:rPr>
                <w:szCs w:val="20"/>
              </w:rPr>
              <w:t>49</w:t>
            </w:r>
            <w:r w:rsidRPr="00770B2F">
              <w:rPr>
                <w:szCs w:val="20"/>
              </w:rPr>
              <w:t>)</w:t>
            </w:r>
          </w:p>
        </w:tc>
        <w:tc>
          <w:tcPr>
            <w:tcW w:w="7764" w:type="dxa"/>
            <w:gridSpan w:val="3"/>
          </w:tcPr>
          <w:p w14:paraId="742AAF13" w14:textId="7C975E74" w:rsidR="00770B2F" w:rsidRDefault="00BC2645" w:rsidP="00770B2F">
            <w:r>
              <w:t xml:space="preserve">Double page extension / project unit: </w:t>
            </w:r>
            <w:r w:rsidR="00717CD7" w:rsidRPr="00717CD7">
              <w:t>Understanding a text about international festivals and preparing a spoken presentation on an interesting festival; Reading a poem about happiness and writing a verse for the poem</w:t>
            </w:r>
            <w:r w:rsidR="00770B2F">
              <w:t>.</w:t>
            </w:r>
          </w:p>
          <w:p w14:paraId="7E06B928" w14:textId="3E1AD285" w:rsidR="001A0FCD" w:rsidRDefault="00770B2F" w:rsidP="00770B2F">
            <w:r w:rsidRPr="00770B2F">
              <w:rPr>
                <w:b/>
              </w:rPr>
              <w:t>PPS:</w:t>
            </w:r>
            <w:r>
              <w:t xml:space="preserve"> </w:t>
            </w:r>
            <w:r w:rsidR="000A5E29">
              <w:t>4th–7th Steps</w:t>
            </w:r>
          </w:p>
        </w:tc>
      </w:tr>
      <w:tr w:rsidR="00770B2F" w:rsidRPr="006740F7" w14:paraId="3EAC5859" w14:textId="77777777" w:rsidTr="006A341F">
        <w:trPr>
          <w:cantSplit/>
          <w:trHeight w:val="701"/>
        </w:trPr>
        <w:tc>
          <w:tcPr>
            <w:tcW w:w="1858" w:type="dxa"/>
          </w:tcPr>
          <w:p w14:paraId="6E9F87AA" w14:textId="77777777" w:rsidR="00770B2F" w:rsidRPr="00770B2F" w:rsidRDefault="00770B2F" w:rsidP="00770B2F">
            <w:pPr>
              <w:pStyle w:val="Tabletext"/>
              <w:rPr>
                <w:b/>
                <w:szCs w:val="20"/>
              </w:rPr>
            </w:pPr>
            <w:r w:rsidRPr="00770B2F">
              <w:rPr>
                <w:b/>
                <w:szCs w:val="20"/>
              </w:rPr>
              <w:t>Grammaire</w:t>
            </w:r>
          </w:p>
          <w:p w14:paraId="1FBAC011" w14:textId="7A421587" w:rsidR="00770B2F" w:rsidRPr="00770B2F" w:rsidRDefault="00770B2F" w:rsidP="00770B2F">
            <w:pPr>
              <w:pStyle w:val="Tabletext"/>
              <w:rPr>
                <w:szCs w:val="20"/>
              </w:rPr>
            </w:pPr>
            <w:r w:rsidRPr="00770B2F">
              <w:rPr>
                <w:szCs w:val="20"/>
              </w:rPr>
              <w:t xml:space="preserve">(pp. </w:t>
            </w:r>
            <w:r w:rsidR="00717CD7">
              <w:rPr>
                <w:szCs w:val="20"/>
              </w:rPr>
              <w:t>50</w:t>
            </w:r>
            <w:r w:rsidRPr="00770B2F">
              <w:rPr>
                <w:szCs w:val="20"/>
              </w:rPr>
              <w:t>–</w:t>
            </w:r>
            <w:r w:rsidR="00717CD7">
              <w:rPr>
                <w:szCs w:val="20"/>
              </w:rPr>
              <w:t>51</w:t>
            </w:r>
            <w:r w:rsidRPr="00770B2F">
              <w:rPr>
                <w:szCs w:val="20"/>
              </w:rPr>
              <w:t>)</w:t>
            </w:r>
          </w:p>
        </w:tc>
        <w:tc>
          <w:tcPr>
            <w:tcW w:w="7764" w:type="dxa"/>
            <w:gridSpan w:val="3"/>
          </w:tcPr>
          <w:p w14:paraId="5A670EB7" w14:textId="291CF7E6" w:rsidR="00770B2F" w:rsidRDefault="00BC2645" w:rsidP="00770B2F">
            <w:r>
              <w:t>Double page spread with grammar explanations and exercises linked to the grammar covered in the module</w:t>
            </w:r>
            <w:r w:rsidRPr="00770B2F">
              <w:t>.</w:t>
            </w:r>
          </w:p>
        </w:tc>
      </w:tr>
      <w:tr w:rsidR="00770B2F" w:rsidRPr="006740F7" w14:paraId="23BC929D" w14:textId="77777777" w:rsidTr="006A341F">
        <w:trPr>
          <w:cantSplit/>
          <w:trHeight w:val="701"/>
        </w:trPr>
        <w:tc>
          <w:tcPr>
            <w:tcW w:w="1858" w:type="dxa"/>
          </w:tcPr>
          <w:p w14:paraId="21F9DD23" w14:textId="77777777" w:rsidR="00770B2F" w:rsidRPr="00770B2F" w:rsidRDefault="00770B2F" w:rsidP="00770B2F">
            <w:pPr>
              <w:pStyle w:val="Tabletext"/>
              <w:rPr>
                <w:b/>
                <w:szCs w:val="20"/>
              </w:rPr>
            </w:pPr>
            <w:r w:rsidRPr="00770B2F">
              <w:rPr>
                <w:b/>
                <w:szCs w:val="20"/>
              </w:rPr>
              <w:t>Vocabulaire</w:t>
            </w:r>
          </w:p>
          <w:p w14:paraId="0C6E73E8" w14:textId="5F5EB96E" w:rsidR="00770B2F" w:rsidRPr="00770B2F" w:rsidRDefault="00770B2F" w:rsidP="00770B2F">
            <w:pPr>
              <w:pStyle w:val="Tabletext"/>
              <w:rPr>
                <w:szCs w:val="20"/>
              </w:rPr>
            </w:pPr>
            <w:r w:rsidRPr="00770B2F">
              <w:rPr>
                <w:szCs w:val="20"/>
              </w:rPr>
              <w:t xml:space="preserve">(pp. </w:t>
            </w:r>
            <w:r w:rsidR="00717CD7">
              <w:rPr>
                <w:szCs w:val="20"/>
              </w:rPr>
              <w:t>52</w:t>
            </w:r>
            <w:r w:rsidRPr="00770B2F">
              <w:rPr>
                <w:szCs w:val="20"/>
              </w:rPr>
              <w:t>–</w:t>
            </w:r>
            <w:r w:rsidR="00717CD7">
              <w:rPr>
                <w:szCs w:val="20"/>
              </w:rPr>
              <w:t>53</w:t>
            </w:r>
            <w:r w:rsidRPr="00770B2F">
              <w:rPr>
                <w:szCs w:val="20"/>
              </w:rPr>
              <w:t>)</w:t>
            </w:r>
          </w:p>
        </w:tc>
        <w:tc>
          <w:tcPr>
            <w:tcW w:w="7764" w:type="dxa"/>
            <w:gridSpan w:val="3"/>
          </w:tcPr>
          <w:p w14:paraId="04614C66" w14:textId="49E91468" w:rsidR="00770B2F" w:rsidRPr="00770B2F" w:rsidRDefault="00BC2645" w:rsidP="00770B2F">
            <w:r w:rsidRPr="000A72E1">
              <w:t>Double page spread with vocabulary lists from each unit in the module</w:t>
            </w:r>
            <w:r w:rsidRPr="00770B2F">
              <w:t>.</w:t>
            </w:r>
          </w:p>
        </w:tc>
      </w:tr>
      <w:tr w:rsidR="00770B2F" w:rsidRPr="006740F7" w14:paraId="6EE78DF9" w14:textId="77777777" w:rsidTr="006A341F">
        <w:trPr>
          <w:cantSplit/>
          <w:trHeight w:val="701"/>
        </w:trPr>
        <w:tc>
          <w:tcPr>
            <w:tcW w:w="1858" w:type="dxa"/>
          </w:tcPr>
          <w:p w14:paraId="5EBF7386" w14:textId="77777777" w:rsidR="00770B2F" w:rsidRPr="00770B2F" w:rsidRDefault="00770B2F" w:rsidP="00770B2F">
            <w:pPr>
              <w:pStyle w:val="Tabletext"/>
              <w:rPr>
                <w:b/>
                <w:szCs w:val="20"/>
              </w:rPr>
            </w:pPr>
            <w:r w:rsidRPr="00770B2F">
              <w:rPr>
                <w:b/>
                <w:szCs w:val="20"/>
              </w:rPr>
              <w:t>À toi</w:t>
            </w:r>
          </w:p>
          <w:p w14:paraId="42CE932B" w14:textId="048C667F" w:rsidR="00770B2F" w:rsidRPr="00770B2F" w:rsidRDefault="00770B2F" w:rsidP="00770B2F">
            <w:pPr>
              <w:pStyle w:val="Tabletext"/>
              <w:rPr>
                <w:szCs w:val="20"/>
              </w:rPr>
            </w:pPr>
            <w:r w:rsidRPr="00770B2F">
              <w:rPr>
                <w:szCs w:val="20"/>
              </w:rPr>
              <w:t xml:space="preserve">(pp. </w:t>
            </w:r>
            <w:r w:rsidR="007B1ED4">
              <w:rPr>
                <w:szCs w:val="20"/>
              </w:rPr>
              <w:t>128</w:t>
            </w:r>
            <w:r w:rsidRPr="00770B2F">
              <w:rPr>
                <w:szCs w:val="20"/>
              </w:rPr>
              <w:t>–</w:t>
            </w:r>
            <w:r w:rsidR="007B1ED4">
              <w:rPr>
                <w:szCs w:val="20"/>
              </w:rPr>
              <w:t>129</w:t>
            </w:r>
            <w:r w:rsidRPr="00770B2F">
              <w:rPr>
                <w:szCs w:val="20"/>
              </w:rPr>
              <w:t>)</w:t>
            </w:r>
          </w:p>
        </w:tc>
        <w:tc>
          <w:tcPr>
            <w:tcW w:w="7764" w:type="dxa"/>
            <w:gridSpan w:val="3"/>
          </w:tcPr>
          <w:p w14:paraId="113EBF38" w14:textId="77777777" w:rsidR="00BC2645" w:rsidRDefault="00BC2645" w:rsidP="00BC2645">
            <w:r>
              <w:t>Self-access exercises at two levels, A and B, using language from the entire module.</w:t>
            </w:r>
          </w:p>
          <w:p w14:paraId="09F09DEF" w14:textId="58471B12" w:rsidR="00770B2F" w:rsidRPr="00770B2F" w:rsidRDefault="00BC2645" w:rsidP="00BC2645">
            <w:r w:rsidRPr="00770B2F">
              <w:rPr>
                <w:b/>
              </w:rPr>
              <w:t>PPS:</w:t>
            </w:r>
            <w:r>
              <w:t xml:space="preserve"> </w:t>
            </w:r>
            <w:r w:rsidR="007B1ED4">
              <w:t>1st–5th Steps</w:t>
            </w:r>
          </w:p>
        </w:tc>
      </w:tr>
    </w:tbl>
    <w:p w14:paraId="66B9062E" w14:textId="62395AD5" w:rsidR="00DF35F1" w:rsidRPr="006740F7" w:rsidRDefault="00DF35F1" w:rsidP="005B21BC">
      <w:pPr>
        <w:rPr>
          <w:b/>
        </w:rPr>
        <w:sectPr w:rsidR="00DF35F1" w:rsidRPr="006740F7" w:rsidSect="00E72C2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 w:code="9"/>
          <w:pgMar w:top="1531" w:right="1134" w:bottom="1021" w:left="1134" w:header="170" w:footer="454" w:gutter="0"/>
          <w:pgNumType w:start="62"/>
          <w:cols w:space="720"/>
        </w:sectPr>
      </w:pPr>
    </w:p>
    <w:p w14:paraId="1851E476" w14:textId="77777777" w:rsidR="00A337F3" w:rsidRDefault="00A337F3" w:rsidP="00A337F3">
      <w:pPr>
        <w:pStyle w:val="Audionumberlist"/>
        <w:rPr>
          <w:i w:val="0"/>
        </w:rPr>
      </w:pPr>
    </w:p>
    <w:p w14:paraId="18B64029" w14:textId="77777777" w:rsidR="00A337F3" w:rsidRDefault="00A337F3" w:rsidP="00A337F3">
      <w:pPr>
        <w:pStyle w:val="Audionumberlist"/>
        <w:rPr>
          <w:i w:val="0"/>
        </w:rPr>
      </w:pPr>
    </w:p>
    <w:p w14:paraId="22C82EB3" w14:textId="77777777" w:rsidR="00A337F3" w:rsidRDefault="00A337F3" w:rsidP="00A337F3">
      <w:pPr>
        <w:pStyle w:val="Audionumberlist"/>
        <w:rPr>
          <w:i w:val="0"/>
        </w:rPr>
      </w:pPr>
    </w:p>
    <w:p w14:paraId="74B45FA4" w14:textId="77777777" w:rsidR="00A337F3" w:rsidRPr="001E36A9" w:rsidRDefault="00A337F3" w:rsidP="00A337F3">
      <w:pPr>
        <w:pStyle w:val="Text"/>
        <w:rPr>
          <w:i/>
        </w:rPr>
      </w:pPr>
    </w:p>
    <w:p w14:paraId="2E056F63" w14:textId="0534F87B" w:rsidR="00A337F3" w:rsidRPr="006740F7" w:rsidRDefault="00A337F3" w:rsidP="005B21BC">
      <w:pPr>
        <w:pStyle w:val="Audionumberlist"/>
        <w:rPr>
          <w:i w:val="0"/>
        </w:rPr>
      </w:pPr>
    </w:p>
    <w:sectPr w:rsidR="00A337F3" w:rsidRPr="006740F7" w:rsidSect="00061E1D">
      <w:headerReference w:type="default" r:id="rId14"/>
      <w:footerReference w:type="even" r:id="rId15"/>
      <w:headerReference w:type="first" r:id="rId16"/>
      <w:footerReference w:type="first" r:id="rId17"/>
      <w:type w:val="continuous"/>
      <w:pgSz w:w="11900" w:h="16840" w:code="9"/>
      <w:pgMar w:top="1531" w:right="1134" w:bottom="1021" w:left="1134" w:header="170" w:footer="454" w:gutter="0"/>
      <w:cols w:num="2" w:space="5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5F0E81" w14:textId="77777777" w:rsidR="003C18E1" w:rsidRDefault="003C18E1">
      <w:r>
        <w:separator/>
      </w:r>
    </w:p>
    <w:p w14:paraId="76BC356A" w14:textId="77777777" w:rsidR="003C18E1" w:rsidRDefault="003C18E1"/>
  </w:endnote>
  <w:endnote w:type="continuationSeparator" w:id="0">
    <w:p w14:paraId="748F00A7" w14:textId="77777777" w:rsidR="003C18E1" w:rsidRDefault="003C18E1">
      <w:r>
        <w:continuationSeparator/>
      </w:r>
    </w:p>
    <w:p w14:paraId="2D19097F" w14:textId="77777777" w:rsidR="003C18E1" w:rsidRDefault="003C18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FEA45" w14:textId="77777777" w:rsidR="00E43D40" w:rsidRPr="00054EDB" w:rsidRDefault="00E43D40" w:rsidP="005044C5">
    <w:pPr>
      <w:framePr w:wrap="around" w:vAnchor="page" w:hAnchor="page" w:x="738" w:y="16101" w:anchorLock="1"/>
      <w:rPr>
        <w:rStyle w:val="PageNumber"/>
      </w:rPr>
    </w:pPr>
    <w:r w:rsidRPr="00054EDB">
      <w:rPr>
        <w:rStyle w:val="PageNumber"/>
      </w:rPr>
      <w:fldChar w:fldCharType="begin"/>
    </w:r>
    <w:r w:rsidRPr="00054EDB">
      <w:rPr>
        <w:rStyle w:val="PageNumber"/>
      </w:rPr>
      <w:instrText xml:space="preserve"> PAGE </w:instrText>
    </w:r>
    <w:r w:rsidRPr="00054EDB">
      <w:rPr>
        <w:rStyle w:val="PageNumber"/>
      </w:rPr>
      <w:fldChar w:fldCharType="separate"/>
    </w:r>
    <w:r w:rsidR="008B2187">
      <w:rPr>
        <w:rStyle w:val="PageNumber"/>
        <w:noProof/>
      </w:rPr>
      <w:t>2</w:t>
    </w:r>
    <w:r w:rsidRPr="00054EDB">
      <w:rPr>
        <w:rStyle w:val="PageNumber"/>
      </w:rPr>
      <w:fldChar w:fldCharType="end"/>
    </w:r>
  </w:p>
  <w:p w14:paraId="1CEB0547" w14:textId="77777777" w:rsidR="00E43D40" w:rsidRDefault="005044C5" w:rsidP="005044C5">
    <w:pPr>
      <w:pStyle w:val="Footer"/>
      <w:jc w:val="right"/>
    </w:pPr>
    <w:r w:rsidRPr="00EE6625">
      <w:t xml:space="preserve">© Pearson </w:t>
    </w:r>
    <w:r w:rsidRPr="00EE6625">
      <w:rPr>
        <w:noProof/>
        <w:szCs w:val="50"/>
      </w:rPr>
      <w:t>Education</w:t>
    </w:r>
    <w:r w:rsidRPr="00EE6625">
      <w:t xml:space="preserve"> Ltd </w:t>
    </w:r>
    <w:r w:rsidRPr="007D36C6">
      <w:t>2014</w:t>
    </w:r>
    <w:r w:rsidRPr="00EE6625">
      <w:t xml:space="preserve">. Copying permitted for purchasing institution only. This </w:t>
    </w:r>
    <w:r>
      <w:t>material is not copyright free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AAE59D" w14:textId="1CEFAC4E" w:rsidR="00F730E7" w:rsidRPr="00054EDB" w:rsidRDefault="00F730E7" w:rsidP="002C12F6">
    <w:pPr>
      <w:framePr w:w="841" w:wrap="around" w:vAnchor="page" w:hAnchor="page" w:x="10801" w:y="16231" w:anchorLock="1"/>
      <w:jc w:val="center"/>
      <w:rPr>
        <w:rStyle w:val="PageNumber"/>
      </w:rPr>
    </w:pPr>
    <w:r w:rsidRPr="00054EDB">
      <w:rPr>
        <w:rStyle w:val="PageNumber"/>
      </w:rPr>
      <w:fldChar w:fldCharType="begin"/>
    </w:r>
    <w:r w:rsidRPr="00054EDB">
      <w:rPr>
        <w:rStyle w:val="PageNumber"/>
      </w:rPr>
      <w:instrText xml:space="preserve"> PAGE </w:instrText>
    </w:r>
    <w:r w:rsidRPr="00054EDB">
      <w:rPr>
        <w:rStyle w:val="PageNumber"/>
      </w:rPr>
      <w:fldChar w:fldCharType="separate"/>
    </w:r>
    <w:r w:rsidR="00BF7795">
      <w:rPr>
        <w:rStyle w:val="PageNumber"/>
        <w:noProof/>
      </w:rPr>
      <w:t>62</w:t>
    </w:r>
    <w:r w:rsidRPr="00054EDB">
      <w:rPr>
        <w:rStyle w:val="PageNumber"/>
      </w:rPr>
      <w:fldChar w:fldCharType="end"/>
    </w:r>
  </w:p>
  <w:p w14:paraId="2337AEA6" w14:textId="491ABF06" w:rsidR="00E43D40" w:rsidRPr="00B32F7B" w:rsidRDefault="00247658" w:rsidP="00B32F7B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73676F81" wp14:editId="622D939C">
          <wp:simplePos x="0" y="0"/>
          <wp:positionH relativeFrom="column">
            <wp:posOffset>6113780</wp:posOffset>
          </wp:positionH>
          <wp:positionV relativeFrom="paragraph">
            <wp:posOffset>30</wp:posOffset>
          </wp:positionV>
          <wp:extent cx="754962" cy="392703"/>
          <wp:effectExtent l="0" t="0" r="762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3" descr="TG Footer 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962" cy="3927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45C0">
      <w:t>©</w:t>
    </w:r>
    <w:r w:rsidR="00A337F3">
      <w:t xml:space="preserve"> Pearson Education Ltd 2019</w:t>
    </w:r>
    <w:r w:rsidR="006F45C0" w:rsidRPr="006F45C0">
      <w:t xml:space="preserve">. Copying is permitted by the purchasing institution for teaching purposes only. </w:t>
    </w:r>
    <w:r w:rsidR="00A337F3">
      <w:br/>
    </w:r>
    <w:r w:rsidR="006F45C0" w:rsidRPr="006F45C0">
      <w:t>No other copying or reproduction permitted without express permission of Pearson Education.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A69444" w14:textId="77777777" w:rsidR="008B2187" w:rsidRPr="00054EDB" w:rsidRDefault="008B2187" w:rsidP="00C34EFD">
    <w:pPr>
      <w:framePr w:w="841" w:wrap="around" w:vAnchor="page" w:hAnchor="page" w:x="10702" w:y="16385" w:anchorLock="1"/>
      <w:jc w:val="center"/>
      <w:rPr>
        <w:rStyle w:val="PageNumber"/>
      </w:rPr>
    </w:pPr>
    <w:r w:rsidRPr="00054EDB">
      <w:rPr>
        <w:rStyle w:val="PageNumber"/>
      </w:rPr>
      <w:fldChar w:fldCharType="begin"/>
    </w:r>
    <w:r w:rsidRPr="00054EDB">
      <w:rPr>
        <w:rStyle w:val="PageNumber"/>
      </w:rPr>
      <w:instrText xml:space="preserve"> PAGE </w:instrText>
    </w:r>
    <w:r w:rsidRPr="00054EDB">
      <w:rPr>
        <w:rStyle w:val="PageNumber"/>
      </w:rPr>
      <w:fldChar w:fldCharType="separate"/>
    </w:r>
    <w:r w:rsidR="002C461A">
      <w:rPr>
        <w:rStyle w:val="PageNumber"/>
        <w:noProof/>
      </w:rPr>
      <w:t>1</w:t>
    </w:r>
    <w:r w:rsidRPr="00054EDB">
      <w:rPr>
        <w:rStyle w:val="PageNumber"/>
      </w:rPr>
      <w:fldChar w:fldCharType="end"/>
    </w:r>
  </w:p>
  <w:p w14:paraId="6692DD73" w14:textId="77777777" w:rsidR="00E51786" w:rsidRDefault="00B159A5" w:rsidP="008B2187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7216" behindDoc="1" locked="0" layoutInCell="1" allowOverlap="1" wp14:anchorId="2DCF5E06" wp14:editId="0756DD8E">
          <wp:simplePos x="0" y="0"/>
          <wp:positionH relativeFrom="column">
            <wp:posOffset>6075045</wp:posOffset>
          </wp:positionH>
          <wp:positionV relativeFrom="paragraph">
            <wp:posOffset>4756</wp:posOffset>
          </wp:positionV>
          <wp:extent cx="754962" cy="392703"/>
          <wp:effectExtent l="0" t="0" r="7620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3" descr="TG Footer 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962" cy="3927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2187" w:rsidRPr="00EE6625">
      <w:t xml:space="preserve">© Pearson </w:t>
    </w:r>
    <w:r w:rsidR="008B2187" w:rsidRPr="00EE6625">
      <w:rPr>
        <w:noProof/>
        <w:szCs w:val="50"/>
      </w:rPr>
      <w:t>Education</w:t>
    </w:r>
    <w:r w:rsidR="008B2187" w:rsidRPr="00EE6625">
      <w:t xml:space="preserve"> Ltd </w:t>
    </w:r>
    <w:r w:rsidR="008B2187" w:rsidRPr="007D36C6">
      <w:t>201</w:t>
    </w:r>
    <w:r w:rsidR="002C461A">
      <w:t>8</w:t>
    </w:r>
    <w:r w:rsidR="008B2187" w:rsidRPr="00EE6625">
      <w:t xml:space="preserve">. Copying permitted for purchasing institution only. This </w:t>
    </w:r>
    <w:r w:rsidR="008B2187">
      <w:t>material is not copyright free.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2894F" w14:textId="77777777" w:rsidR="00A337F3" w:rsidRPr="00054EDB" w:rsidRDefault="00A337F3" w:rsidP="005044C5">
    <w:pPr>
      <w:framePr w:wrap="around" w:vAnchor="page" w:hAnchor="page" w:x="738" w:y="16101" w:anchorLock="1"/>
      <w:rPr>
        <w:rStyle w:val="PageNumber"/>
      </w:rPr>
    </w:pPr>
    <w:r w:rsidRPr="00054EDB">
      <w:rPr>
        <w:rStyle w:val="PageNumber"/>
      </w:rPr>
      <w:fldChar w:fldCharType="begin"/>
    </w:r>
    <w:r w:rsidRPr="00054EDB">
      <w:rPr>
        <w:rStyle w:val="PageNumber"/>
      </w:rPr>
      <w:instrText xml:space="preserve"> PAGE </w:instrText>
    </w:r>
    <w:r w:rsidRPr="00054EDB">
      <w:rPr>
        <w:rStyle w:val="PageNumber"/>
      </w:rPr>
      <w:fldChar w:fldCharType="separate"/>
    </w:r>
    <w:r>
      <w:rPr>
        <w:rStyle w:val="PageNumber"/>
        <w:noProof/>
      </w:rPr>
      <w:t>2</w:t>
    </w:r>
    <w:r w:rsidRPr="00054EDB">
      <w:rPr>
        <w:rStyle w:val="PageNumber"/>
      </w:rPr>
      <w:fldChar w:fldCharType="end"/>
    </w:r>
  </w:p>
  <w:p w14:paraId="3A3A6CFF" w14:textId="77777777" w:rsidR="00A337F3" w:rsidRDefault="00A337F3" w:rsidP="005044C5">
    <w:pPr>
      <w:pStyle w:val="Footer"/>
      <w:jc w:val="right"/>
    </w:pPr>
    <w:r w:rsidRPr="00EE6625">
      <w:t xml:space="preserve">© Pearson </w:t>
    </w:r>
    <w:r w:rsidRPr="00EE6625">
      <w:rPr>
        <w:noProof/>
        <w:szCs w:val="50"/>
      </w:rPr>
      <w:t>Education</w:t>
    </w:r>
    <w:r w:rsidRPr="00EE6625">
      <w:t xml:space="preserve"> Ltd </w:t>
    </w:r>
    <w:r w:rsidRPr="007D36C6">
      <w:t>2014</w:t>
    </w:r>
    <w:r w:rsidRPr="00EE6625">
      <w:t xml:space="preserve">. Copying permitted for purchasing institution only. This </w:t>
    </w:r>
    <w:r>
      <w:t>material is not copyright free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BC23E" w14:textId="77777777" w:rsidR="00A337F3" w:rsidRPr="00054EDB" w:rsidRDefault="00A337F3" w:rsidP="00C34EFD">
    <w:pPr>
      <w:framePr w:w="841" w:wrap="around" w:vAnchor="page" w:hAnchor="page" w:x="10702" w:y="16385" w:anchorLock="1"/>
      <w:jc w:val="center"/>
      <w:rPr>
        <w:rStyle w:val="PageNumber"/>
      </w:rPr>
    </w:pPr>
    <w:r w:rsidRPr="00054EDB">
      <w:rPr>
        <w:rStyle w:val="PageNumber"/>
      </w:rPr>
      <w:fldChar w:fldCharType="begin"/>
    </w:r>
    <w:r w:rsidRPr="00054EDB">
      <w:rPr>
        <w:rStyle w:val="PageNumber"/>
      </w:rPr>
      <w:instrText xml:space="preserve"> PAGE </w:instrText>
    </w:r>
    <w:r w:rsidRPr="00054EDB">
      <w:rPr>
        <w:rStyle w:val="PageNumber"/>
      </w:rPr>
      <w:fldChar w:fldCharType="separate"/>
    </w:r>
    <w:r>
      <w:rPr>
        <w:rStyle w:val="PageNumber"/>
        <w:noProof/>
      </w:rPr>
      <w:t>1</w:t>
    </w:r>
    <w:r w:rsidRPr="00054EDB">
      <w:rPr>
        <w:rStyle w:val="PageNumber"/>
      </w:rPr>
      <w:fldChar w:fldCharType="end"/>
    </w:r>
  </w:p>
  <w:p w14:paraId="52579C30" w14:textId="77777777" w:rsidR="00A337F3" w:rsidRDefault="00A337F3" w:rsidP="008B2187">
    <w:pPr>
      <w:pStyle w:val="Footer"/>
    </w:pPr>
    <w:r>
      <w:rPr>
        <w:noProof/>
        <w:lang w:eastAsia="en-GB"/>
      </w:rPr>
      <w:drawing>
        <wp:anchor distT="0" distB="0" distL="114300" distR="114300" simplePos="0" relativeHeight="251716608" behindDoc="1" locked="0" layoutInCell="1" allowOverlap="1" wp14:anchorId="15A5D06E" wp14:editId="1539CE33">
          <wp:simplePos x="0" y="0"/>
          <wp:positionH relativeFrom="column">
            <wp:posOffset>6075045</wp:posOffset>
          </wp:positionH>
          <wp:positionV relativeFrom="paragraph">
            <wp:posOffset>4756</wp:posOffset>
          </wp:positionV>
          <wp:extent cx="754962" cy="392703"/>
          <wp:effectExtent l="0" t="0" r="7620" b="0"/>
          <wp:wrapNone/>
          <wp:docPr id="1196" name="Picture 11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3" descr="TG Footer 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962" cy="3927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6625">
      <w:t xml:space="preserve">© Pearson </w:t>
    </w:r>
    <w:r w:rsidRPr="00EE6625">
      <w:rPr>
        <w:noProof/>
        <w:szCs w:val="50"/>
      </w:rPr>
      <w:t>Education</w:t>
    </w:r>
    <w:r w:rsidRPr="00EE6625">
      <w:t xml:space="preserve"> Ltd </w:t>
    </w:r>
    <w:r w:rsidRPr="007D36C6">
      <w:t>201</w:t>
    </w:r>
    <w:r>
      <w:t>8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197A2A" w14:textId="77777777" w:rsidR="003C18E1" w:rsidRDefault="003C18E1">
      <w:r>
        <w:separator/>
      </w:r>
    </w:p>
    <w:p w14:paraId="5D7055FA" w14:textId="77777777" w:rsidR="003C18E1" w:rsidRDefault="003C18E1"/>
  </w:footnote>
  <w:footnote w:type="continuationSeparator" w:id="0">
    <w:p w14:paraId="2E23B0D5" w14:textId="77777777" w:rsidR="003C18E1" w:rsidRDefault="003C18E1">
      <w:r>
        <w:continuationSeparator/>
      </w:r>
    </w:p>
    <w:p w14:paraId="2A439D78" w14:textId="77777777" w:rsidR="003C18E1" w:rsidRDefault="003C18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12D149" w14:textId="77777777" w:rsidR="007D7BFC" w:rsidRDefault="007D7BF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ED610E" w14:textId="1A174F6B" w:rsidR="00647768" w:rsidRPr="009027B5" w:rsidRDefault="007D7BFC" w:rsidP="003D5F8E">
    <w:pPr>
      <w:pStyle w:val="Unitnumber"/>
      <w:tabs>
        <w:tab w:val="left" w:pos="6360"/>
        <w:tab w:val="right" w:pos="9632"/>
      </w:tabs>
      <w:rPr>
        <w:sz w:val="24"/>
      </w:rPr>
    </w:pPr>
    <w:r w:rsidRPr="008458A9">
      <w:rPr>
        <w:noProof/>
        <w:sz w:val="36"/>
        <w:szCs w:val="76"/>
      </w:rPr>
      <w:drawing>
        <wp:anchor distT="0" distB="0" distL="114300" distR="114300" simplePos="0" relativeHeight="251659264" behindDoc="1" locked="0" layoutInCell="1" allowOverlap="1" wp14:anchorId="594B34AA" wp14:editId="2E03B05B">
          <wp:simplePos x="0" y="0"/>
          <wp:positionH relativeFrom="page">
            <wp:posOffset>-64770</wp:posOffset>
          </wp:positionH>
          <wp:positionV relativeFrom="page">
            <wp:align>top</wp:align>
          </wp:positionV>
          <wp:extent cx="7657200" cy="1293935"/>
          <wp:effectExtent l="0" t="0" r="1270" b="1905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8" descr="TG Head L_H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57200" cy="1293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27B5" w:rsidRPr="007550DC">
      <w:rPr>
        <w:noProof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5F613497" wp14:editId="24BA1D2A">
              <wp:simplePos x="0" y="0"/>
              <wp:positionH relativeFrom="column">
                <wp:posOffset>6350</wp:posOffset>
              </wp:positionH>
              <wp:positionV relativeFrom="page">
                <wp:posOffset>133985</wp:posOffset>
              </wp:positionV>
              <wp:extent cx="3992245" cy="525780"/>
              <wp:effectExtent l="0" t="0" r="8255" b="7620"/>
              <wp:wrapNone/>
              <wp:docPr id="9" name="Text Box 2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92245" cy="525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253DA8" w14:textId="64BF2709" w:rsidR="009027B5" w:rsidRPr="00FF741B" w:rsidRDefault="009E483B" w:rsidP="009027B5">
                          <w:pPr>
                            <w:pStyle w:val="Worksheettitle2lines"/>
                          </w:pPr>
                          <w:r w:rsidRPr="009E483B">
                            <w:rPr>
                              <w:sz w:val="40"/>
                              <w:szCs w:val="40"/>
                            </w:rPr>
                            <w:t>J’adore les fêtes</w:t>
                          </w:r>
                          <w:r w:rsidR="00753418">
                            <w:rPr>
                              <w:sz w:val="40"/>
                              <w:szCs w:val="40"/>
                            </w:rPr>
                            <w:t>!</w:t>
                          </w:r>
                          <w:r w:rsidR="005B21BC" w:rsidRPr="00FF741B">
                            <w:rPr>
                              <w:sz w:val="36"/>
                            </w:rPr>
                            <w:t xml:space="preserve"> </w:t>
                          </w:r>
                          <w:r w:rsidR="005B21BC" w:rsidRPr="00FF741B">
                            <w:rPr>
                              <w:sz w:val="22"/>
                              <w:szCs w:val="22"/>
                            </w:rPr>
                            <w:t>(Pupil Book pp.</w:t>
                          </w:r>
                          <w:r w:rsidR="00A337F3">
                            <w:rPr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sz w:val="22"/>
                              <w:szCs w:val="22"/>
                            </w:rPr>
                            <w:t>30</w:t>
                          </w:r>
                          <w:r w:rsidR="00CF7EAD">
                            <w:rPr>
                              <w:sz w:val="22"/>
                              <w:szCs w:val="22"/>
                            </w:rPr>
                            <w:t>–</w:t>
                          </w:r>
                          <w:r>
                            <w:rPr>
                              <w:sz w:val="22"/>
                              <w:szCs w:val="22"/>
                            </w:rPr>
                            <w:t>53</w:t>
                          </w:r>
                          <w:r w:rsidR="005B21BC" w:rsidRPr="00FF741B">
                            <w:rPr>
                              <w:sz w:val="22"/>
                              <w:szCs w:val="22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613497" id="_x0000_t202" coordsize="21600,21600" o:spt="202" path="m,l,21600r21600,l21600,xe">
              <v:stroke joinstyle="miter"/>
              <v:path gradientshapeok="t" o:connecttype="rect"/>
            </v:shapetype>
            <v:shape id="Text Box 277" o:spid="_x0000_s1026" type="#_x0000_t202" style="position:absolute;left:0;text-align:left;margin-left:.5pt;margin-top:10.55pt;width:314.35pt;height:41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" filled="f" stroked="f">
              <v:textbox inset="0,0,0,0">
                <w:txbxContent>
                  <w:p w14:paraId="05253DA8" w14:textId="64BF2709" w:rsidR="009027B5" w:rsidRPr="00FF741B" w:rsidRDefault="009E483B" w:rsidP="009027B5">
                    <w:pPr>
                      <w:pStyle w:val="Worksheettitle2lines"/>
                    </w:pPr>
                    <w:r w:rsidRPr="009E483B">
                      <w:rPr>
                        <w:sz w:val="40"/>
                        <w:szCs w:val="40"/>
                      </w:rPr>
                      <w:t>J’adore les fêtes</w:t>
                    </w:r>
                    <w:r w:rsidR="00753418">
                      <w:rPr>
                        <w:sz w:val="40"/>
                        <w:szCs w:val="40"/>
                      </w:rPr>
                      <w:t>!</w:t>
                    </w:r>
                    <w:r w:rsidR="005B21BC" w:rsidRPr="00FF741B">
                      <w:rPr>
                        <w:sz w:val="36"/>
                      </w:rPr>
                      <w:t xml:space="preserve"> </w:t>
                    </w:r>
                    <w:r w:rsidR="005B21BC" w:rsidRPr="00FF741B">
                      <w:rPr>
                        <w:sz w:val="22"/>
                        <w:szCs w:val="22"/>
                      </w:rPr>
                      <w:t>(Pupil Book pp.</w:t>
                    </w:r>
                    <w:r w:rsidR="00A337F3">
                      <w:rPr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sz w:val="22"/>
                        <w:szCs w:val="22"/>
                      </w:rPr>
                      <w:t>30</w:t>
                    </w:r>
                    <w:r w:rsidR="00CF7EAD">
                      <w:rPr>
                        <w:sz w:val="22"/>
                        <w:szCs w:val="22"/>
                      </w:rPr>
                      <w:t>–</w:t>
                    </w:r>
                    <w:r>
                      <w:rPr>
                        <w:sz w:val="22"/>
                        <w:szCs w:val="22"/>
                      </w:rPr>
                      <w:t>53</w:t>
                    </w:r>
                    <w:r w:rsidR="005B21BC" w:rsidRPr="00FF741B">
                      <w:rPr>
                        <w:sz w:val="22"/>
                        <w:szCs w:val="22"/>
                      </w:rPr>
                      <w:t>)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9E483B">
      <w:rPr>
        <w:lang w:val="fr-FR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74BC4" w14:textId="77777777" w:rsidR="005B63B6" w:rsidRPr="008B2187" w:rsidRDefault="00B159A5" w:rsidP="008458A9">
    <w:pPr>
      <w:pStyle w:val="Unitnumber"/>
      <w:tabs>
        <w:tab w:val="left" w:pos="6360"/>
        <w:tab w:val="right" w:pos="9632"/>
      </w:tabs>
    </w:pPr>
    <w:r w:rsidRPr="008458A9">
      <w:rPr>
        <w:noProof/>
        <w:sz w:val="36"/>
        <w:szCs w:val="76"/>
      </w:rPr>
      <w:drawing>
        <wp:anchor distT="0" distB="0" distL="114300" distR="114300" simplePos="0" relativeHeight="251653120" behindDoc="1" locked="0" layoutInCell="1" allowOverlap="1" wp14:anchorId="0984A94F" wp14:editId="415FE2D0">
          <wp:simplePos x="0" y="0"/>
          <wp:positionH relativeFrom="page">
            <wp:posOffset>-63500</wp:posOffset>
          </wp:positionH>
          <wp:positionV relativeFrom="page">
            <wp:posOffset>50800</wp:posOffset>
          </wp:positionV>
          <wp:extent cx="7658735" cy="1093222"/>
          <wp:effectExtent l="0" t="0" r="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8" descr="TG Head L_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58735" cy="10932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58A9">
      <w:rPr>
        <w:noProof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168D185C" wp14:editId="3DEC503F">
              <wp:simplePos x="0" y="0"/>
              <wp:positionH relativeFrom="column">
                <wp:posOffset>5617210</wp:posOffset>
              </wp:positionH>
              <wp:positionV relativeFrom="page">
                <wp:posOffset>228600</wp:posOffset>
              </wp:positionV>
              <wp:extent cx="895985" cy="429260"/>
              <wp:effectExtent l="0" t="0" r="18415" b="2540"/>
              <wp:wrapNone/>
              <wp:docPr id="1" name="Text Box 2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985" cy="429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033AC9" w14:textId="77777777" w:rsidR="000F1161" w:rsidRPr="008458A9" w:rsidRDefault="00171C7F" w:rsidP="000F1161">
                          <w:pPr>
                            <w:pStyle w:val="Moduletitle"/>
                            <w:rPr>
                              <w:rStyle w:val="Pages"/>
                              <w:color w:val="FFFFFF" w:themeColor="background1"/>
                            </w:rPr>
                          </w:pPr>
                          <w:r w:rsidRPr="008458A9">
                            <w:rPr>
                              <w:color w:val="FFFFFF" w:themeColor="background1"/>
                            </w:rPr>
                            <w:t xml:space="preserve">Module title </w:t>
                          </w:r>
                          <w:r w:rsidR="008034E1" w:rsidRPr="008458A9">
                            <w:rPr>
                              <w:color w:val="FFFFFF" w:themeColor="background1"/>
                            </w:rPr>
                            <w:t xml:space="preserve">– </w:t>
                          </w:r>
                          <w:r w:rsidRPr="008458A9">
                            <w:rPr>
                              <w:b/>
                              <w:color w:val="FFFFFF" w:themeColor="background1"/>
                            </w:rPr>
                            <w:t>MODULE</w:t>
                          </w:r>
                          <w:r w:rsidR="008034E1" w:rsidRPr="008458A9">
                            <w:rPr>
                              <w:b/>
                              <w:color w:val="FFFFFF" w:themeColor="background1"/>
                            </w:rPr>
                            <w:t xml:space="preserve"> 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8D185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42.3pt;margin-top:18pt;width:70.55pt;height:33.8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" filled="f" stroked="f">
              <v:textbox inset="0,0,0,0">
                <w:txbxContent>
                  <w:p w14:paraId="3C033AC9" w14:textId="77777777" w:rsidR="000F1161" w:rsidRPr="008458A9" w:rsidRDefault="00171C7F" w:rsidP="000F1161">
                    <w:pPr>
                      <w:pStyle w:val="Moduletitle"/>
                      <w:rPr>
                        <w:rStyle w:val="Pages"/>
                        <w:color w:val="FFFFFF" w:themeColor="background1"/>
                      </w:rPr>
                    </w:pPr>
                    <w:r w:rsidRPr="008458A9">
                      <w:rPr>
                        <w:color w:val="FFFFFF" w:themeColor="background1"/>
                      </w:rPr>
                      <w:t xml:space="preserve">Module title </w:t>
                    </w:r>
                    <w:r w:rsidR="008034E1" w:rsidRPr="008458A9">
                      <w:rPr>
                        <w:color w:val="FFFFFF" w:themeColor="background1"/>
                      </w:rPr>
                      <w:t xml:space="preserve">– </w:t>
                    </w:r>
                    <w:r w:rsidRPr="008458A9">
                      <w:rPr>
                        <w:b/>
                        <w:color w:val="FFFFFF" w:themeColor="background1"/>
                      </w:rPr>
                      <w:t>MODULE</w:t>
                    </w:r>
                    <w:r w:rsidR="008034E1" w:rsidRPr="008458A9">
                      <w:rPr>
                        <w:b/>
                        <w:color w:val="FFFFFF" w:themeColor="background1"/>
                      </w:rPr>
                      <w:t xml:space="preserve"> 3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750635" w:rsidRPr="008458A9">
      <w:t>3</w:t>
    </w:r>
    <w:r w:rsidR="000F1161" w:rsidRPr="008458A9">
      <w:tab/>
    </w:r>
    <w:r w:rsidR="00171C7F" w:rsidRPr="008458A9">
      <w:t>Unit title</w:t>
    </w:r>
    <w:r w:rsidR="0086787D" w:rsidRPr="008458A9">
      <w:t xml:space="preserve"> … </w:t>
    </w:r>
    <w:r w:rsidR="0086787D" w:rsidRPr="008458A9">
      <w:rPr>
        <w:rStyle w:val="Pages"/>
        <w:color w:val="FFFFFF" w:themeColor="background1"/>
      </w:rPr>
      <w:t xml:space="preserve">(Pupil Book pp. </w:t>
    </w:r>
    <w:r w:rsidR="009B34E0">
      <w:rPr>
        <w:rStyle w:val="Pages"/>
        <w:color w:val="FFFFFF" w:themeColor="background1"/>
      </w:rPr>
      <w:t>xx</w:t>
    </w:r>
    <w:r w:rsidR="0086787D" w:rsidRPr="008458A9">
      <w:rPr>
        <w:rStyle w:val="Pages"/>
        <w:color w:val="FFFFFF" w:themeColor="background1"/>
      </w:rPr>
      <w:t>–</w:t>
    </w:r>
    <w:r w:rsidR="009B34E0">
      <w:rPr>
        <w:rStyle w:val="Pages"/>
        <w:color w:val="FFFFFF" w:themeColor="background1"/>
      </w:rPr>
      <w:t>xx</w:t>
    </w:r>
    <w:r w:rsidR="0086787D" w:rsidRPr="008458A9">
      <w:rPr>
        <w:rStyle w:val="Pages"/>
        <w:color w:val="FFFFFF" w:themeColor="background1"/>
      </w:rPr>
      <w:t>)</w:t>
    </w:r>
    <w:r w:rsidR="00DE3DEC">
      <w:rPr>
        <w:rStyle w:val="Pages"/>
      </w:rPr>
      <w:tab/>
    </w:r>
    <w:r w:rsidR="008458A9">
      <w:rPr>
        <w:rStyle w:val="Pages"/>
      </w:rPr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A4C67" w14:textId="77777777" w:rsidR="00A337F3" w:rsidRPr="009027B5" w:rsidRDefault="00A337F3" w:rsidP="003D5F8E">
    <w:pPr>
      <w:pStyle w:val="Unitnumber"/>
      <w:tabs>
        <w:tab w:val="left" w:pos="6360"/>
        <w:tab w:val="right" w:pos="9632"/>
      </w:tabs>
      <w:rPr>
        <w:sz w:val="24"/>
      </w:rPr>
    </w:pPr>
    <w:r w:rsidRPr="007550DC">
      <w:rPr>
        <w:noProof/>
      </w:rPr>
      <mc:AlternateContent>
        <mc:Choice Requires="wps">
          <w:drawing>
            <wp:anchor distT="0" distB="0" distL="114300" distR="114300" simplePos="0" relativeHeight="251719680" behindDoc="1" locked="1" layoutInCell="1" allowOverlap="1" wp14:anchorId="013A6D59" wp14:editId="39818F2D">
              <wp:simplePos x="0" y="0"/>
              <wp:positionH relativeFrom="column">
                <wp:posOffset>6350</wp:posOffset>
              </wp:positionH>
              <wp:positionV relativeFrom="page">
                <wp:posOffset>133985</wp:posOffset>
              </wp:positionV>
              <wp:extent cx="3992245" cy="525780"/>
              <wp:effectExtent l="0" t="0" r="8255" b="7620"/>
              <wp:wrapNone/>
              <wp:docPr id="1041" name="Text Box 2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92245" cy="525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E6B852" w14:textId="77777777" w:rsidR="00A337F3" w:rsidRPr="00E90A2E" w:rsidRDefault="00A337F3" w:rsidP="009027B5">
                          <w:pPr>
                            <w:pStyle w:val="Worksheettitle2lines"/>
                            <w:rPr>
                              <w:sz w:val="40"/>
                              <w:lang w:val="fr-FR"/>
                            </w:rPr>
                          </w:pPr>
                          <w:r>
                            <w:rPr>
                              <w:sz w:val="40"/>
                              <w:lang w:val="fr-FR"/>
                            </w:rPr>
                            <w:t>A toi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3A6D5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.5pt;margin-top:10.55pt;width:314.35pt;height:41.4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" filled="f" stroked="f">
              <v:textbox inset="0,0,0,0">
                <w:txbxContent>
                  <w:p w14:paraId="50E6B852" w14:textId="77777777" w:rsidR="00A337F3" w:rsidRPr="00E90A2E" w:rsidRDefault="00A337F3" w:rsidP="009027B5">
                    <w:pPr>
                      <w:pStyle w:val="Worksheettitle2lines"/>
                      <w:rPr>
                        <w:sz w:val="40"/>
                        <w:lang w:val="fr-FR"/>
                      </w:rPr>
                    </w:pPr>
                    <w:r>
                      <w:rPr>
                        <w:sz w:val="40"/>
                        <w:lang w:val="fr-FR"/>
                      </w:rPr>
                      <w:t>A toi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8458A9">
      <w:rPr>
        <w:noProof/>
        <w:sz w:val="36"/>
        <w:szCs w:val="76"/>
      </w:rPr>
      <w:drawing>
        <wp:anchor distT="0" distB="0" distL="114300" distR="114300" simplePos="0" relativeHeight="251717632" behindDoc="1" locked="0" layoutInCell="1" allowOverlap="1" wp14:anchorId="3A5E92C2" wp14:editId="5930E083">
          <wp:simplePos x="0" y="0"/>
          <wp:positionH relativeFrom="page">
            <wp:posOffset>-63500</wp:posOffset>
          </wp:positionH>
          <wp:positionV relativeFrom="page">
            <wp:align>top</wp:align>
          </wp:positionV>
          <wp:extent cx="7657200" cy="1094400"/>
          <wp:effectExtent l="0" t="0" r="1270" b="0"/>
          <wp:wrapNone/>
          <wp:docPr id="1194" name="Picture 1194" descr="Dynam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8" descr="TG Head L_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57200" cy="109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58A9">
      <w:rPr>
        <w:noProof/>
      </w:rPr>
      <mc:AlternateContent>
        <mc:Choice Requires="wps">
          <w:drawing>
            <wp:anchor distT="0" distB="0" distL="114300" distR="114300" simplePos="0" relativeHeight="251718656" behindDoc="0" locked="1" layoutInCell="1" allowOverlap="1" wp14:anchorId="4321D8BB" wp14:editId="0484614B">
              <wp:simplePos x="0" y="0"/>
              <wp:positionH relativeFrom="column">
                <wp:posOffset>5619750</wp:posOffset>
              </wp:positionH>
              <wp:positionV relativeFrom="page">
                <wp:posOffset>232410</wp:posOffset>
              </wp:positionV>
              <wp:extent cx="895985" cy="429260"/>
              <wp:effectExtent l="0" t="0" r="18415" b="8890"/>
              <wp:wrapNone/>
              <wp:docPr id="1042" name="Text Box 2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985" cy="429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400116" w14:textId="77777777" w:rsidR="00A337F3" w:rsidRPr="008458A9" w:rsidRDefault="00A337F3" w:rsidP="00647768">
                          <w:pPr>
                            <w:pStyle w:val="Moduletitle"/>
                            <w:rPr>
                              <w:rStyle w:val="Pages"/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>Module title</w:t>
                          </w:r>
                          <w:r w:rsidRPr="008458A9">
                            <w:rPr>
                              <w:color w:val="FFFFFF" w:themeColor="background1"/>
                            </w:rPr>
                            <w:t xml:space="preserve"> – </w:t>
                          </w:r>
                          <w:r w:rsidRPr="008458A9">
                            <w:rPr>
                              <w:b/>
                              <w:color w:val="FFFFFF" w:themeColor="background1"/>
                            </w:rPr>
                            <w:t xml:space="preserve">MODULE </w:t>
                          </w:r>
                          <w:r>
                            <w:rPr>
                              <w:b/>
                              <w:color w:val="FFFFFF" w:themeColor="background1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21D8BB" id="_x0000_s1029" type="#_x0000_t202" style="position:absolute;left:0;text-align:left;margin-left:442.5pt;margin-top:18.3pt;width:70.55pt;height:33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" filled="f" stroked="f">
              <v:textbox inset="0,0,0,0">
                <w:txbxContent>
                  <w:p w14:paraId="54400116" w14:textId="77777777" w:rsidR="00A337F3" w:rsidRPr="008458A9" w:rsidRDefault="00A337F3" w:rsidP="00647768">
                    <w:pPr>
                      <w:pStyle w:val="Moduletitle"/>
                      <w:rPr>
                        <w:rStyle w:val="Pages"/>
                        <w:color w:val="FFFFFF" w:themeColor="background1"/>
                      </w:rPr>
                    </w:pPr>
                    <w:r>
                      <w:rPr>
                        <w:color w:val="FFFFFF" w:themeColor="background1"/>
                      </w:rPr>
                      <w:t>Module title</w:t>
                    </w:r>
                    <w:r w:rsidRPr="008458A9">
                      <w:rPr>
                        <w:color w:val="FFFFFF" w:themeColor="background1"/>
                      </w:rPr>
                      <w:t xml:space="preserve"> – </w:t>
                    </w:r>
                    <w:r w:rsidRPr="008458A9">
                      <w:rPr>
                        <w:b/>
                        <w:color w:val="FFFFFF" w:themeColor="background1"/>
                      </w:rPr>
                      <w:t xml:space="preserve">MODULE </w:t>
                    </w:r>
                    <w:r>
                      <w:rPr>
                        <w:b/>
                        <w:color w:val="FFFFFF" w:themeColor="background1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C90B0" w14:textId="77777777" w:rsidR="00A337F3" w:rsidRPr="008B2187" w:rsidRDefault="00A337F3" w:rsidP="008458A9">
    <w:pPr>
      <w:pStyle w:val="Unitnumber"/>
      <w:tabs>
        <w:tab w:val="left" w:pos="6360"/>
        <w:tab w:val="right" w:pos="9632"/>
      </w:tabs>
    </w:pPr>
    <w:r w:rsidRPr="008458A9">
      <w:rPr>
        <w:noProof/>
        <w:sz w:val="36"/>
        <w:szCs w:val="76"/>
      </w:rPr>
      <w:drawing>
        <wp:anchor distT="0" distB="0" distL="114300" distR="114300" simplePos="0" relativeHeight="251714560" behindDoc="1" locked="0" layoutInCell="1" allowOverlap="1" wp14:anchorId="6595282D" wp14:editId="26332D73">
          <wp:simplePos x="0" y="0"/>
          <wp:positionH relativeFrom="page">
            <wp:posOffset>-63500</wp:posOffset>
          </wp:positionH>
          <wp:positionV relativeFrom="page">
            <wp:posOffset>50800</wp:posOffset>
          </wp:positionV>
          <wp:extent cx="7658735" cy="1093222"/>
          <wp:effectExtent l="0" t="0" r="0" b="0"/>
          <wp:wrapNone/>
          <wp:docPr id="1195" name="Picture 1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8" descr="TG Head L_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58735" cy="10932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58A9">
      <w:rPr>
        <w:noProof/>
      </w:rPr>
      <mc:AlternateContent>
        <mc:Choice Requires="wps">
          <w:drawing>
            <wp:anchor distT="0" distB="0" distL="114300" distR="114300" simplePos="0" relativeHeight="251715584" behindDoc="1" locked="1" layoutInCell="1" allowOverlap="1" wp14:anchorId="14636C39" wp14:editId="453B7935">
              <wp:simplePos x="0" y="0"/>
              <wp:positionH relativeFrom="column">
                <wp:posOffset>5617210</wp:posOffset>
              </wp:positionH>
              <wp:positionV relativeFrom="page">
                <wp:posOffset>228600</wp:posOffset>
              </wp:positionV>
              <wp:extent cx="895985" cy="429260"/>
              <wp:effectExtent l="0" t="0" r="18415" b="2540"/>
              <wp:wrapNone/>
              <wp:docPr id="1043" name="Text Box 2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985" cy="429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85A007" w14:textId="77777777" w:rsidR="00A337F3" w:rsidRPr="008458A9" w:rsidRDefault="00A337F3" w:rsidP="000F1161">
                          <w:pPr>
                            <w:pStyle w:val="Moduletitle"/>
                            <w:rPr>
                              <w:rStyle w:val="Pages"/>
                              <w:color w:val="FFFFFF" w:themeColor="background1"/>
                            </w:rPr>
                          </w:pPr>
                          <w:r w:rsidRPr="008458A9">
                            <w:rPr>
                              <w:color w:val="FFFFFF" w:themeColor="background1"/>
                            </w:rPr>
                            <w:t xml:space="preserve">Module title – </w:t>
                          </w:r>
                          <w:r w:rsidRPr="008458A9">
                            <w:rPr>
                              <w:b/>
                              <w:color w:val="FFFFFF" w:themeColor="background1"/>
                            </w:rPr>
                            <w:t>MODULE 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636C39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442.3pt;margin-top:18pt;width:70.55pt;height:33.8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" filled="f" stroked="f">
              <v:textbox inset="0,0,0,0">
                <w:txbxContent>
                  <w:p w14:paraId="7D85A007" w14:textId="77777777" w:rsidR="00A337F3" w:rsidRPr="008458A9" w:rsidRDefault="00A337F3" w:rsidP="000F1161">
                    <w:pPr>
                      <w:pStyle w:val="Moduletitle"/>
                      <w:rPr>
                        <w:rStyle w:val="Pages"/>
                        <w:color w:val="FFFFFF" w:themeColor="background1"/>
                      </w:rPr>
                    </w:pPr>
                    <w:r w:rsidRPr="008458A9">
                      <w:rPr>
                        <w:color w:val="FFFFFF" w:themeColor="background1"/>
                      </w:rPr>
                      <w:t xml:space="preserve">Module title – </w:t>
                    </w:r>
                    <w:r w:rsidRPr="008458A9">
                      <w:rPr>
                        <w:b/>
                        <w:color w:val="FFFFFF" w:themeColor="background1"/>
                      </w:rPr>
                      <w:t>MODULE 3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8458A9">
      <w:t>3</w:t>
    </w:r>
    <w:r w:rsidRPr="008458A9">
      <w:tab/>
      <w:t xml:space="preserve">Unit title … </w:t>
    </w:r>
    <w:r w:rsidRPr="008458A9">
      <w:rPr>
        <w:rStyle w:val="Pages"/>
        <w:color w:val="FFFFFF" w:themeColor="background1"/>
      </w:rPr>
      <w:t xml:space="preserve">(Pupil Book pp. </w:t>
    </w:r>
    <w:r>
      <w:rPr>
        <w:rStyle w:val="Pages"/>
        <w:color w:val="FFFFFF" w:themeColor="background1"/>
      </w:rPr>
      <w:t>xx</w:t>
    </w:r>
    <w:r w:rsidRPr="008458A9">
      <w:rPr>
        <w:rStyle w:val="Pages"/>
        <w:color w:val="FFFFFF" w:themeColor="background1"/>
      </w:rPr>
      <w:t>–</w:t>
    </w:r>
    <w:r>
      <w:rPr>
        <w:rStyle w:val="Pages"/>
        <w:color w:val="FFFFFF" w:themeColor="background1"/>
      </w:rPr>
      <w:t>xx</w:t>
    </w:r>
    <w:r w:rsidRPr="008458A9">
      <w:rPr>
        <w:rStyle w:val="Pages"/>
        <w:color w:val="FFFFFF" w:themeColor="background1"/>
      </w:rPr>
      <w:t>)</w:t>
    </w:r>
    <w:r>
      <w:rPr>
        <w:rStyle w:val="Pages"/>
      </w:rPr>
      <w:tab/>
    </w:r>
    <w:r>
      <w:rPr>
        <w:rStyle w:val="Page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57A6B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62249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C6E07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4AB9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AA5C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Times New Roman" w:hint="default"/>
      </w:rPr>
    </w:lvl>
  </w:abstractNum>
  <w:abstractNum w:abstractNumId="5" w15:restartNumberingAfterBreak="0">
    <w:nsid w:val="FFFFFF81"/>
    <w:multiLevelType w:val="singleLevel"/>
    <w:tmpl w:val="AD7275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Times New Roman" w:hint="default"/>
      </w:rPr>
    </w:lvl>
  </w:abstractNum>
  <w:abstractNum w:abstractNumId="6" w15:restartNumberingAfterBreak="0">
    <w:nsid w:val="FFFFFF82"/>
    <w:multiLevelType w:val="singleLevel"/>
    <w:tmpl w:val="C24211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Times New Roman" w:hint="default"/>
      </w:rPr>
    </w:lvl>
  </w:abstractNum>
  <w:abstractNum w:abstractNumId="7" w15:restartNumberingAfterBreak="0">
    <w:nsid w:val="FFFFFF83"/>
    <w:multiLevelType w:val="singleLevel"/>
    <w:tmpl w:val="C9A45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hint="default"/>
      </w:rPr>
    </w:lvl>
  </w:abstractNum>
  <w:abstractNum w:abstractNumId="8" w15:restartNumberingAfterBreak="0">
    <w:nsid w:val="FFFFFF88"/>
    <w:multiLevelType w:val="singleLevel"/>
    <w:tmpl w:val="B3D6C0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F41F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26053CA"/>
    <w:multiLevelType w:val="multilevel"/>
    <w:tmpl w:val="48124C10"/>
    <w:styleLink w:val="Listroman"/>
    <w:lvl w:ilvl="0">
      <w:start w:val="1"/>
      <w:numFmt w:val="lowerRoman"/>
      <w:lvlText w:val="%1"/>
      <w:lvlJc w:val="left"/>
      <w:pPr>
        <w:tabs>
          <w:tab w:val="num" w:pos="1021"/>
        </w:tabs>
        <w:ind w:left="1021" w:hanging="341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05274A5D"/>
    <w:multiLevelType w:val="multilevel"/>
    <w:tmpl w:val="EF181752"/>
    <w:numStyleLink w:val="Listfeature"/>
  </w:abstractNum>
  <w:abstractNum w:abstractNumId="12" w15:restartNumberingAfterBreak="0">
    <w:nsid w:val="0C887D63"/>
    <w:multiLevelType w:val="hybridMultilevel"/>
    <w:tmpl w:val="78FA6E76"/>
    <w:lvl w:ilvl="0" w:tplc="B594683E">
      <w:start w:val="1"/>
      <w:numFmt w:val="bullet"/>
      <w:pStyle w:val="Grammarsuggestionbullet"/>
      <w:lvlText w:val="●"/>
      <w:lvlJc w:val="left"/>
      <w:pPr>
        <w:tabs>
          <w:tab w:val="num" w:pos="448"/>
        </w:tabs>
        <w:ind w:left="448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548" w:hanging="360"/>
      </w:pPr>
      <w:rPr>
        <w:rFonts w:ascii="Wingdings" w:hAnsi="Wingdings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2268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ind w:left="2988" w:hanging="360"/>
      </w:pPr>
      <w:rPr>
        <w:rFonts w:ascii="Times New Roman" w:hAnsi="Times New Roman" w:hint="default"/>
      </w:rPr>
    </w:lvl>
    <w:lvl w:ilvl="4" w:tplc="08090003" w:tentative="1">
      <w:start w:val="1"/>
      <w:numFmt w:val="bullet"/>
      <w:lvlText w:val="o"/>
      <w:lvlJc w:val="left"/>
      <w:pPr>
        <w:ind w:left="3708" w:hanging="360"/>
      </w:pPr>
      <w:rPr>
        <w:rFonts w:ascii="Wingdings" w:hAnsi="Wingdings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4428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ind w:left="5148" w:hanging="360"/>
      </w:pPr>
      <w:rPr>
        <w:rFonts w:ascii="Times New Roman" w:hAnsi="Times New Roman" w:hint="default"/>
      </w:rPr>
    </w:lvl>
    <w:lvl w:ilvl="7" w:tplc="08090003" w:tentative="1">
      <w:start w:val="1"/>
      <w:numFmt w:val="bullet"/>
      <w:lvlText w:val="o"/>
      <w:lvlJc w:val="left"/>
      <w:pPr>
        <w:ind w:left="5868" w:hanging="360"/>
      </w:pPr>
      <w:rPr>
        <w:rFonts w:ascii="Wingdings" w:hAnsi="Wingdings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588" w:hanging="360"/>
      </w:pPr>
      <w:rPr>
        <w:rFonts w:ascii="Arial" w:hAnsi="Arial" w:hint="default"/>
      </w:rPr>
    </w:lvl>
  </w:abstractNum>
  <w:abstractNum w:abstractNumId="13" w15:restartNumberingAfterBreak="0">
    <w:nsid w:val="0D6049BF"/>
    <w:multiLevelType w:val="multilevel"/>
    <w:tmpl w:val="ED58EA94"/>
    <w:styleLink w:val="Listaudio"/>
    <w:lvl w:ilvl="0">
      <w:start w:val="1"/>
      <w:numFmt w:val="decimal"/>
      <w:lvlText w:val="%1  –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9410486"/>
    <w:multiLevelType w:val="hybridMultilevel"/>
    <w:tmpl w:val="7D06E1FE"/>
    <w:lvl w:ilvl="0" w:tplc="70D40C1A">
      <w:start w:val="1"/>
      <w:numFmt w:val="bullet"/>
      <w:pStyle w:val="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Wingdings" w:hAnsi="Wingdings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Wingdings" w:hAnsi="Wingdings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Wingdings" w:hAnsi="Wingdings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1FD7264B"/>
    <w:multiLevelType w:val="hybridMultilevel"/>
    <w:tmpl w:val="39ACED0E"/>
    <w:lvl w:ilvl="0" w:tplc="F73436EA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F76C24"/>
    <w:multiLevelType w:val="hybridMultilevel"/>
    <w:tmpl w:val="CD605CA2"/>
    <w:lvl w:ilvl="0" w:tplc="11E840B8">
      <w:start w:val="1"/>
      <w:numFmt w:val="bullet"/>
      <w:pStyle w:val="Audiobullets"/>
      <w:lvlText w:val="–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7DD0ADE"/>
    <w:multiLevelType w:val="hybridMultilevel"/>
    <w:tmpl w:val="39ACED0E"/>
    <w:lvl w:ilvl="0" w:tplc="F73436EA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90290E"/>
    <w:multiLevelType w:val="multilevel"/>
    <w:tmpl w:val="4B72C86E"/>
    <w:numStyleLink w:val="Listnum"/>
  </w:abstractNum>
  <w:abstractNum w:abstractNumId="19" w15:restartNumberingAfterBreak="0">
    <w:nsid w:val="2A5D625A"/>
    <w:multiLevelType w:val="hybridMultilevel"/>
    <w:tmpl w:val="39ACED0E"/>
    <w:lvl w:ilvl="0" w:tplc="F73436EA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34C4B"/>
    <w:multiLevelType w:val="hybridMultilevel"/>
    <w:tmpl w:val="874041AA"/>
    <w:lvl w:ilvl="0" w:tplc="98F09DA2">
      <w:start w:val="1"/>
      <w:numFmt w:val="bullet"/>
      <w:pStyle w:val="Starter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Wingdings" w:hAnsi="Wingdings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Wingdings" w:hAnsi="Wingdings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Wingdings" w:hAnsi="Wingdings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2EE77D0A"/>
    <w:multiLevelType w:val="hybridMultilevel"/>
    <w:tmpl w:val="85023D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3F3715"/>
    <w:multiLevelType w:val="multilevel"/>
    <w:tmpl w:val="4B72C86E"/>
    <w:numStyleLink w:val="Listnum"/>
  </w:abstractNum>
  <w:abstractNum w:abstractNumId="23" w15:restartNumberingAfterBreak="0">
    <w:nsid w:val="41244F3F"/>
    <w:multiLevelType w:val="hybridMultilevel"/>
    <w:tmpl w:val="39ACED0E"/>
    <w:lvl w:ilvl="0" w:tplc="F73436EA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D94C2A"/>
    <w:multiLevelType w:val="hybridMultilevel"/>
    <w:tmpl w:val="7960E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C77E52"/>
    <w:multiLevelType w:val="multilevel"/>
    <w:tmpl w:val="058C1C62"/>
    <w:lvl w:ilvl="0">
      <w:start w:val="1"/>
      <w:numFmt w:val="bullet"/>
      <w:lvlText w:val=""/>
      <w:lvlJc w:val="left"/>
      <w:pPr>
        <w:ind w:left="828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548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2268" w:hanging="36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2988" w:hanging="360"/>
      </w:pPr>
      <w:rPr>
        <w:rFonts w:ascii="Times New Roman" w:hAnsi="Times New Roman" w:hint="default"/>
      </w:rPr>
    </w:lvl>
    <w:lvl w:ilvl="4">
      <w:start w:val="1"/>
      <w:numFmt w:val="bullet"/>
      <w:lvlText w:val="o"/>
      <w:lvlJc w:val="left"/>
      <w:pPr>
        <w:ind w:left="3708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ind w:left="4428" w:hanging="360"/>
      </w:pPr>
      <w:rPr>
        <w:rFonts w:ascii="Arial" w:hAnsi="Arial" w:hint="default"/>
      </w:rPr>
    </w:lvl>
    <w:lvl w:ilvl="6">
      <w:start w:val="1"/>
      <w:numFmt w:val="bullet"/>
      <w:lvlText w:val=""/>
      <w:lvlJc w:val="left"/>
      <w:pPr>
        <w:ind w:left="5148" w:hanging="360"/>
      </w:pPr>
      <w:rPr>
        <w:rFonts w:ascii="Times New Roman" w:hAnsi="Times New Roman" w:hint="default"/>
      </w:rPr>
    </w:lvl>
    <w:lvl w:ilvl="7">
      <w:start w:val="1"/>
      <w:numFmt w:val="bullet"/>
      <w:lvlText w:val="o"/>
      <w:lvlJc w:val="left"/>
      <w:pPr>
        <w:ind w:left="5868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ind w:left="6588" w:hanging="360"/>
      </w:pPr>
      <w:rPr>
        <w:rFonts w:ascii="Arial" w:hAnsi="Arial" w:hint="default"/>
      </w:rPr>
    </w:lvl>
  </w:abstractNum>
  <w:abstractNum w:abstractNumId="26" w15:restartNumberingAfterBreak="0">
    <w:nsid w:val="697B65A6"/>
    <w:multiLevelType w:val="multilevel"/>
    <w:tmpl w:val="EF181752"/>
    <w:styleLink w:val="Listfeature"/>
    <w:lvl w:ilvl="0">
      <w:start w:val="1"/>
      <w:numFmt w:val="decimal"/>
      <w:lvlText w:val="%1"/>
      <w:lvlJc w:val="left"/>
      <w:pPr>
        <w:tabs>
          <w:tab w:val="num" w:pos="448"/>
        </w:tabs>
        <w:ind w:left="448" w:hanging="340"/>
      </w:pPr>
      <w:rPr>
        <w:rFonts w:ascii="Arial" w:hAnsi="Arial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BB26A66"/>
    <w:multiLevelType w:val="hybridMultilevel"/>
    <w:tmpl w:val="24AC57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Wingdings" w:hAnsi="Wingdings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Wingdings" w:hAnsi="Wingdings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Wingdings" w:hAnsi="Wingdings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36E226D"/>
    <w:multiLevelType w:val="multilevel"/>
    <w:tmpl w:val="6F7A1FFA"/>
    <w:styleLink w:val="Listalpha"/>
    <w:lvl w:ilvl="0">
      <w:start w:val="1"/>
      <w:numFmt w:val="lowerLetter"/>
      <w:lvlText w:val="%1"/>
      <w:lvlJc w:val="left"/>
      <w:pPr>
        <w:tabs>
          <w:tab w:val="num" w:pos="680"/>
        </w:tabs>
        <w:ind w:left="680" w:hanging="34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" w15:restartNumberingAfterBreak="0">
    <w:nsid w:val="754B0D3A"/>
    <w:multiLevelType w:val="hybridMultilevel"/>
    <w:tmpl w:val="39ACED0E"/>
    <w:lvl w:ilvl="0" w:tplc="F73436EA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E357D0"/>
    <w:multiLevelType w:val="hybridMultilevel"/>
    <w:tmpl w:val="F43EA436"/>
    <w:lvl w:ilvl="0" w:tplc="2EFA8146">
      <w:start w:val="1"/>
      <w:numFmt w:val="bullet"/>
      <w:pStyle w:val="Plenary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Wingdings" w:hAnsi="Wingdings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Wingdings" w:hAnsi="Wingdings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Wingdings" w:hAnsi="Wingdings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B30377C"/>
    <w:multiLevelType w:val="multilevel"/>
    <w:tmpl w:val="4B72C86E"/>
    <w:styleLink w:val="Listnum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2"/>
  </w:num>
  <w:num w:numId="2">
    <w:abstractNumId w:val="29"/>
  </w:num>
  <w:num w:numId="3">
    <w:abstractNumId w:val="10"/>
  </w:num>
  <w:num w:numId="4">
    <w:abstractNumId w:val="31"/>
  </w:num>
  <w:num w:numId="5">
    <w:abstractNumId w:val="20"/>
  </w:num>
  <w:num w:numId="6">
    <w:abstractNumId w:val="22"/>
  </w:num>
  <w:num w:numId="7">
    <w:abstractNumId w:val="18"/>
  </w:num>
  <w:num w:numId="8">
    <w:abstractNumId w:val="26"/>
  </w:num>
  <w:num w:numId="9">
    <w:abstractNumId w:val="14"/>
  </w:num>
  <w:num w:numId="10">
    <w:abstractNumId w:val="28"/>
  </w:num>
  <w:num w:numId="11">
    <w:abstractNumId w:val="11"/>
  </w:num>
  <w:num w:numId="12">
    <w:abstractNumId w:val="16"/>
  </w:num>
  <w:num w:numId="13">
    <w:abstractNumId w:val="13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2"/>
  </w:num>
  <w:num w:numId="25">
    <w:abstractNumId w:val="25"/>
  </w:num>
  <w:num w:numId="26">
    <w:abstractNumId w:val="21"/>
  </w:num>
  <w:num w:numId="27">
    <w:abstractNumId w:val="27"/>
  </w:num>
  <w:num w:numId="28">
    <w:abstractNumId w:val="19"/>
  </w:num>
  <w:num w:numId="29">
    <w:abstractNumId w:val="23"/>
  </w:num>
  <w:num w:numId="30">
    <w:abstractNumId w:val="30"/>
  </w:num>
  <w:num w:numId="31">
    <w:abstractNumId w:val="17"/>
  </w:num>
  <w:num w:numId="32">
    <w:abstractNumId w:val="15"/>
  </w:num>
  <w:num w:numId="33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E55"/>
    <w:rsid w:val="000065C4"/>
    <w:rsid w:val="000100BA"/>
    <w:rsid w:val="00011F58"/>
    <w:rsid w:val="00013614"/>
    <w:rsid w:val="0001793C"/>
    <w:rsid w:val="00022703"/>
    <w:rsid w:val="0002288B"/>
    <w:rsid w:val="00024856"/>
    <w:rsid w:val="00025886"/>
    <w:rsid w:val="000312FD"/>
    <w:rsid w:val="00031FD5"/>
    <w:rsid w:val="00034D98"/>
    <w:rsid w:val="00036342"/>
    <w:rsid w:val="00040BE3"/>
    <w:rsid w:val="00040C2C"/>
    <w:rsid w:val="000443ED"/>
    <w:rsid w:val="000472E2"/>
    <w:rsid w:val="0004771E"/>
    <w:rsid w:val="00051C5B"/>
    <w:rsid w:val="00054EDB"/>
    <w:rsid w:val="000559D8"/>
    <w:rsid w:val="00055C43"/>
    <w:rsid w:val="00056C2A"/>
    <w:rsid w:val="00060CA2"/>
    <w:rsid w:val="00062753"/>
    <w:rsid w:val="00062B54"/>
    <w:rsid w:val="0006568A"/>
    <w:rsid w:val="000663DE"/>
    <w:rsid w:val="000664CE"/>
    <w:rsid w:val="00066E38"/>
    <w:rsid w:val="0007221D"/>
    <w:rsid w:val="00077055"/>
    <w:rsid w:val="000771F7"/>
    <w:rsid w:val="000779B3"/>
    <w:rsid w:val="00085E97"/>
    <w:rsid w:val="00091E15"/>
    <w:rsid w:val="0009662F"/>
    <w:rsid w:val="000A06AE"/>
    <w:rsid w:val="000A1378"/>
    <w:rsid w:val="000A388E"/>
    <w:rsid w:val="000A45C8"/>
    <w:rsid w:val="000A5E29"/>
    <w:rsid w:val="000A6638"/>
    <w:rsid w:val="000B1CFF"/>
    <w:rsid w:val="000B3C5E"/>
    <w:rsid w:val="000B3F5B"/>
    <w:rsid w:val="000B60F9"/>
    <w:rsid w:val="000B6524"/>
    <w:rsid w:val="000C148A"/>
    <w:rsid w:val="000C7038"/>
    <w:rsid w:val="000C74BD"/>
    <w:rsid w:val="000D3FD2"/>
    <w:rsid w:val="000D4D41"/>
    <w:rsid w:val="000D6C15"/>
    <w:rsid w:val="000E43B1"/>
    <w:rsid w:val="000F102B"/>
    <w:rsid w:val="000F1065"/>
    <w:rsid w:val="000F1161"/>
    <w:rsid w:val="000F1FE4"/>
    <w:rsid w:val="000F34B6"/>
    <w:rsid w:val="000F5413"/>
    <w:rsid w:val="000F590E"/>
    <w:rsid w:val="000F6651"/>
    <w:rsid w:val="00101AED"/>
    <w:rsid w:val="00104DE5"/>
    <w:rsid w:val="00105F1C"/>
    <w:rsid w:val="0011036B"/>
    <w:rsid w:val="00110CC3"/>
    <w:rsid w:val="00116E5A"/>
    <w:rsid w:val="00117E68"/>
    <w:rsid w:val="00124205"/>
    <w:rsid w:val="00126F2D"/>
    <w:rsid w:val="0013292A"/>
    <w:rsid w:val="00132992"/>
    <w:rsid w:val="00133618"/>
    <w:rsid w:val="0013766F"/>
    <w:rsid w:val="00153342"/>
    <w:rsid w:val="00155A2A"/>
    <w:rsid w:val="00155C23"/>
    <w:rsid w:val="00161F56"/>
    <w:rsid w:val="00164C2C"/>
    <w:rsid w:val="0017112D"/>
    <w:rsid w:val="00171C7F"/>
    <w:rsid w:val="0017507F"/>
    <w:rsid w:val="00175268"/>
    <w:rsid w:val="00176F96"/>
    <w:rsid w:val="00177068"/>
    <w:rsid w:val="00185C20"/>
    <w:rsid w:val="001862DD"/>
    <w:rsid w:val="001926EA"/>
    <w:rsid w:val="00193712"/>
    <w:rsid w:val="001A0462"/>
    <w:rsid w:val="001A0FCD"/>
    <w:rsid w:val="001A1E28"/>
    <w:rsid w:val="001A2B3A"/>
    <w:rsid w:val="001A4FCC"/>
    <w:rsid w:val="001A7B5C"/>
    <w:rsid w:val="001C260C"/>
    <w:rsid w:val="001C6AFF"/>
    <w:rsid w:val="001C6F00"/>
    <w:rsid w:val="001D025D"/>
    <w:rsid w:val="001D40EF"/>
    <w:rsid w:val="001D451C"/>
    <w:rsid w:val="001D6AB8"/>
    <w:rsid w:val="001E33A9"/>
    <w:rsid w:val="001E74E4"/>
    <w:rsid w:val="001F1558"/>
    <w:rsid w:val="001F2143"/>
    <w:rsid w:val="001F3432"/>
    <w:rsid w:val="0020006F"/>
    <w:rsid w:val="0020136F"/>
    <w:rsid w:val="00201D1A"/>
    <w:rsid w:val="00201F74"/>
    <w:rsid w:val="00202779"/>
    <w:rsid w:val="0020522A"/>
    <w:rsid w:val="00205B75"/>
    <w:rsid w:val="00210931"/>
    <w:rsid w:val="002111DE"/>
    <w:rsid w:val="00213101"/>
    <w:rsid w:val="00213A3C"/>
    <w:rsid w:val="002202F1"/>
    <w:rsid w:val="002210DF"/>
    <w:rsid w:val="00221D7E"/>
    <w:rsid w:val="002244B2"/>
    <w:rsid w:val="00224CBC"/>
    <w:rsid w:val="00226D21"/>
    <w:rsid w:val="002270AF"/>
    <w:rsid w:val="002311D0"/>
    <w:rsid w:val="00234072"/>
    <w:rsid w:val="00234561"/>
    <w:rsid w:val="00237DF0"/>
    <w:rsid w:val="00240F3E"/>
    <w:rsid w:val="00241F88"/>
    <w:rsid w:val="0024264A"/>
    <w:rsid w:val="00242973"/>
    <w:rsid w:val="002443E0"/>
    <w:rsid w:val="00246CF8"/>
    <w:rsid w:val="00247658"/>
    <w:rsid w:val="00247E57"/>
    <w:rsid w:val="002512FC"/>
    <w:rsid w:val="00255C32"/>
    <w:rsid w:val="0026035A"/>
    <w:rsid w:val="002606C0"/>
    <w:rsid w:val="00260D56"/>
    <w:rsid w:val="0026342E"/>
    <w:rsid w:val="002641BE"/>
    <w:rsid w:val="00264B7E"/>
    <w:rsid w:val="00266518"/>
    <w:rsid w:val="002726CC"/>
    <w:rsid w:val="002747C3"/>
    <w:rsid w:val="00274FA1"/>
    <w:rsid w:val="00280A87"/>
    <w:rsid w:val="00283971"/>
    <w:rsid w:val="00285152"/>
    <w:rsid w:val="00287C6E"/>
    <w:rsid w:val="00287DD1"/>
    <w:rsid w:val="0029172D"/>
    <w:rsid w:val="00292CD0"/>
    <w:rsid w:val="00293F85"/>
    <w:rsid w:val="00294F2C"/>
    <w:rsid w:val="002A0138"/>
    <w:rsid w:val="002A2463"/>
    <w:rsid w:val="002B0E00"/>
    <w:rsid w:val="002B1014"/>
    <w:rsid w:val="002B2159"/>
    <w:rsid w:val="002B3B30"/>
    <w:rsid w:val="002B4061"/>
    <w:rsid w:val="002C12F6"/>
    <w:rsid w:val="002C461A"/>
    <w:rsid w:val="002C572B"/>
    <w:rsid w:val="002D2B7D"/>
    <w:rsid w:val="002D31FF"/>
    <w:rsid w:val="002D62C3"/>
    <w:rsid w:val="002D6A39"/>
    <w:rsid w:val="002D73F4"/>
    <w:rsid w:val="002D7D82"/>
    <w:rsid w:val="002E3458"/>
    <w:rsid w:val="002E4035"/>
    <w:rsid w:val="002E623F"/>
    <w:rsid w:val="002E67FA"/>
    <w:rsid w:val="002F5202"/>
    <w:rsid w:val="00300055"/>
    <w:rsid w:val="00301A8F"/>
    <w:rsid w:val="00304A5C"/>
    <w:rsid w:val="0030716B"/>
    <w:rsid w:val="00317B04"/>
    <w:rsid w:val="00317F22"/>
    <w:rsid w:val="00322152"/>
    <w:rsid w:val="00322D56"/>
    <w:rsid w:val="00325BC0"/>
    <w:rsid w:val="00331E1B"/>
    <w:rsid w:val="003346FC"/>
    <w:rsid w:val="0034002C"/>
    <w:rsid w:val="00340914"/>
    <w:rsid w:val="00351BE0"/>
    <w:rsid w:val="003575E1"/>
    <w:rsid w:val="00357B6D"/>
    <w:rsid w:val="00360961"/>
    <w:rsid w:val="003612AC"/>
    <w:rsid w:val="00364705"/>
    <w:rsid w:val="00366D99"/>
    <w:rsid w:val="003730EA"/>
    <w:rsid w:val="00373DE7"/>
    <w:rsid w:val="0037504C"/>
    <w:rsid w:val="0037640E"/>
    <w:rsid w:val="00380117"/>
    <w:rsid w:val="00382268"/>
    <w:rsid w:val="00387B56"/>
    <w:rsid w:val="00393C8A"/>
    <w:rsid w:val="00394009"/>
    <w:rsid w:val="00395A4F"/>
    <w:rsid w:val="00395B50"/>
    <w:rsid w:val="003A1C19"/>
    <w:rsid w:val="003A4595"/>
    <w:rsid w:val="003B08A1"/>
    <w:rsid w:val="003B16BE"/>
    <w:rsid w:val="003B26F4"/>
    <w:rsid w:val="003B573D"/>
    <w:rsid w:val="003B5BAF"/>
    <w:rsid w:val="003B6DF6"/>
    <w:rsid w:val="003C06C9"/>
    <w:rsid w:val="003C0CE5"/>
    <w:rsid w:val="003C10D5"/>
    <w:rsid w:val="003C18E1"/>
    <w:rsid w:val="003C1CFC"/>
    <w:rsid w:val="003C22E9"/>
    <w:rsid w:val="003C2542"/>
    <w:rsid w:val="003C3508"/>
    <w:rsid w:val="003C7918"/>
    <w:rsid w:val="003D2070"/>
    <w:rsid w:val="003D29A1"/>
    <w:rsid w:val="003D2D3A"/>
    <w:rsid w:val="003D4AD3"/>
    <w:rsid w:val="003D5F8E"/>
    <w:rsid w:val="003E57C0"/>
    <w:rsid w:val="003F0BF7"/>
    <w:rsid w:val="003F3F06"/>
    <w:rsid w:val="003F4604"/>
    <w:rsid w:val="003F4700"/>
    <w:rsid w:val="003F608C"/>
    <w:rsid w:val="00407143"/>
    <w:rsid w:val="0040759C"/>
    <w:rsid w:val="00410A55"/>
    <w:rsid w:val="004133CE"/>
    <w:rsid w:val="00416072"/>
    <w:rsid w:val="004179A1"/>
    <w:rsid w:val="00417E55"/>
    <w:rsid w:val="00420925"/>
    <w:rsid w:val="00422A29"/>
    <w:rsid w:val="004244DB"/>
    <w:rsid w:val="004309EF"/>
    <w:rsid w:val="00431798"/>
    <w:rsid w:val="00431BF5"/>
    <w:rsid w:val="00432473"/>
    <w:rsid w:val="00432A2C"/>
    <w:rsid w:val="0043451A"/>
    <w:rsid w:val="00435D37"/>
    <w:rsid w:val="00435D79"/>
    <w:rsid w:val="004411D0"/>
    <w:rsid w:val="00441488"/>
    <w:rsid w:val="00444890"/>
    <w:rsid w:val="004464E0"/>
    <w:rsid w:val="00447F9D"/>
    <w:rsid w:val="00450DC4"/>
    <w:rsid w:val="00450FCA"/>
    <w:rsid w:val="00452010"/>
    <w:rsid w:val="0045397B"/>
    <w:rsid w:val="004556E8"/>
    <w:rsid w:val="004607DA"/>
    <w:rsid w:val="00461C7C"/>
    <w:rsid w:val="00470449"/>
    <w:rsid w:val="00483977"/>
    <w:rsid w:val="00485AB4"/>
    <w:rsid w:val="00486EC6"/>
    <w:rsid w:val="00487121"/>
    <w:rsid w:val="004906AC"/>
    <w:rsid w:val="00492E49"/>
    <w:rsid w:val="0049362B"/>
    <w:rsid w:val="004954E4"/>
    <w:rsid w:val="00495CBF"/>
    <w:rsid w:val="00496199"/>
    <w:rsid w:val="004A1026"/>
    <w:rsid w:val="004A12DB"/>
    <w:rsid w:val="004A434A"/>
    <w:rsid w:val="004B2549"/>
    <w:rsid w:val="004B3113"/>
    <w:rsid w:val="004B4EE1"/>
    <w:rsid w:val="004B7329"/>
    <w:rsid w:val="004C01FF"/>
    <w:rsid w:val="004C0438"/>
    <w:rsid w:val="004C515C"/>
    <w:rsid w:val="004C75B8"/>
    <w:rsid w:val="004D33E4"/>
    <w:rsid w:val="004D5CA5"/>
    <w:rsid w:val="004E0D14"/>
    <w:rsid w:val="004E217B"/>
    <w:rsid w:val="004E3DEA"/>
    <w:rsid w:val="004E4B3B"/>
    <w:rsid w:val="004F0146"/>
    <w:rsid w:val="004F2302"/>
    <w:rsid w:val="004F2B13"/>
    <w:rsid w:val="004F4276"/>
    <w:rsid w:val="004F5173"/>
    <w:rsid w:val="004F6418"/>
    <w:rsid w:val="004F7986"/>
    <w:rsid w:val="005044C5"/>
    <w:rsid w:val="00505F0B"/>
    <w:rsid w:val="00521D3B"/>
    <w:rsid w:val="005236C2"/>
    <w:rsid w:val="0052751E"/>
    <w:rsid w:val="00527EF5"/>
    <w:rsid w:val="0053026A"/>
    <w:rsid w:val="00530EFC"/>
    <w:rsid w:val="00535D60"/>
    <w:rsid w:val="00536717"/>
    <w:rsid w:val="0053708B"/>
    <w:rsid w:val="00540EFD"/>
    <w:rsid w:val="00543370"/>
    <w:rsid w:val="005459F4"/>
    <w:rsid w:val="0055065B"/>
    <w:rsid w:val="00550CE5"/>
    <w:rsid w:val="0055333C"/>
    <w:rsid w:val="00554658"/>
    <w:rsid w:val="00554C68"/>
    <w:rsid w:val="00560A36"/>
    <w:rsid w:val="0056171B"/>
    <w:rsid w:val="005625C0"/>
    <w:rsid w:val="00571484"/>
    <w:rsid w:val="005714FC"/>
    <w:rsid w:val="00571742"/>
    <w:rsid w:val="00572CFC"/>
    <w:rsid w:val="005768E6"/>
    <w:rsid w:val="0058089F"/>
    <w:rsid w:val="00585AEB"/>
    <w:rsid w:val="005913F7"/>
    <w:rsid w:val="005A0781"/>
    <w:rsid w:val="005A309D"/>
    <w:rsid w:val="005A4021"/>
    <w:rsid w:val="005A584C"/>
    <w:rsid w:val="005A5ADD"/>
    <w:rsid w:val="005A6199"/>
    <w:rsid w:val="005B1067"/>
    <w:rsid w:val="005B21BC"/>
    <w:rsid w:val="005B333E"/>
    <w:rsid w:val="005B42EA"/>
    <w:rsid w:val="005B5D56"/>
    <w:rsid w:val="005B63B6"/>
    <w:rsid w:val="005C3DE2"/>
    <w:rsid w:val="005C485C"/>
    <w:rsid w:val="005D2897"/>
    <w:rsid w:val="005D36DC"/>
    <w:rsid w:val="005D3D05"/>
    <w:rsid w:val="005D411B"/>
    <w:rsid w:val="005D4D9A"/>
    <w:rsid w:val="005D6412"/>
    <w:rsid w:val="005D7F63"/>
    <w:rsid w:val="005E1147"/>
    <w:rsid w:val="005E7288"/>
    <w:rsid w:val="005F1656"/>
    <w:rsid w:val="005F1933"/>
    <w:rsid w:val="005F6C90"/>
    <w:rsid w:val="00600078"/>
    <w:rsid w:val="00612E25"/>
    <w:rsid w:val="006176F7"/>
    <w:rsid w:val="006220B8"/>
    <w:rsid w:val="0062248F"/>
    <w:rsid w:val="006234E4"/>
    <w:rsid w:val="00623620"/>
    <w:rsid w:val="0062542C"/>
    <w:rsid w:val="00626F5B"/>
    <w:rsid w:val="006308D5"/>
    <w:rsid w:val="006318E5"/>
    <w:rsid w:val="00634C7D"/>
    <w:rsid w:val="006376D6"/>
    <w:rsid w:val="00637C85"/>
    <w:rsid w:val="00640069"/>
    <w:rsid w:val="006430B8"/>
    <w:rsid w:val="00644408"/>
    <w:rsid w:val="00646CC2"/>
    <w:rsid w:val="00647226"/>
    <w:rsid w:val="00647768"/>
    <w:rsid w:val="006550C8"/>
    <w:rsid w:val="00660143"/>
    <w:rsid w:val="00660825"/>
    <w:rsid w:val="00665298"/>
    <w:rsid w:val="00665624"/>
    <w:rsid w:val="006731BF"/>
    <w:rsid w:val="006740F7"/>
    <w:rsid w:val="0067669D"/>
    <w:rsid w:val="00677DF6"/>
    <w:rsid w:val="00683A29"/>
    <w:rsid w:val="00691258"/>
    <w:rsid w:val="0069254A"/>
    <w:rsid w:val="00692F82"/>
    <w:rsid w:val="00697583"/>
    <w:rsid w:val="006A0E29"/>
    <w:rsid w:val="006A341F"/>
    <w:rsid w:val="006A34DA"/>
    <w:rsid w:val="006A5C0C"/>
    <w:rsid w:val="006A6B59"/>
    <w:rsid w:val="006B56EA"/>
    <w:rsid w:val="006B7FAB"/>
    <w:rsid w:val="006C015E"/>
    <w:rsid w:val="006C159D"/>
    <w:rsid w:val="006C47E4"/>
    <w:rsid w:val="006C55C1"/>
    <w:rsid w:val="006C6D45"/>
    <w:rsid w:val="006C75D8"/>
    <w:rsid w:val="006D1401"/>
    <w:rsid w:val="006D1F58"/>
    <w:rsid w:val="006D54E5"/>
    <w:rsid w:val="006D608A"/>
    <w:rsid w:val="006E0FD9"/>
    <w:rsid w:val="006E2C72"/>
    <w:rsid w:val="006E3237"/>
    <w:rsid w:val="006E4B0D"/>
    <w:rsid w:val="006E5885"/>
    <w:rsid w:val="006E7633"/>
    <w:rsid w:val="006F312F"/>
    <w:rsid w:val="006F45C0"/>
    <w:rsid w:val="006F4B60"/>
    <w:rsid w:val="006F79D8"/>
    <w:rsid w:val="00700472"/>
    <w:rsid w:val="007015A3"/>
    <w:rsid w:val="0070208E"/>
    <w:rsid w:val="00703B01"/>
    <w:rsid w:val="00704DDC"/>
    <w:rsid w:val="00704F90"/>
    <w:rsid w:val="00706EAA"/>
    <w:rsid w:val="0071014C"/>
    <w:rsid w:val="00711454"/>
    <w:rsid w:val="007137B1"/>
    <w:rsid w:val="00717CD7"/>
    <w:rsid w:val="00720B38"/>
    <w:rsid w:val="00724283"/>
    <w:rsid w:val="007274F1"/>
    <w:rsid w:val="007316E0"/>
    <w:rsid w:val="007343EB"/>
    <w:rsid w:val="00735050"/>
    <w:rsid w:val="00737B80"/>
    <w:rsid w:val="007453CE"/>
    <w:rsid w:val="0074744B"/>
    <w:rsid w:val="00750635"/>
    <w:rsid w:val="00753418"/>
    <w:rsid w:val="007536FD"/>
    <w:rsid w:val="00755ACD"/>
    <w:rsid w:val="00756412"/>
    <w:rsid w:val="00756F8E"/>
    <w:rsid w:val="007605A0"/>
    <w:rsid w:val="007628A2"/>
    <w:rsid w:val="007654FE"/>
    <w:rsid w:val="007655BC"/>
    <w:rsid w:val="0076693B"/>
    <w:rsid w:val="00770A0D"/>
    <w:rsid w:val="00770B2F"/>
    <w:rsid w:val="0077173F"/>
    <w:rsid w:val="007740AD"/>
    <w:rsid w:val="0077554B"/>
    <w:rsid w:val="007756F1"/>
    <w:rsid w:val="00775A30"/>
    <w:rsid w:val="0078514A"/>
    <w:rsid w:val="00785553"/>
    <w:rsid w:val="00785B93"/>
    <w:rsid w:val="007948A5"/>
    <w:rsid w:val="007949D0"/>
    <w:rsid w:val="0079644B"/>
    <w:rsid w:val="00797B12"/>
    <w:rsid w:val="007A4152"/>
    <w:rsid w:val="007A64AE"/>
    <w:rsid w:val="007B120A"/>
    <w:rsid w:val="007B1DA8"/>
    <w:rsid w:val="007B1ED4"/>
    <w:rsid w:val="007B2B31"/>
    <w:rsid w:val="007B39D7"/>
    <w:rsid w:val="007B424A"/>
    <w:rsid w:val="007C0C40"/>
    <w:rsid w:val="007C0CC6"/>
    <w:rsid w:val="007C3AAC"/>
    <w:rsid w:val="007C3FC9"/>
    <w:rsid w:val="007C617F"/>
    <w:rsid w:val="007C6E98"/>
    <w:rsid w:val="007D3C54"/>
    <w:rsid w:val="007D7BFC"/>
    <w:rsid w:val="007E35FE"/>
    <w:rsid w:val="007E5A53"/>
    <w:rsid w:val="007E6054"/>
    <w:rsid w:val="007E68C1"/>
    <w:rsid w:val="007E6B38"/>
    <w:rsid w:val="008014A7"/>
    <w:rsid w:val="00801FE5"/>
    <w:rsid w:val="008020D6"/>
    <w:rsid w:val="008034E1"/>
    <w:rsid w:val="008048CB"/>
    <w:rsid w:val="0080789C"/>
    <w:rsid w:val="00810D7C"/>
    <w:rsid w:val="00815690"/>
    <w:rsid w:val="00815960"/>
    <w:rsid w:val="00817028"/>
    <w:rsid w:val="00820E7F"/>
    <w:rsid w:val="00820EBB"/>
    <w:rsid w:val="0082218D"/>
    <w:rsid w:val="00824933"/>
    <w:rsid w:val="0082626B"/>
    <w:rsid w:val="008263D6"/>
    <w:rsid w:val="00832FB0"/>
    <w:rsid w:val="00834270"/>
    <w:rsid w:val="00834AA5"/>
    <w:rsid w:val="0083662F"/>
    <w:rsid w:val="00840B3D"/>
    <w:rsid w:val="00844748"/>
    <w:rsid w:val="008455D8"/>
    <w:rsid w:val="008458A9"/>
    <w:rsid w:val="00853D58"/>
    <w:rsid w:val="00853F30"/>
    <w:rsid w:val="008558A1"/>
    <w:rsid w:val="00856BB0"/>
    <w:rsid w:val="00864A42"/>
    <w:rsid w:val="00866D48"/>
    <w:rsid w:val="0086700D"/>
    <w:rsid w:val="0086787D"/>
    <w:rsid w:val="008710A3"/>
    <w:rsid w:val="00873745"/>
    <w:rsid w:val="00874E63"/>
    <w:rsid w:val="008766E8"/>
    <w:rsid w:val="00876BE9"/>
    <w:rsid w:val="00876FCA"/>
    <w:rsid w:val="008800DE"/>
    <w:rsid w:val="00881082"/>
    <w:rsid w:val="0088408E"/>
    <w:rsid w:val="00885049"/>
    <w:rsid w:val="00886306"/>
    <w:rsid w:val="00886AA8"/>
    <w:rsid w:val="008876D7"/>
    <w:rsid w:val="00895584"/>
    <w:rsid w:val="008A00F2"/>
    <w:rsid w:val="008A09E5"/>
    <w:rsid w:val="008A1177"/>
    <w:rsid w:val="008A6DFC"/>
    <w:rsid w:val="008B0670"/>
    <w:rsid w:val="008B0EB5"/>
    <w:rsid w:val="008B2187"/>
    <w:rsid w:val="008C3938"/>
    <w:rsid w:val="008C3D83"/>
    <w:rsid w:val="008C723C"/>
    <w:rsid w:val="008D39CB"/>
    <w:rsid w:val="008D3E5D"/>
    <w:rsid w:val="008D5F11"/>
    <w:rsid w:val="008D723C"/>
    <w:rsid w:val="008E1978"/>
    <w:rsid w:val="008E1B88"/>
    <w:rsid w:val="008E3FD5"/>
    <w:rsid w:val="008E4078"/>
    <w:rsid w:val="008E7387"/>
    <w:rsid w:val="008F03F5"/>
    <w:rsid w:val="008F2B5A"/>
    <w:rsid w:val="008F5C91"/>
    <w:rsid w:val="008F738D"/>
    <w:rsid w:val="00900136"/>
    <w:rsid w:val="00902559"/>
    <w:rsid w:val="009027B5"/>
    <w:rsid w:val="00902B3A"/>
    <w:rsid w:val="009052EA"/>
    <w:rsid w:val="00906AF2"/>
    <w:rsid w:val="00910F25"/>
    <w:rsid w:val="00913015"/>
    <w:rsid w:val="009143E9"/>
    <w:rsid w:val="00914E12"/>
    <w:rsid w:val="00915ACE"/>
    <w:rsid w:val="00915F11"/>
    <w:rsid w:val="0092248A"/>
    <w:rsid w:val="009236ED"/>
    <w:rsid w:val="00923CF4"/>
    <w:rsid w:val="00924B36"/>
    <w:rsid w:val="00926573"/>
    <w:rsid w:val="00927EA8"/>
    <w:rsid w:val="00931D89"/>
    <w:rsid w:val="0093241D"/>
    <w:rsid w:val="00932765"/>
    <w:rsid w:val="00932A8D"/>
    <w:rsid w:val="00932F0D"/>
    <w:rsid w:val="009412BA"/>
    <w:rsid w:val="009412E7"/>
    <w:rsid w:val="0094630A"/>
    <w:rsid w:val="00952D07"/>
    <w:rsid w:val="00962F11"/>
    <w:rsid w:val="00965670"/>
    <w:rsid w:val="00974985"/>
    <w:rsid w:val="00974D86"/>
    <w:rsid w:val="0097766A"/>
    <w:rsid w:val="0098239C"/>
    <w:rsid w:val="0099030B"/>
    <w:rsid w:val="00991A52"/>
    <w:rsid w:val="009964F3"/>
    <w:rsid w:val="009A1915"/>
    <w:rsid w:val="009A42D4"/>
    <w:rsid w:val="009A56F5"/>
    <w:rsid w:val="009A5BB7"/>
    <w:rsid w:val="009B0645"/>
    <w:rsid w:val="009B1A7D"/>
    <w:rsid w:val="009B34E0"/>
    <w:rsid w:val="009B3DB5"/>
    <w:rsid w:val="009B4579"/>
    <w:rsid w:val="009C1E1D"/>
    <w:rsid w:val="009C2B75"/>
    <w:rsid w:val="009C4287"/>
    <w:rsid w:val="009D02CC"/>
    <w:rsid w:val="009D066B"/>
    <w:rsid w:val="009D18E5"/>
    <w:rsid w:val="009D263B"/>
    <w:rsid w:val="009D41C9"/>
    <w:rsid w:val="009D5641"/>
    <w:rsid w:val="009D6FCB"/>
    <w:rsid w:val="009E0C9D"/>
    <w:rsid w:val="009E1BCE"/>
    <w:rsid w:val="009E2084"/>
    <w:rsid w:val="009E4668"/>
    <w:rsid w:val="009E483B"/>
    <w:rsid w:val="009E6133"/>
    <w:rsid w:val="009F4F91"/>
    <w:rsid w:val="00A00340"/>
    <w:rsid w:val="00A00359"/>
    <w:rsid w:val="00A0144F"/>
    <w:rsid w:val="00A0212C"/>
    <w:rsid w:val="00A02194"/>
    <w:rsid w:val="00A0242C"/>
    <w:rsid w:val="00A02994"/>
    <w:rsid w:val="00A05172"/>
    <w:rsid w:val="00A10CC6"/>
    <w:rsid w:val="00A10EAC"/>
    <w:rsid w:val="00A12E25"/>
    <w:rsid w:val="00A13E89"/>
    <w:rsid w:val="00A142F5"/>
    <w:rsid w:val="00A21E95"/>
    <w:rsid w:val="00A2270E"/>
    <w:rsid w:val="00A24045"/>
    <w:rsid w:val="00A24588"/>
    <w:rsid w:val="00A25777"/>
    <w:rsid w:val="00A25A54"/>
    <w:rsid w:val="00A25DC9"/>
    <w:rsid w:val="00A25EE5"/>
    <w:rsid w:val="00A2766B"/>
    <w:rsid w:val="00A30C9C"/>
    <w:rsid w:val="00A337F3"/>
    <w:rsid w:val="00A3402C"/>
    <w:rsid w:val="00A36A81"/>
    <w:rsid w:val="00A37A1D"/>
    <w:rsid w:val="00A37C5A"/>
    <w:rsid w:val="00A41494"/>
    <w:rsid w:val="00A42992"/>
    <w:rsid w:val="00A43132"/>
    <w:rsid w:val="00A451E7"/>
    <w:rsid w:val="00A50EC3"/>
    <w:rsid w:val="00A51A98"/>
    <w:rsid w:val="00A5229E"/>
    <w:rsid w:val="00A55F3E"/>
    <w:rsid w:val="00A57802"/>
    <w:rsid w:val="00A615B8"/>
    <w:rsid w:val="00A6410F"/>
    <w:rsid w:val="00A64992"/>
    <w:rsid w:val="00A64AAF"/>
    <w:rsid w:val="00A75BF8"/>
    <w:rsid w:val="00A760E4"/>
    <w:rsid w:val="00A844DA"/>
    <w:rsid w:val="00A85534"/>
    <w:rsid w:val="00A85D29"/>
    <w:rsid w:val="00A908BA"/>
    <w:rsid w:val="00A91EE6"/>
    <w:rsid w:val="00A965A2"/>
    <w:rsid w:val="00A970A5"/>
    <w:rsid w:val="00A973B5"/>
    <w:rsid w:val="00AA1A94"/>
    <w:rsid w:val="00AA21E2"/>
    <w:rsid w:val="00AB4D91"/>
    <w:rsid w:val="00AC1329"/>
    <w:rsid w:val="00AC540E"/>
    <w:rsid w:val="00AD1FD4"/>
    <w:rsid w:val="00AD39B4"/>
    <w:rsid w:val="00AD3FD4"/>
    <w:rsid w:val="00AD470B"/>
    <w:rsid w:val="00AD7897"/>
    <w:rsid w:val="00AD7CD4"/>
    <w:rsid w:val="00AF1B90"/>
    <w:rsid w:val="00AF216D"/>
    <w:rsid w:val="00AF3226"/>
    <w:rsid w:val="00AF4C8E"/>
    <w:rsid w:val="00AF7189"/>
    <w:rsid w:val="00AF7E16"/>
    <w:rsid w:val="00B00EA9"/>
    <w:rsid w:val="00B00ECD"/>
    <w:rsid w:val="00B0283A"/>
    <w:rsid w:val="00B030EB"/>
    <w:rsid w:val="00B03AFF"/>
    <w:rsid w:val="00B03B91"/>
    <w:rsid w:val="00B0785D"/>
    <w:rsid w:val="00B123BD"/>
    <w:rsid w:val="00B159A5"/>
    <w:rsid w:val="00B167DD"/>
    <w:rsid w:val="00B170AF"/>
    <w:rsid w:val="00B1759B"/>
    <w:rsid w:val="00B175BF"/>
    <w:rsid w:val="00B244CE"/>
    <w:rsid w:val="00B32F7B"/>
    <w:rsid w:val="00B34243"/>
    <w:rsid w:val="00B344D8"/>
    <w:rsid w:val="00B3604D"/>
    <w:rsid w:val="00B377AA"/>
    <w:rsid w:val="00B3783D"/>
    <w:rsid w:val="00B41010"/>
    <w:rsid w:val="00B41A91"/>
    <w:rsid w:val="00B42213"/>
    <w:rsid w:val="00B47668"/>
    <w:rsid w:val="00B53B47"/>
    <w:rsid w:val="00B53C03"/>
    <w:rsid w:val="00B540A3"/>
    <w:rsid w:val="00B573FF"/>
    <w:rsid w:val="00B578F0"/>
    <w:rsid w:val="00B57DC8"/>
    <w:rsid w:val="00B61B08"/>
    <w:rsid w:val="00B62FA7"/>
    <w:rsid w:val="00B66700"/>
    <w:rsid w:val="00B73745"/>
    <w:rsid w:val="00B75AA7"/>
    <w:rsid w:val="00B774CF"/>
    <w:rsid w:val="00B821A9"/>
    <w:rsid w:val="00B85388"/>
    <w:rsid w:val="00B85958"/>
    <w:rsid w:val="00B864A3"/>
    <w:rsid w:val="00B915D4"/>
    <w:rsid w:val="00B930DD"/>
    <w:rsid w:val="00B94A7B"/>
    <w:rsid w:val="00B954A6"/>
    <w:rsid w:val="00BA160E"/>
    <w:rsid w:val="00BA1DAA"/>
    <w:rsid w:val="00BA3F85"/>
    <w:rsid w:val="00BA5B6E"/>
    <w:rsid w:val="00BA73E8"/>
    <w:rsid w:val="00BB1B7B"/>
    <w:rsid w:val="00BB302D"/>
    <w:rsid w:val="00BB40CB"/>
    <w:rsid w:val="00BB59C0"/>
    <w:rsid w:val="00BC23E7"/>
    <w:rsid w:val="00BC263B"/>
    <w:rsid w:val="00BC2645"/>
    <w:rsid w:val="00BC3F66"/>
    <w:rsid w:val="00BC7A44"/>
    <w:rsid w:val="00BD161A"/>
    <w:rsid w:val="00BD2CD2"/>
    <w:rsid w:val="00BD3C6A"/>
    <w:rsid w:val="00BD3C94"/>
    <w:rsid w:val="00BD4343"/>
    <w:rsid w:val="00BE055D"/>
    <w:rsid w:val="00BE1161"/>
    <w:rsid w:val="00BE2889"/>
    <w:rsid w:val="00BE43C7"/>
    <w:rsid w:val="00BF245E"/>
    <w:rsid w:val="00BF32CD"/>
    <w:rsid w:val="00BF5E58"/>
    <w:rsid w:val="00BF72B8"/>
    <w:rsid w:val="00BF7795"/>
    <w:rsid w:val="00C0462A"/>
    <w:rsid w:val="00C07946"/>
    <w:rsid w:val="00C154C6"/>
    <w:rsid w:val="00C16A60"/>
    <w:rsid w:val="00C174B8"/>
    <w:rsid w:val="00C17F6A"/>
    <w:rsid w:val="00C21117"/>
    <w:rsid w:val="00C25B19"/>
    <w:rsid w:val="00C27BC5"/>
    <w:rsid w:val="00C32B6A"/>
    <w:rsid w:val="00C33858"/>
    <w:rsid w:val="00C34EFD"/>
    <w:rsid w:val="00C409DF"/>
    <w:rsid w:val="00C453F2"/>
    <w:rsid w:val="00C459C2"/>
    <w:rsid w:val="00C47299"/>
    <w:rsid w:val="00C51F31"/>
    <w:rsid w:val="00C530AD"/>
    <w:rsid w:val="00C60030"/>
    <w:rsid w:val="00C6447E"/>
    <w:rsid w:val="00C64742"/>
    <w:rsid w:val="00C65386"/>
    <w:rsid w:val="00C656BA"/>
    <w:rsid w:val="00C7156C"/>
    <w:rsid w:val="00C7271E"/>
    <w:rsid w:val="00C72882"/>
    <w:rsid w:val="00C73192"/>
    <w:rsid w:val="00C77098"/>
    <w:rsid w:val="00C80A74"/>
    <w:rsid w:val="00C82A41"/>
    <w:rsid w:val="00C86C5B"/>
    <w:rsid w:val="00C87535"/>
    <w:rsid w:val="00C90191"/>
    <w:rsid w:val="00C94601"/>
    <w:rsid w:val="00C96F5D"/>
    <w:rsid w:val="00C97F3B"/>
    <w:rsid w:val="00CA03A3"/>
    <w:rsid w:val="00CA23BC"/>
    <w:rsid w:val="00CA245B"/>
    <w:rsid w:val="00CA6819"/>
    <w:rsid w:val="00CA7802"/>
    <w:rsid w:val="00CB12E0"/>
    <w:rsid w:val="00CB1717"/>
    <w:rsid w:val="00CB31AB"/>
    <w:rsid w:val="00CC3FC8"/>
    <w:rsid w:val="00CC429F"/>
    <w:rsid w:val="00CC7BB9"/>
    <w:rsid w:val="00CD685A"/>
    <w:rsid w:val="00CE1BBD"/>
    <w:rsid w:val="00CE3375"/>
    <w:rsid w:val="00CE47F4"/>
    <w:rsid w:val="00CE4AD9"/>
    <w:rsid w:val="00CE581B"/>
    <w:rsid w:val="00CF091D"/>
    <w:rsid w:val="00CF1209"/>
    <w:rsid w:val="00CF491B"/>
    <w:rsid w:val="00CF7EAD"/>
    <w:rsid w:val="00D001AB"/>
    <w:rsid w:val="00D0215D"/>
    <w:rsid w:val="00D10E92"/>
    <w:rsid w:val="00D21A20"/>
    <w:rsid w:val="00D21A6C"/>
    <w:rsid w:val="00D26F73"/>
    <w:rsid w:val="00D35821"/>
    <w:rsid w:val="00D360BE"/>
    <w:rsid w:val="00D37B13"/>
    <w:rsid w:val="00D37C73"/>
    <w:rsid w:val="00D44439"/>
    <w:rsid w:val="00D47399"/>
    <w:rsid w:val="00D50488"/>
    <w:rsid w:val="00D50DF4"/>
    <w:rsid w:val="00D512C8"/>
    <w:rsid w:val="00D56AE3"/>
    <w:rsid w:val="00D6259C"/>
    <w:rsid w:val="00D62647"/>
    <w:rsid w:val="00D62F72"/>
    <w:rsid w:val="00D63C65"/>
    <w:rsid w:val="00D65130"/>
    <w:rsid w:val="00D653FA"/>
    <w:rsid w:val="00D657AE"/>
    <w:rsid w:val="00D6661C"/>
    <w:rsid w:val="00D67174"/>
    <w:rsid w:val="00D70228"/>
    <w:rsid w:val="00D71788"/>
    <w:rsid w:val="00D71E82"/>
    <w:rsid w:val="00D746AA"/>
    <w:rsid w:val="00D75762"/>
    <w:rsid w:val="00D76A48"/>
    <w:rsid w:val="00D76B52"/>
    <w:rsid w:val="00D77C0D"/>
    <w:rsid w:val="00D92396"/>
    <w:rsid w:val="00D95BB6"/>
    <w:rsid w:val="00D9675B"/>
    <w:rsid w:val="00D97738"/>
    <w:rsid w:val="00D97A31"/>
    <w:rsid w:val="00D97C25"/>
    <w:rsid w:val="00D97D16"/>
    <w:rsid w:val="00DA3BEF"/>
    <w:rsid w:val="00DB1640"/>
    <w:rsid w:val="00DB49D8"/>
    <w:rsid w:val="00DC1163"/>
    <w:rsid w:val="00DC1738"/>
    <w:rsid w:val="00DC1AF1"/>
    <w:rsid w:val="00DC227D"/>
    <w:rsid w:val="00DC4EBE"/>
    <w:rsid w:val="00DC5BEA"/>
    <w:rsid w:val="00DC76A4"/>
    <w:rsid w:val="00DD3FE4"/>
    <w:rsid w:val="00DD4C16"/>
    <w:rsid w:val="00DD6F90"/>
    <w:rsid w:val="00DE0C01"/>
    <w:rsid w:val="00DE1069"/>
    <w:rsid w:val="00DE14F8"/>
    <w:rsid w:val="00DE3644"/>
    <w:rsid w:val="00DE3DEC"/>
    <w:rsid w:val="00DE5895"/>
    <w:rsid w:val="00DF1A04"/>
    <w:rsid w:val="00DF35F1"/>
    <w:rsid w:val="00DF3709"/>
    <w:rsid w:val="00DF3EA6"/>
    <w:rsid w:val="00DF4464"/>
    <w:rsid w:val="00E01107"/>
    <w:rsid w:val="00E023E0"/>
    <w:rsid w:val="00E06D47"/>
    <w:rsid w:val="00E075E3"/>
    <w:rsid w:val="00E11811"/>
    <w:rsid w:val="00E11BE9"/>
    <w:rsid w:val="00E14D20"/>
    <w:rsid w:val="00E1555E"/>
    <w:rsid w:val="00E158B1"/>
    <w:rsid w:val="00E27D3E"/>
    <w:rsid w:val="00E41EA6"/>
    <w:rsid w:val="00E429AE"/>
    <w:rsid w:val="00E43D40"/>
    <w:rsid w:val="00E44C47"/>
    <w:rsid w:val="00E45FBE"/>
    <w:rsid w:val="00E5011F"/>
    <w:rsid w:val="00E51786"/>
    <w:rsid w:val="00E51A90"/>
    <w:rsid w:val="00E55B91"/>
    <w:rsid w:val="00E5708E"/>
    <w:rsid w:val="00E630E7"/>
    <w:rsid w:val="00E63ECA"/>
    <w:rsid w:val="00E6529D"/>
    <w:rsid w:val="00E65F0E"/>
    <w:rsid w:val="00E71779"/>
    <w:rsid w:val="00E72990"/>
    <w:rsid w:val="00E72C21"/>
    <w:rsid w:val="00E73885"/>
    <w:rsid w:val="00E7593E"/>
    <w:rsid w:val="00E7793D"/>
    <w:rsid w:val="00E80CF0"/>
    <w:rsid w:val="00E83F0E"/>
    <w:rsid w:val="00E848C4"/>
    <w:rsid w:val="00E86DA8"/>
    <w:rsid w:val="00E87155"/>
    <w:rsid w:val="00E8794A"/>
    <w:rsid w:val="00E908DD"/>
    <w:rsid w:val="00E91E09"/>
    <w:rsid w:val="00E91FC4"/>
    <w:rsid w:val="00E9210B"/>
    <w:rsid w:val="00E95A4B"/>
    <w:rsid w:val="00E9607B"/>
    <w:rsid w:val="00E971D9"/>
    <w:rsid w:val="00EA1DE3"/>
    <w:rsid w:val="00EB0CC1"/>
    <w:rsid w:val="00EB47E0"/>
    <w:rsid w:val="00EB4BAF"/>
    <w:rsid w:val="00EB4DA5"/>
    <w:rsid w:val="00EC0926"/>
    <w:rsid w:val="00ED2872"/>
    <w:rsid w:val="00ED2E7A"/>
    <w:rsid w:val="00ED51F3"/>
    <w:rsid w:val="00ED6946"/>
    <w:rsid w:val="00EE2E0E"/>
    <w:rsid w:val="00EE2F64"/>
    <w:rsid w:val="00EE317E"/>
    <w:rsid w:val="00EE38E1"/>
    <w:rsid w:val="00EE45D3"/>
    <w:rsid w:val="00EE54F3"/>
    <w:rsid w:val="00EE7E7F"/>
    <w:rsid w:val="00EF1E91"/>
    <w:rsid w:val="00EF3044"/>
    <w:rsid w:val="00EF3B56"/>
    <w:rsid w:val="00F000CF"/>
    <w:rsid w:val="00F0154C"/>
    <w:rsid w:val="00F021A1"/>
    <w:rsid w:val="00F0227F"/>
    <w:rsid w:val="00F11470"/>
    <w:rsid w:val="00F117DB"/>
    <w:rsid w:val="00F11B95"/>
    <w:rsid w:val="00F11CA7"/>
    <w:rsid w:val="00F21765"/>
    <w:rsid w:val="00F21994"/>
    <w:rsid w:val="00F22BF6"/>
    <w:rsid w:val="00F23039"/>
    <w:rsid w:val="00F2514A"/>
    <w:rsid w:val="00F302FD"/>
    <w:rsid w:val="00F30AD8"/>
    <w:rsid w:val="00F36EE0"/>
    <w:rsid w:val="00F40999"/>
    <w:rsid w:val="00F41F3B"/>
    <w:rsid w:val="00F450A2"/>
    <w:rsid w:val="00F452BC"/>
    <w:rsid w:val="00F51B65"/>
    <w:rsid w:val="00F54FDE"/>
    <w:rsid w:val="00F550FA"/>
    <w:rsid w:val="00F551DF"/>
    <w:rsid w:val="00F5612F"/>
    <w:rsid w:val="00F56C53"/>
    <w:rsid w:val="00F60C0B"/>
    <w:rsid w:val="00F6319F"/>
    <w:rsid w:val="00F67C52"/>
    <w:rsid w:val="00F7258B"/>
    <w:rsid w:val="00F730E7"/>
    <w:rsid w:val="00F75C83"/>
    <w:rsid w:val="00F82A86"/>
    <w:rsid w:val="00F839E3"/>
    <w:rsid w:val="00F94A57"/>
    <w:rsid w:val="00F95BAB"/>
    <w:rsid w:val="00F970A3"/>
    <w:rsid w:val="00FA0202"/>
    <w:rsid w:val="00FA3905"/>
    <w:rsid w:val="00FA5B9D"/>
    <w:rsid w:val="00FB0081"/>
    <w:rsid w:val="00FB0F87"/>
    <w:rsid w:val="00FB1160"/>
    <w:rsid w:val="00FB1C49"/>
    <w:rsid w:val="00FB1FA9"/>
    <w:rsid w:val="00FB7CD7"/>
    <w:rsid w:val="00FC3F62"/>
    <w:rsid w:val="00FC4B80"/>
    <w:rsid w:val="00FC5C79"/>
    <w:rsid w:val="00FC74BD"/>
    <w:rsid w:val="00FD10FA"/>
    <w:rsid w:val="00FD22AA"/>
    <w:rsid w:val="00FE2ED5"/>
    <w:rsid w:val="00FE6262"/>
    <w:rsid w:val="00FF511F"/>
    <w:rsid w:val="00FF741B"/>
    <w:rsid w:val="00FF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2A14281"/>
  <w15:docId w15:val="{8658A71E-E9F1-460F-8C41-BCC6D9DC7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="Verdana" w:hAnsi="Verdana" w:cs="Verdana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unhideWhenUsed="1" w:qFormat="1"/>
    <w:lsdException w:name="heading 7" w:semiHidden="1" w:qFormat="1"/>
    <w:lsdException w:name="heading 8" w:semiHidden="1" w:qFormat="1"/>
    <w:lsdException w:name="heading 9" w:semiHidden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62248F"/>
    <w:rPr>
      <w:rFonts w:ascii="Arial" w:hAnsi="Arial"/>
      <w:szCs w:val="24"/>
      <w:lang w:eastAsia="en-US"/>
    </w:rPr>
  </w:style>
  <w:style w:type="paragraph" w:styleId="Heading4">
    <w:name w:val="heading 4"/>
    <w:basedOn w:val="Normal"/>
    <w:next w:val="Normal"/>
    <w:link w:val="Heading4Char"/>
    <w:rsid w:val="00A337F3"/>
    <w:pPr>
      <w:keepNext/>
      <w:keepLines/>
      <w:spacing w:before="240" w:after="40"/>
      <w:outlineLvl w:val="3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62248F"/>
    <w:pPr>
      <w:ind w:left="-567"/>
    </w:pPr>
    <w:rPr>
      <w:rFonts w:ascii="Arial" w:hAnsi="Arial"/>
      <w:sz w:val="16"/>
      <w:szCs w:val="24"/>
      <w:lang w:eastAsia="en-US"/>
    </w:rPr>
  </w:style>
  <w:style w:type="paragraph" w:styleId="Header">
    <w:name w:val="header"/>
    <w:rsid w:val="00E1555E"/>
    <w:pPr>
      <w:tabs>
        <w:tab w:val="left" w:pos="9013"/>
        <w:tab w:val="right" w:pos="9858"/>
      </w:tabs>
      <w:spacing w:before="180"/>
      <w:ind w:right="760"/>
      <w:jc w:val="right"/>
    </w:pPr>
    <w:rPr>
      <w:rFonts w:ascii="Arial" w:hAnsi="Arial"/>
      <w:b/>
      <w:sz w:val="24"/>
      <w:szCs w:val="24"/>
      <w:lang w:eastAsia="en-US"/>
    </w:rPr>
  </w:style>
  <w:style w:type="paragraph" w:customStyle="1" w:styleId="Unitnumber">
    <w:name w:val="Unit number"/>
    <w:next w:val="Text"/>
    <w:qFormat/>
    <w:rsid w:val="00E44C47"/>
    <w:pPr>
      <w:tabs>
        <w:tab w:val="left" w:pos="0"/>
      </w:tabs>
      <w:ind w:left="-567"/>
    </w:pPr>
    <w:rPr>
      <w:rFonts w:ascii="Arial" w:hAnsi="Arial" w:cs="Arial"/>
      <w:b/>
      <w:color w:val="FFFFFF" w:themeColor="background1"/>
      <w:sz w:val="68"/>
      <w:szCs w:val="24"/>
    </w:rPr>
  </w:style>
  <w:style w:type="paragraph" w:customStyle="1" w:styleId="Grammarsuggestionbox">
    <w:name w:val="Grammar suggestion box"/>
    <w:basedOn w:val="Starterhead"/>
    <w:qFormat/>
    <w:rsid w:val="00D746AA"/>
  </w:style>
  <w:style w:type="character" w:styleId="PageNumber">
    <w:name w:val="page number"/>
    <w:rsid w:val="00B66700"/>
    <w:rPr>
      <w:rFonts w:ascii="Arial" w:hAnsi="Arial"/>
      <w:b/>
      <w:color w:val="auto"/>
      <w:sz w:val="20"/>
    </w:rPr>
  </w:style>
  <w:style w:type="paragraph" w:customStyle="1" w:styleId="Rubricquestion">
    <w:name w:val="Rubric question"/>
    <w:next w:val="Text"/>
    <w:qFormat/>
    <w:rsid w:val="005714FC"/>
    <w:pPr>
      <w:spacing w:before="240" w:after="120"/>
    </w:pPr>
    <w:rPr>
      <w:rFonts w:ascii="Arial" w:hAnsi="Arial" w:cs="Arial"/>
      <w:b/>
      <w:sz w:val="24"/>
      <w:szCs w:val="24"/>
    </w:rPr>
  </w:style>
  <w:style w:type="paragraph" w:customStyle="1" w:styleId="Text">
    <w:name w:val="Text"/>
    <w:qFormat/>
    <w:rsid w:val="00A42992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extbullets">
    <w:name w:val="Text bullets"/>
    <w:qFormat/>
    <w:rsid w:val="00677DF6"/>
    <w:pPr>
      <w:numPr>
        <w:numId w:val="9"/>
      </w:numPr>
      <w:tabs>
        <w:tab w:val="clear" w:pos="397"/>
      </w:tabs>
      <w:spacing w:before="80" w:after="60" w:line="240" w:lineRule="atLeast"/>
      <w:ind w:left="340" w:hanging="340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EE54F3"/>
    <w:pPr>
      <w:numPr>
        <w:numId w:val="1"/>
      </w:numPr>
    </w:pPr>
  </w:style>
  <w:style w:type="paragraph" w:customStyle="1" w:styleId="Grammarsuggestiontext">
    <w:name w:val="Grammar suggestion text"/>
    <w:basedOn w:val="Starterhead"/>
    <w:qFormat/>
    <w:rsid w:val="00D746AA"/>
    <w:rPr>
      <w:b w:val="0"/>
      <w:sz w:val="20"/>
      <w:szCs w:val="20"/>
    </w:rPr>
  </w:style>
  <w:style w:type="paragraph" w:customStyle="1" w:styleId="Numberedlist">
    <w:name w:val="Numbered list"/>
    <w:qFormat/>
    <w:rsid w:val="00820E7F"/>
    <w:pPr>
      <w:spacing w:before="80" w:after="60" w:line="240" w:lineRule="atLeast"/>
      <w:ind w:left="340" w:hanging="340"/>
    </w:pPr>
    <w:rPr>
      <w:rFonts w:ascii="Arial" w:hAnsi="Arial"/>
      <w:szCs w:val="24"/>
    </w:rPr>
  </w:style>
  <w:style w:type="paragraph" w:customStyle="1" w:styleId="Starterhead">
    <w:name w:val="Starter head"/>
    <w:next w:val="Startertext"/>
    <w:qFormat/>
    <w:rsid w:val="00B930DD"/>
    <w:pPr>
      <w:keepNext/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404040"/>
      <w:spacing w:before="80" w:after="60"/>
      <w:ind w:left="108" w:right="108"/>
    </w:pPr>
    <w:rPr>
      <w:rFonts w:ascii="Arial" w:hAnsi="Arial" w:cs="Arial"/>
      <w:b/>
      <w:color w:val="FFFFFF"/>
      <w:sz w:val="22"/>
      <w:szCs w:val="24"/>
      <w:lang w:eastAsia="en-US"/>
    </w:rPr>
  </w:style>
  <w:style w:type="paragraph" w:customStyle="1" w:styleId="Startersub-head">
    <w:name w:val="Starter sub-head"/>
    <w:next w:val="Startertext"/>
    <w:qFormat/>
    <w:rsid w:val="0052751E"/>
    <w:pPr>
      <w:keepNext/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ECECEC"/>
      <w:spacing w:before="120"/>
      <w:ind w:left="108" w:right="108"/>
    </w:pPr>
    <w:rPr>
      <w:rFonts w:ascii="Arial" w:hAnsi="Arial" w:cs="Arial"/>
      <w:b/>
      <w:szCs w:val="24"/>
      <w:lang w:eastAsia="en-US"/>
    </w:rPr>
  </w:style>
  <w:style w:type="paragraph" w:customStyle="1" w:styleId="Startertext">
    <w:name w:val="Starter text"/>
    <w:qFormat/>
    <w:rsid w:val="0052751E"/>
    <w:p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ECECEC"/>
      <w:tabs>
        <w:tab w:val="left" w:pos="340"/>
      </w:tabs>
      <w:spacing w:before="80" w:after="60" w:line="240" w:lineRule="atLeast"/>
      <w:ind w:left="108" w:right="108"/>
    </w:pPr>
    <w:rPr>
      <w:rFonts w:ascii="Arial" w:hAnsi="Arial" w:cs="Arial"/>
      <w:szCs w:val="24"/>
      <w:lang w:eastAsia="en-US"/>
    </w:rPr>
  </w:style>
  <w:style w:type="paragraph" w:customStyle="1" w:styleId="Startertextbullets">
    <w:name w:val="Starter text bullets"/>
    <w:qFormat/>
    <w:rsid w:val="0052751E"/>
    <w:pPr>
      <w:numPr>
        <w:numId w:val="5"/>
      </w:num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ECECEC"/>
      <w:tabs>
        <w:tab w:val="clear" w:pos="505"/>
        <w:tab w:val="left" w:pos="448"/>
      </w:tabs>
      <w:spacing w:before="80" w:after="60" w:line="240" w:lineRule="atLeast"/>
      <w:ind w:left="448" w:right="108" w:hanging="340"/>
    </w:pPr>
    <w:rPr>
      <w:rFonts w:ascii="Arial" w:hAnsi="Arial" w:cs="Arial"/>
      <w:szCs w:val="24"/>
      <w:lang w:eastAsia="en-US"/>
    </w:rPr>
  </w:style>
  <w:style w:type="paragraph" w:customStyle="1" w:styleId="Plenaryhead">
    <w:name w:val="Plenary head"/>
    <w:next w:val="Plenarytext"/>
    <w:qFormat/>
    <w:rsid w:val="0052751E"/>
    <w:pPr>
      <w:keepNext/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/>
      <w:spacing w:before="80" w:after="60"/>
      <w:ind w:left="108" w:right="108"/>
    </w:pPr>
    <w:rPr>
      <w:rFonts w:ascii="Arial" w:hAnsi="Arial" w:cs="Arial"/>
      <w:b/>
      <w:sz w:val="22"/>
      <w:szCs w:val="24"/>
      <w:lang w:eastAsia="en-US"/>
    </w:rPr>
  </w:style>
  <w:style w:type="paragraph" w:customStyle="1" w:styleId="Startertextnumberedlist">
    <w:name w:val="Starter text numbered list"/>
    <w:qFormat/>
    <w:rsid w:val="0052751E"/>
    <w:p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ECECEC"/>
      <w:spacing w:before="80" w:after="60" w:line="240" w:lineRule="atLeast"/>
      <w:ind w:left="448" w:right="108" w:hanging="340"/>
    </w:pPr>
    <w:rPr>
      <w:rFonts w:ascii="Arial" w:hAnsi="Arial" w:cs="Arial"/>
      <w:szCs w:val="24"/>
      <w:lang w:eastAsia="en-US"/>
    </w:rPr>
  </w:style>
  <w:style w:type="paragraph" w:customStyle="1" w:styleId="Plenarysub-head">
    <w:name w:val="Plenary sub-head"/>
    <w:next w:val="Plenarytext"/>
    <w:qFormat/>
    <w:rsid w:val="0052751E"/>
    <w:pPr>
      <w:keepNext/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D1D1D1"/>
      <w:spacing w:before="120"/>
      <w:ind w:left="108" w:right="108"/>
    </w:pPr>
    <w:rPr>
      <w:rFonts w:ascii="Arial" w:hAnsi="Arial" w:cs="Arial"/>
      <w:b/>
      <w:szCs w:val="24"/>
      <w:lang w:eastAsia="en-US"/>
    </w:rPr>
  </w:style>
  <w:style w:type="paragraph" w:customStyle="1" w:styleId="Plenarytext">
    <w:name w:val="Plenary text"/>
    <w:qFormat/>
    <w:rsid w:val="0052751E"/>
    <w:p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D1D1D1"/>
      <w:spacing w:before="80" w:after="60" w:line="240" w:lineRule="atLeast"/>
      <w:ind w:left="108" w:right="108"/>
    </w:pPr>
    <w:rPr>
      <w:rFonts w:ascii="Arial" w:hAnsi="Arial" w:cs="Arial"/>
      <w:szCs w:val="24"/>
      <w:lang w:eastAsia="en-US"/>
    </w:rPr>
  </w:style>
  <w:style w:type="paragraph" w:customStyle="1" w:styleId="Plenarytextbullets">
    <w:name w:val="Plenary text bullets"/>
    <w:qFormat/>
    <w:rsid w:val="0052751E"/>
    <w:pPr>
      <w:numPr>
        <w:numId w:val="4"/>
      </w:num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D1D1D1"/>
      <w:tabs>
        <w:tab w:val="clear" w:pos="505"/>
        <w:tab w:val="left" w:pos="448"/>
      </w:tabs>
      <w:spacing w:before="80" w:after="60" w:line="240" w:lineRule="atLeast"/>
      <w:ind w:left="448" w:right="108" w:hanging="340"/>
    </w:pPr>
    <w:rPr>
      <w:rFonts w:ascii="Arial" w:hAnsi="Arial" w:cs="Arial"/>
      <w:szCs w:val="24"/>
      <w:lang w:eastAsia="en-US"/>
    </w:rPr>
  </w:style>
  <w:style w:type="paragraph" w:customStyle="1" w:styleId="Plenarytextnumberedlist">
    <w:name w:val="Plenary text numbered list"/>
    <w:qFormat/>
    <w:rsid w:val="0052751E"/>
    <w:p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D1D1D1"/>
      <w:spacing w:before="80" w:after="60" w:line="240" w:lineRule="atLeast"/>
      <w:ind w:left="448" w:right="108" w:hanging="340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55333C"/>
    <w:pPr>
      <w:keepNext/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Overviewhead">
    <w:name w:val="Overview head"/>
    <w:next w:val="Text"/>
    <w:qFormat/>
    <w:rsid w:val="00C77098"/>
    <w:pPr>
      <w:keepNext/>
      <w:spacing w:before="1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text">
    <w:name w:val="Table text"/>
    <w:qFormat/>
    <w:rsid w:val="002A0138"/>
    <w:pPr>
      <w:spacing w:before="40" w:after="4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677DF6"/>
    <w:pPr>
      <w:numPr>
        <w:numId w:val="10"/>
      </w:numPr>
      <w:tabs>
        <w:tab w:val="clear" w:pos="397"/>
        <w:tab w:val="num" w:pos="340"/>
      </w:tabs>
      <w:spacing w:before="40" w:after="40" w:line="240" w:lineRule="atLeast"/>
      <w:ind w:left="340" w:hanging="340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FA3905"/>
    <w:pPr>
      <w:spacing w:before="40" w:after="40" w:line="240" w:lineRule="atLeast"/>
      <w:ind w:left="340" w:hanging="340"/>
    </w:pPr>
    <w:rPr>
      <w:rFonts w:ascii="Arial" w:hAnsi="Arial" w:cs="Arial"/>
      <w:szCs w:val="24"/>
      <w:lang w:eastAsia="en-US"/>
    </w:rPr>
  </w:style>
  <w:style w:type="table" w:customStyle="1" w:styleId="Table2">
    <w:name w:val="Table 2"/>
    <w:basedOn w:val="TableNormal"/>
    <w:rsid w:val="009A56F5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verviewtable">
    <w:name w:val="Overview table"/>
    <w:basedOn w:val="TableNormal"/>
    <w:rsid w:val="00DF35F1"/>
    <w:rPr>
      <w:rFonts w:ascii="Arial" w:hAnsi="Arial"/>
    </w:rPr>
    <w:tblPr/>
    <w:tcPr>
      <w:shd w:val="clear" w:color="auto" w:fill="E0E0E0"/>
    </w:tc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9A56F5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C0C0C0"/>
      </w:tcPr>
    </w:tblStylePr>
  </w:style>
  <w:style w:type="paragraph" w:customStyle="1" w:styleId="Audioscript">
    <w:name w:val="Audioscript"/>
    <w:basedOn w:val="Starterhead"/>
    <w:next w:val="Audionumberlist"/>
    <w:qFormat/>
    <w:rsid w:val="0034002C"/>
    <w:pPr>
      <w:pBdr>
        <w:top w:val="single" w:sz="4" w:space="3" w:color="auto"/>
      </w:pBdr>
      <w:tabs>
        <w:tab w:val="right" w:pos="9498"/>
      </w:tabs>
      <w:spacing w:before="180" w:after="120"/>
    </w:pPr>
    <w:rPr>
      <w:sz w:val="24"/>
    </w:rPr>
  </w:style>
  <w:style w:type="paragraph" w:customStyle="1" w:styleId="Sectiondivider">
    <w:name w:val="Section divider"/>
    <w:basedOn w:val="Text"/>
    <w:qFormat/>
    <w:rsid w:val="00DF35F1"/>
    <w:pPr>
      <w:spacing w:before="0" w:after="240" w:line="240" w:lineRule="auto"/>
    </w:pPr>
  </w:style>
  <w:style w:type="paragraph" w:customStyle="1" w:styleId="Answertext">
    <w:name w:val="Answer text"/>
    <w:basedOn w:val="Startertext"/>
    <w:qFormat/>
    <w:rsid w:val="00785553"/>
    <w:pPr>
      <w:pBdr>
        <w:top w:val="single" w:sz="4" w:space="1" w:color="ECECEC"/>
        <w:left w:val="single" w:sz="4" w:space="4" w:color="ECECEC"/>
        <w:bottom w:val="single" w:sz="4" w:space="1" w:color="ECECEC"/>
        <w:right w:val="single" w:sz="4" w:space="4" w:color="ECECEC"/>
      </w:pBdr>
      <w:shd w:val="clear" w:color="auto" w:fill="EAEAEA"/>
      <w:spacing w:before="0" w:after="0" w:line="280" w:lineRule="atLeast"/>
    </w:pPr>
  </w:style>
  <w:style w:type="paragraph" w:customStyle="1" w:styleId="Audiobullets">
    <w:name w:val="Audio bullets"/>
    <w:qFormat/>
    <w:rsid w:val="00C87535"/>
    <w:pPr>
      <w:numPr>
        <w:numId w:val="12"/>
      </w:numPr>
      <w:tabs>
        <w:tab w:val="clear" w:pos="397"/>
        <w:tab w:val="left" w:pos="567"/>
      </w:tabs>
      <w:spacing w:before="80" w:after="60" w:line="240" w:lineRule="atLeast"/>
      <w:ind w:left="567" w:hanging="369"/>
    </w:pPr>
    <w:rPr>
      <w:rFonts w:ascii="Arial" w:hAnsi="Arial" w:cs="Arial"/>
      <w:i/>
      <w:szCs w:val="24"/>
    </w:rPr>
  </w:style>
  <w:style w:type="numbering" w:customStyle="1" w:styleId="Listfeature">
    <w:name w:val="List feature"/>
    <w:basedOn w:val="NoList"/>
    <w:semiHidden/>
    <w:rsid w:val="00EE54F3"/>
    <w:pPr>
      <w:numPr>
        <w:numId w:val="8"/>
      </w:numPr>
    </w:pPr>
  </w:style>
  <w:style w:type="paragraph" w:styleId="BalloonText">
    <w:name w:val="Balloon Text"/>
    <w:basedOn w:val="Normal"/>
    <w:semiHidden/>
    <w:rsid w:val="00D44439"/>
    <w:rPr>
      <w:rFonts w:cs="Arial"/>
      <w:sz w:val="16"/>
      <w:szCs w:val="16"/>
    </w:rPr>
  </w:style>
  <w:style w:type="paragraph" w:customStyle="1" w:styleId="Teachertipbox">
    <w:name w:val="Teacher tip box"/>
    <w:basedOn w:val="Plenaryhead"/>
    <w:next w:val="Teachertiptext"/>
    <w:qFormat/>
    <w:rsid w:val="0026035A"/>
    <w:pPr>
      <w:keepNext w:val="0"/>
      <w:spacing w:before="120" w:after="0" w:line="260" w:lineRule="atLeast"/>
    </w:pPr>
    <w:rPr>
      <w:lang w:eastAsia="en-GB"/>
    </w:rPr>
  </w:style>
  <w:style w:type="paragraph" w:customStyle="1" w:styleId="Audionumberlist">
    <w:name w:val="Audio number list"/>
    <w:qFormat/>
    <w:rsid w:val="003B26F4"/>
    <w:pPr>
      <w:ind w:left="567" w:hanging="567"/>
    </w:pPr>
    <w:rPr>
      <w:rFonts w:ascii="Arial" w:hAnsi="Arial"/>
      <w:i/>
      <w:szCs w:val="24"/>
    </w:rPr>
  </w:style>
  <w:style w:type="numbering" w:customStyle="1" w:styleId="Listaudio">
    <w:name w:val="List audio"/>
    <w:basedOn w:val="Listnum"/>
    <w:rsid w:val="000559D8"/>
    <w:pPr>
      <w:numPr>
        <w:numId w:val="13"/>
      </w:numPr>
    </w:pPr>
  </w:style>
  <w:style w:type="character" w:customStyle="1" w:styleId="Pages">
    <w:name w:val="Pages"/>
    <w:rsid w:val="005625C0"/>
    <w:rPr>
      <w:caps w:val="0"/>
      <w:color w:val="auto"/>
      <w:sz w:val="22"/>
    </w:rPr>
  </w:style>
  <w:style w:type="paragraph" w:customStyle="1" w:styleId="Grammarsuggestionbullet">
    <w:name w:val="Grammar suggestion bullet"/>
    <w:basedOn w:val="Grammarsuggestiontext"/>
    <w:qFormat/>
    <w:rsid w:val="00F23039"/>
    <w:pPr>
      <w:numPr>
        <w:numId w:val="24"/>
      </w:numPr>
    </w:pPr>
  </w:style>
  <w:style w:type="table" w:customStyle="1" w:styleId="Answertable">
    <w:name w:val="Answer table"/>
    <w:basedOn w:val="TableNormal"/>
    <w:rsid w:val="00D0215D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EAEAEA"/>
    </w:tcPr>
  </w:style>
  <w:style w:type="paragraph" w:customStyle="1" w:styleId="Answerhead">
    <w:name w:val="Answer head"/>
    <w:basedOn w:val="Answertext"/>
    <w:next w:val="Answertext"/>
    <w:qFormat/>
    <w:rsid w:val="003C7918"/>
    <w:rPr>
      <w:b/>
      <w:sz w:val="22"/>
    </w:rPr>
  </w:style>
  <w:style w:type="paragraph" w:customStyle="1" w:styleId="Moduletitle">
    <w:name w:val="Module title"/>
    <w:next w:val="Text"/>
    <w:qFormat/>
    <w:rsid w:val="00B0785D"/>
    <w:pPr>
      <w:jc w:val="right"/>
    </w:pPr>
    <w:rPr>
      <w:rFonts w:ascii="Arial" w:hAnsi="Arial" w:cs="Arial"/>
      <w:sz w:val="22"/>
      <w:szCs w:val="28"/>
    </w:rPr>
  </w:style>
  <w:style w:type="paragraph" w:customStyle="1" w:styleId="Alphalist">
    <w:name w:val="Alpha list"/>
    <w:qFormat/>
    <w:rsid w:val="00496199"/>
    <w:pPr>
      <w:spacing w:before="80" w:after="60" w:line="240" w:lineRule="atLeast"/>
      <w:ind w:left="680" w:hanging="340"/>
    </w:pPr>
    <w:rPr>
      <w:rFonts w:ascii="Arial" w:hAnsi="Arial"/>
      <w:szCs w:val="24"/>
    </w:rPr>
  </w:style>
  <w:style w:type="paragraph" w:customStyle="1" w:styleId="Romanlist">
    <w:name w:val="Roman list"/>
    <w:qFormat/>
    <w:rsid w:val="00646CC2"/>
    <w:pPr>
      <w:spacing w:before="80" w:after="60" w:line="240" w:lineRule="atLeast"/>
      <w:ind w:left="1020" w:hanging="340"/>
    </w:pPr>
    <w:rPr>
      <w:rFonts w:ascii="Arial" w:hAnsi="Arial"/>
      <w:szCs w:val="24"/>
    </w:rPr>
  </w:style>
  <w:style w:type="numbering" w:customStyle="1" w:styleId="Listalpha">
    <w:name w:val="List alpha"/>
    <w:basedOn w:val="NoList"/>
    <w:semiHidden/>
    <w:rsid w:val="00EE54F3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EE54F3"/>
    <w:pPr>
      <w:numPr>
        <w:numId w:val="3"/>
      </w:numPr>
    </w:pPr>
  </w:style>
  <w:style w:type="paragraph" w:customStyle="1" w:styleId="Teachertiptext">
    <w:name w:val="Teacher tip text"/>
    <w:basedOn w:val="Teachertipbox"/>
    <w:qFormat/>
    <w:rsid w:val="0026035A"/>
    <w:rPr>
      <w:b w:val="0"/>
    </w:rPr>
  </w:style>
  <w:style w:type="paragraph" w:customStyle="1" w:styleId="Worksheettitle2lines">
    <w:name w:val="Worksheet title 2 lines"/>
    <w:qFormat/>
    <w:rsid w:val="009027B5"/>
    <w:pPr>
      <w:spacing w:line="380" w:lineRule="exact"/>
    </w:pPr>
    <w:rPr>
      <w:rFonts w:ascii="Arial" w:hAnsi="Arial" w:cs="Arial"/>
      <w:b/>
      <w:color w:val="FFFFFF" w:themeColor="background1"/>
      <w:sz w:val="34"/>
      <w:szCs w:val="24"/>
    </w:rPr>
  </w:style>
  <w:style w:type="character" w:customStyle="1" w:styleId="Heading4Char">
    <w:name w:val="Heading 4 Char"/>
    <w:basedOn w:val="DefaultParagraphFont"/>
    <w:link w:val="Heading4"/>
    <w:rsid w:val="00A337F3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kill">
    <w:name w:val="Skill"/>
    <w:basedOn w:val="Text"/>
    <w:next w:val="Text"/>
    <w:qFormat/>
    <w:rsid w:val="00A337F3"/>
    <w:pPr>
      <w:spacing w:before="0"/>
      <w:ind w:left="680"/>
    </w:pPr>
  </w:style>
  <w:style w:type="character" w:customStyle="1" w:styleId="Steps">
    <w:name w:val="Steps"/>
    <w:uiPriority w:val="1"/>
    <w:qFormat/>
    <w:rsid w:val="00A337F3"/>
    <w:rPr>
      <w:noProof/>
      <w:position w:val="-30"/>
    </w:rPr>
  </w:style>
  <w:style w:type="character" w:customStyle="1" w:styleId="Skillschr">
    <w:name w:val="Skills chr"/>
    <w:uiPriority w:val="1"/>
    <w:qFormat/>
    <w:rsid w:val="00A337F3"/>
    <w:rPr>
      <w:b/>
      <w:i w:val="0"/>
      <w:sz w:val="20"/>
      <w:szCs w:val="20"/>
    </w:rPr>
  </w:style>
  <w:style w:type="paragraph" w:customStyle="1" w:styleId="Rubricquestion2steps">
    <w:name w:val="Rubric question 2steps"/>
    <w:basedOn w:val="Rubricquestion"/>
    <w:qFormat/>
    <w:rsid w:val="00A337F3"/>
    <w:pPr>
      <w:spacing w:line="260" w:lineRule="exact"/>
      <w:ind w:left="1276" w:hanging="1276"/>
    </w:pPr>
    <w:rPr>
      <w:lang w:val="fr-FR"/>
    </w:rPr>
  </w:style>
  <w:style w:type="paragraph" w:customStyle="1" w:styleId="-OverviewHead">
    <w:name w:val="-Overview Head"/>
    <w:next w:val="Tabletext"/>
    <w:rsid w:val="00A337F3"/>
    <w:pPr>
      <w:keepNext/>
      <w:spacing w:before="180" w:after="60"/>
    </w:pPr>
    <w:rPr>
      <w:rFonts w:ascii="Arial" w:eastAsia="Times New Roman" w:hAnsi="Arial" w:cs="Arial"/>
      <w:b/>
      <w:sz w:val="22"/>
      <w:szCs w:val="24"/>
      <w:lang w:eastAsia="en-US"/>
    </w:rPr>
  </w:style>
  <w:style w:type="paragraph" w:customStyle="1" w:styleId="Grammartopicheader">
    <w:name w:val="Grammar topic header"/>
    <w:basedOn w:val="Rubricquestion"/>
    <w:next w:val="Rubricquestion"/>
    <w:qFormat/>
    <w:rsid w:val="00A337F3"/>
    <w:pPr>
      <w:spacing w:before="0" w:line="260" w:lineRule="exact"/>
    </w:pPr>
    <w:rPr>
      <w:i/>
    </w:rPr>
  </w:style>
  <w:style w:type="character" w:styleId="CommentReference">
    <w:name w:val="annotation reference"/>
    <w:basedOn w:val="DefaultParagraphFont"/>
    <w:rsid w:val="00753418"/>
    <w:rPr>
      <w:sz w:val="16"/>
      <w:szCs w:val="16"/>
    </w:rPr>
  </w:style>
  <w:style w:type="paragraph" w:styleId="CommentText">
    <w:name w:val="annotation text"/>
    <w:basedOn w:val="Normal"/>
    <w:link w:val="CommentTextChar"/>
    <w:rsid w:val="00753418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753418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534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53418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1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lan\Dropbox\Newgen%20Publishing\Dynamo%202%20Rouge\Compilation_Stage_2_final\Compilation_Stage_2_Module_2_final\TG%20template_MACRO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E8DD2-CE6B-4625-BCB1-D3F7BB3B7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TG template_MACROtemplate</Template>
  <TotalTime>0</TotalTime>
  <Pages>6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Dynamo</vt:lpstr>
    </vt:vector>
  </TitlesOfParts>
  <Company>Pearson Education</Company>
  <LinksUpToDate>false</LinksUpToDate>
  <CharactersWithSpaces>7646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Dynamo</dc:title>
  <dc:subject>German</dc:subject>
  <dc:creator>Pearson Education</dc:creator>
  <cp:keywords/>
  <cp:lastModifiedBy>Lee, Hannah</cp:lastModifiedBy>
  <cp:revision>2</cp:revision>
  <cp:lastPrinted>2018-02-08T13:55:00Z</cp:lastPrinted>
  <dcterms:created xsi:type="dcterms:W3CDTF">2019-05-10T14:41:00Z</dcterms:created>
  <dcterms:modified xsi:type="dcterms:W3CDTF">2019-05-10T14:41:00Z</dcterms:modified>
</cp:coreProperties>
</file>